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E75" w:rsidRDefault="00DC3099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65822</wp:posOffset>
                </wp:positionV>
                <wp:extent cx="1527637" cy="1167918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7637" cy="116791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7150">
                          <a:noFill/>
                        </a:ln>
                        <a:effectLst/>
                      </wps:spPr>
                      <wps:txbx>
                        <w:txbxContent>
                          <w:p w:rsidR="00151C46" w:rsidRDefault="00151C46" w:rsidP="005B3E7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211.5pt;margin-top:5.2pt;width:120.3pt;height:91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" fillcolor="window" stroked="f" strokeweight="4.5pt">
                <v:textbox>
                  <w:txbxContent>
                    <w:p w:rsidR="00151C46" w:rsidRDefault="00151C46" w:rsidP="005B3E75"/>
                  </w:txbxContent>
                </v:textbox>
              </v:shape>
            </w:pict>
          </mc:Fallback>
        </mc:AlternateContent>
      </w:r>
    </w:p>
    <w:p w:rsidR="005B3E75" w:rsidRDefault="005B3E75">
      <w:bookmarkStart w:id="0" w:name="_GoBack"/>
      <w:bookmarkEnd w:id="0"/>
    </w:p>
    <w:p w:rsidR="005B3E75" w:rsidRDefault="005B3E75"/>
    <w:p w:rsidR="005B3E75" w:rsidRDefault="005B3E75"/>
    <w:p w:rsidR="005B3E75" w:rsidRDefault="005B3E75"/>
    <w:p w:rsidR="00A77CFB" w:rsidRDefault="00A77CFB"/>
    <w:p w:rsidR="00A77CFB" w:rsidRDefault="00A77CFB">
      <w:r>
        <w:rPr>
          <w:noProof/>
          <w:lang w:eastAsia="en-NZ"/>
        </w:rPr>
        <w:drawing>
          <wp:inline distT="0" distB="0" distL="0" distR="0" wp14:anchorId="2E8421BD">
            <wp:extent cx="4324985" cy="1295400"/>
            <wp:effectExtent l="0" t="0" r="0" b="0"/>
            <wp:docPr id="197" name="Pictur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98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7CFB" w:rsidRDefault="00A77CFB"/>
    <w:p w:rsidR="00A77CFB" w:rsidRDefault="00A77CFB"/>
    <w:p w:rsidR="00A77CFB" w:rsidRDefault="00A77CFB"/>
    <w:p w:rsidR="00793B0E" w:rsidRDefault="00A77CFB">
      <w:r>
        <w:rPr>
          <w:noProof/>
          <w:lang w:eastAsia="en-NZ"/>
        </w:rPr>
        <w:drawing>
          <wp:inline distT="0" distB="0" distL="0" distR="0" wp14:anchorId="426ECBCA">
            <wp:extent cx="4324985" cy="1333500"/>
            <wp:effectExtent l="0" t="0" r="0" b="0"/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98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3B0E" w:rsidRDefault="00793B0E"/>
    <w:p w:rsidR="00151C46" w:rsidRDefault="00151C46"/>
    <w:p w:rsidR="00793B0E" w:rsidRDefault="00793B0E"/>
    <w:p w:rsidR="005B3E75" w:rsidRDefault="00793B0E">
      <w:r>
        <w:rPr>
          <w:noProof/>
          <w:lang w:eastAsia="en-NZ"/>
        </w:rPr>
        <w:drawing>
          <wp:inline distT="0" distB="0" distL="0" distR="0" wp14:anchorId="7BFDF3CB">
            <wp:extent cx="4263198" cy="1314450"/>
            <wp:effectExtent l="0" t="0" r="4445" b="0"/>
            <wp:docPr id="194" name="Pictur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68" cy="13321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3B0E" w:rsidRDefault="00793B0E"/>
    <w:p w:rsidR="00793B0E" w:rsidRDefault="00793B0E"/>
    <w:p w:rsidR="00793B0E" w:rsidRDefault="00793B0E"/>
    <w:p w:rsidR="00793B0E" w:rsidRDefault="00793B0E">
      <w:r>
        <w:rPr>
          <w:noProof/>
          <w:lang w:eastAsia="en-NZ"/>
        </w:rPr>
        <w:drawing>
          <wp:inline distT="0" distB="0" distL="0" distR="0" wp14:anchorId="5A836834">
            <wp:extent cx="4324985" cy="1333500"/>
            <wp:effectExtent l="0" t="0" r="0" b="0"/>
            <wp:docPr id="193" name="Pictur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98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3B0E" w:rsidRDefault="00793B0E"/>
    <w:p w:rsidR="005B3E75" w:rsidRDefault="005B3E75"/>
    <w:p w:rsidR="005B3E75" w:rsidRDefault="00793B0E">
      <w:r>
        <w:rPr>
          <w:noProof/>
          <w:lang w:eastAsia="en-NZ"/>
        </w:rPr>
        <w:lastRenderedPageBreak/>
        <w:drawing>
          <wp:inline distT="0" distB="0" distL="0" distR="0" wp14:anchorId="4735540F">
            <wp:extent cx="4077842" cy="12573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7356" cy="12694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3E75" w:rsidRDefault="005B3E75"/>
    <w:p w:rsidR="0054027C" w:rsidRDefault="0054027C"/>
    <w:p w:rsidR="00793B0E" w:rsidRDefault="00793B0E"/>
    <w:p w:rsidR="00793B0E" w:rsidRDefault="00793B0E"/>
    <w:p w:rsidR="0040332E" w:rsidRDefault="0040332E">
      <w:r>
        <w:rPr>
          <w:noProof/>
          <w:lang w:eastAsia="en-NZ"/>
        </w:rPr>
        <w:drawing>
          <wp:inline distT="0" distB="0" distL="0" distR="0" wp14:anchorId="2A1BC64A">
            <wp:extent cx="4635740" cy="13144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321" cy="13228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332E" w:rsidRDefault="0040332E"/>
    <w:p w:rsidR="005B3E75" w:rsidRDefault="005B3E75"/>
    <w:sectPr w:rsidR="005B3E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E75"/>
    <w:rsid w:val="00151C46"/>
    <w:rsid w:val="00343589"/>
    <w:rsid w:val="0040332E"/>
    <w:rsid w:val="0054027C"/>
    <w:rsid w:val="005B3E75"/>
    <w:rsid w:val="00793B0E"/>
    <w:rsid w:val="00A77CFB"/>
    <w:rsid w:val="00DC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97F367-D03E-4257-9B1F-8EF614940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6BF89EE9</Template>
  <TotalTime>0</TotalTime>
  <Pages>2</Pages>
  <Words>5</Words>
  <Characters>31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PHO</Company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Bridget Rodgers</dc:creator>
  <cp:keywords/>
  <dc:description/>
  <cp:lastModifiedBy>Sophie Carty</cp:lastModifiedBy>
  <cp:revision>2</cp:revision>
  <dcterms:created xsi:type="dcterms:W3CDTF">2017-08-27T21:55:00Z</dcterms:created>
  <dcterms:modified xsi:type="dcterms:W3CDTF">2017-08-27T21:55:00Z</dcterms:modified>
</cp:coreProperties>
</file>