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BD" w:rsidRDefault="00F432A7">
      <w:pPr>
        <w:rPr>
          <w:rFonts w:cstheme="minorHAnsi"/>
          <w:b/>
          <w:color w:val="00AEEF"/>
          <w:sz w:val="96"/>
          <w:szCs w:val="96"/>
        </w:rPr>
      </w:pPr>
      <w:r>
        <w:rPr>
          <w:rFonts w:cstheme="minorHAnsi"/>
          <w:b/>
          <w:color w:val="00AEEF"/>
          <w:sz w:val="64"/>
          <w:szCs w:val="64"/>
        </w:rPr>
        <w:t>PĀNUI</w:t>
      </w:r>
      <w:r w:rsidR="00FF7912" w:rsidRPr="00FF7912">
        <w:rPr>
          <w:rFonts w:cstheme="minorHAnsi"/>
          <w:b/>
          <w:color w:val="00AEEF"/>
          <w:sz w:val="96"/>
          <w:szCs w:val="96"/>
        </w:rPr>
        <w:t xml:space="preserve"> INSERTS</w:t>
      </w:r>
    </w:p>
    <w:p w:rsidR="00F432A7" w:rsidRPr="00304953" w:rsidRDefault="00F432A7" w:rsidP="00F432A7">
      <w:pPr>
        <w:rPr>
          <w:rFonts w:cstheme="minorHAnsi"/>
          <w:b/>
          <w:i/>
          <w:color w:val="000000" w:themeColor="text1"/>
          <w:sz w:val="28"/>
          <w:szCs w:val="28"/>
        </w:rPr>
      </w:pPr>
      <w:r w:rsidRPr="00304953">
        <w:rPr>
          <w:rFonts w:cstheme="minorHAnsi"/>
          <w:b/>
          <w:i/>
          <w:color w:val="000000" w:themeColor="text1"/>
          <w:sz w:val="28"/>
          <w:szCs w:val="28"/>
        </w:rPr>
        <w:t xml:space="preserve">Cut and paste these tips into your centre’s </w:t>
      </w:r>
      <w:proofErr w:type="spellStart"/>
      <w:r w:rsidRPr="00304953">
        <w:rPr>
          <w:rFonts w:cstheme="minorHAnsi"/>
          <w:b/>
          <w:i/>
          <w:color w:val="000000" w:themeColor="text1"/>
          <w:sz w:val="28"/>
          <w:szCs w:val="28"/>
        </w:rPr>
        <w:t>pānui</w:t>
      </w:r>
      <w:proofErr w:type="spellEnd"/>
      <w:r w:rsidRPr="00304953">
        <w:rPr>
          <w:rFonts w:cstheme="minorHAnsi"/>
          <w:b/>
          <w:i/>
          <w:color w:val="000000" w:themeColor="text1"/>
          <w:sz w:val="28"/>
          <w:szCs w:val="28"/>
        </w:rPr>
        <w:t>.</w:t>
      </w:r>
    </w:p>
    <w:p w:rsidR="00822923" w:rsidRPr="0069635A" w:rsidRDefault="0069635A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noProof/>
          <w:color w:val="0070C0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51F0129A" wp14:editId="020688DF">
                <wp:simplePos x="0" y="0"/>
                <wp:positionH relativeFrom="margin">
                  <wp:posOffset>-401320</wp:posOffset>
                </wp:positionH>
                <wp:positionV relativeFrom="paragraph">
                  <wp:posOffset>172720</wp:posOffset>
                </wp:positionV>
                <wp:extent cx="6486525" cy="2143125"/>
                <wp:effectExtent l="19050" t="19050" r="28575" b="28575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2143125"/>
                          <a:chOff x="0" y="0"/>
                          <a:chExt cx="6486525" cy="2143125"/>
                        </a:xfrm>
                      </wpg:grpSpPr>
                      <wps:wsp>
                        <wps:cNvPr id="10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2143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47625"/>
                            <a:ext cx="5924550" cy="1419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35A" w:rsidRPr="00E97CE5" w:rsidRDefault="0069635A" w:rsidP="0069635A">
                              <w:pPr>
                                <w:spacing w:before="240" w:after="0"/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tino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māu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mō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oranga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whānau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, me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whakarāhui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noho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me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motukā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hei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wāhi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69635A" w:rsidRPr="00E97CE5" w:rsidRDefault="0069635A" w:rsidP="0069635A">
                              <w:pPr>
                                <w:spacing w:before="240"/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One of the best things you can do for the health of your </w:t>
                              </w:r>
                              <w:proofErr w:type="spellStart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whānau</w:t>
                              </w:r>
                              <w:proofErr w:type="spellEnd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is to make your home and car </w:t>
                              </w:r>
                              <w:proofErr w:type="spellStart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Smokefree</w:t>
                              </w:r>
                              <w:proofErr w:type="spellEnd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/</w:t>
                              </w:r>
                              <w:proofErr w:type="spellStart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Auahi</w:t>
                              </w:r>
                              <w:proofErr w:type="spellEnd"/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Kore.</w:t>
                              </w:r>
                            </w:p>
                            <w:p w:rsidR="0069635A" w:rsidRPr="001A2941" w:rsidRDefault="0069635A" w:rsidP="0069635A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69635A" w:rsidRPr="00B65FC2" w:rsidRDefault="0069635A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925" y="137160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F0129A" id="Group 112" o:spid="_x0000_s1026" style="position:absolute;margin-left:-31.6pt;margin-top:13.6pt;width:510.75pt;height:168.75pt;z-index:251831296;mso-position-horizontal-relative:margin" coordsize="64865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">
                <v:rect id="Rectangle 21" o:spid="_x0000_s1027" style="position:absolute;width:64865;height:214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Ic78A&#10;AADcAAAADwAAAGRycy9kb3ducmV2LnhtbERPTYvCMBC9C/6HMMLeNNkeXLcapQhFr+qy56EZ27LN&#10;pDQxVn/9RljY2zze52x2o+1EpMG3jjW8LxQI4sqZlmsNX5dyvgLhA7LBzjFpeJCH3XY62WBu3J1P&#10;FM+hFimEfY4amhD6XEpfNWTRL1xPnLirGyyGBIdamgHvKdx2MlNqKS22nBoa7GnfUPVzvlkNGcb4&#10;2JerD3XkQh4Kf/nuqqfWb7OxWIMINIZ/8Z/7aNJ89QmvZ9IF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ikhzvwAAANwAAAAPAAAAAAAAAAAAAAAAAJgCAABkcnMvZG93bnJl&#10;di54bWxQSwUGAAAAAAQABAD1AAAAhAMAAAAA&#10;" strokecolor="#00aeef" strokeweight="3pt">
                  <v:fill opacity="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2667;top:476;width:59245;height:14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ZzM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8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2czEAAAA3AAAAA8AAAAAAAAAAAAAAAAAmAIAAGRycy9k&#10;b3ducmV2LnhtbFBLBQYAAAAABAAEAPUAAACJAwAAAAA=&#10;" stroked="f">
                  <v:textbox>
                    <w:txbxContent>
                      <w:p w:rsidR="0069635A" w:rsidRPr="00E97CE5" w:rsidRDefault="0069635A" w:rsidP="0069635A">
                        <w:pPr>
                          <w:spacing w:before="240" w:after="0"/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</w:pP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tino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māu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mō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oranga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whānau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, me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whakarāhui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noho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me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motukā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hei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wāhi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69635A" w:rsidRPr="00E97CE5" w:rsidRDefault="0069635A" w:rsidP="0069635A">
                        <w:pPr>
                          <w:spacing w:before="240"/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One of the best things you can do for the health of your </w:t>
                        </w:r>
                        <w:proofErr w:type="spellStart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whānau</w:t>
                        </w:r>
                        <w:proofErr w:type="spellEnd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is to make your home and car </w:t>
                        </w:r>
                        <w:proofErr w:type="spellStart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Smokefree</w:t>
                        </w:r>
                        <w:proofErr w:type="spellEnd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Auahi</w:t>
                        </w:r>
                        <w:proofErr w:type="spellEnd"/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Kore.</w:t>
                        </w:r>
                      </w:p>
                      <w:p w:rsidR="0069635A" w:rsidRPr="001A2941" w:rsidRDefault="0069635A" w:rsidP="0069635A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</w:p>
                      <w:p w:rsidR="0069635A" w:rsidRPr="00B65FC2" w:rsidRDefault="0069635A" w:rsidP="0069635A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1" o:spid="_x0000_s1029" type="#_x0000_t75" style="position:absolute;left:16859;top:1371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X8FrGAAAA3AAAAA8AAABkcnMvZG93bnJldi54bWxEj0FrwkAQhe+F/odlhF6KblKKlOgqoihC&#10;vTRWwduYHZO12dmQXTX++25B6G2G9943b8bTztbiSq03jhWkgwQEceG04VLB93bZ/wDhA7LG2jEp&#10;uJOH6eT5aYyZdjf+omseShEh7DNUUIXQZFL6oiKLfuAa4qidXGsxxLUtpW7xFuG2lm9JMpQWDccL&#10;FTY0r6j4yS82Us7HfL7Yb+Tw8H7afb56s9itjFIvvW42AhGoC//mR3qtY/00hb9n4gRy8g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JfwWsYAAADcAAAADwAAAAAAAAAAAAAA&#10;AACfAgAAZHJzL2Rvd25yZXYueG1sUEsFBgAAAAAEAAQA9wAAAJIDAAAAAA==&#10;">
                  <v:imagedata r:id="rId5" o:title=""/>
                  <v:path arrowok="t"/>
                </v:shape>
                <w10:wrap anchorx="margin"/>
              </v:group>
            </w:pict>
          </mc:Fallback>
        </mc:AlternateContent>
      </w: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B65FC2" w:rsidRPr="0069635A" w:rsidRDefault="00B65FC2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B7527A" w:rsidRPr="0069635A" w:rsidRDefault="00B7527A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B7527A" w:rsidRPr="0069635A" w:rsidRDefault="002C1EE8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  <w:r w:rsidRPr="0069635A">
        <w:rPr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DF74940" wp14:editId="02C1F558">
                <wp:simplePos x="0" y="0"/>
                <wp:positionH relativeFrom="margin">
                  <wp:posOffset>-401320</wp:posOffset>
                </wp:positionH>
                <wp:positionV relativeFrom="paragraph">
                  <wp:posOffset>363220</wp:posOffset>
                </wp:positionV>
                <wp:extent cx="6534150" cy="2076450"/>
                <wp:effectExtent l="19050" t="19050" r="19050" b="1905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2076450"/>
                          <a:chOff x="0" y="0"/>
                          <a:chExt cx="6534150" cy="2076450"/>
                        </a:xfrm>
                      </wpg:grpSpPr>
                      <wps:wsp>
                        <wps:cNvPr id="6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34150" cy="2076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up 76"/>
                        <wpg:cNvGrpSpPr/>
                        <wpg:grpSpPr>
                          <a:xfrm>
                            <a:off x="361950" y="200025"/>
                            <a:ext cx="5800725" cy="1807845"/>
                            <a:chOff x="0" y="0"/>
                            <a:chExt cx="5800725" cy="1807845"/>
                          </a:xfrm>
                        </wpg:grpSpPr>
                        <wps:wsp>
                          <wps:cNvPr id="7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00725" cy="12868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04B0" w:rsidRPr="004404B0" w:rsidRDefault="004404B0" w:rsidP="004404B0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Mehemea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kua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auahi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kore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tō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motokā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me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tō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kāinga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ka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kore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pea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āu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tamariki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e kai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paipa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inā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e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taiohi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ana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rātou</w:t>
                                </w:r>
                                <w:proofErr w:type="spellEnd"/>
                                <w:r w:rsidRPr="004404B0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4404B0" w:rsidRPr="004404B0" w:rsidRDefault="004404B0" w:rsidP="004404B0">
                                <w:pPr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4404B0"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Having a </w:t>
                                </w:r>
                                <w:proofErr w:type="spellStart"/>
                                <w:r w:rsidRPr="004404B0"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Smokefree</w:t>
                                </w:r>
                                <w:proofErr w:type="spellEnd"/>
                                <w:r w:rsidRPr="004404B0"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car and home means your children will be less likely to take up smoking in their teens.</w:t>
                                </w:r>
                              </w:p>
                              <w:p w:rsidR="00B7527A" w:rsidRPr="002404B1" w:rsidRDefault="00B7527A" w:rsidP="00B7527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B7527A" w:rsidRDefault="00B7527A" w:rsidP="00B7527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B7527A" w:rsidRDefault="00B7527A" w:rsidP="00B752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2" name="Picture 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23975" y="1114425"/>
                              <a:ext cx="3000375" cy="693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F74940" id="Group 77" o:spid="_x0000_s1030" style="position:absolute;margin-left:-31.6pt;margin-top:28.6pt;width:514.5pt;height:163.5pt;z-index:251639808;mso-position-horizontal-relative:margin" coordsize="65341,20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">
                <v:rect id="Rectangle 2" o:spid="_x0000_s1031" style="position:absolute;width:65341;height:20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fQbsUA&#10;AADbAAAADwAAAGRycy9kb3ducmV2LnhtbESPQWvCQBSE7wX/w/KEXkrdWGiIqasEaaVYL9Hi+TX7&#10;TILZt2l2a+K/d4WCx2FmvmHmy8E04kydqy0rmE4iEMSF1TWXCr73H88JCOeRNTaWScGFHCwXo4c5&#10;ptr2nNN550sRIOxSVFB536ZSuqIig25iW+LgHW1n0AfZlVJ32Ae4aeRLFMXSYM1hocKWVhUVp92f&#10;UfC+Nofk8Lr+yZ7yL/kbb7NNYnqlHsdD9gbC0+Dv4f/2p1YQz+D2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9BuxQAAANsAAAAPAAAAAAAAAAAAAAAAAJgCAABkcnMv&#10;ZG93bnJldi54bWxQSwUGAAAAAAQABAD1AAAAigMAAAAA&#10;" strokecolor="#00aeef" strokeweight="3pt">
                  <v:fill opacity="0"/>
                </v:rect>
                <v:group id="Group 76" o:spid="_x0000_s1032" style="position:absolute;left:3619;top:2000;width:58007;height:18078" coordsize="58007,18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Text Box 12" o:spid="_x0000_s1033" type="#_x0000_t202" style="position:absolute;width:58007;height:12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      <v:textbox>
                      <w:txbxContent>
                        <w:p w:rsidR="004404B0" w:rsidRPr="004404B0" w:rsidRDefault="004404B0" w:rsidP="004404B0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Mehemea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kua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auahi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kore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tō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motokā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me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tō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kāinga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ka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kore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pea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āu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tamariki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e kai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paipa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inā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e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taiohi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ana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rātou</w:t>
                          </w:r>
                          <w:proofErr w:type="spellEnd"/>
                          <w:r w:rsidRPr="004404B0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4404B0" w:rsidRPr="004404B0" w:rsidRDefault="004404B0" w:rsidP="004404B0">
                          <w:pPr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4404B0"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  <w:t xml:space="preserve">Having a </w:t>
                          </w:r>
                          <w:proofErr w:type="spellStart"/>
                          <w:r w:rsidRPr="004404B0"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  <w:t>Smokefree</w:t>
                          </w:r>
                          <w:proofErr w:type="spellEnd"/>
                          <w:r w:rsidRPr="004404B0"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  <w:t xml:space="preserve"> car and home means your children will be less likely to take up smoking in their teens.</w:t>
                          </w:r>
                        </w:p>
                        <w:p w:rsidR="00B7527A" w:rsidRPr="002404B1" w:rsidRDefault="00B7527A" w:rsidP="00B7527A">
                          <w:pPr>
                            <w:rPr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  <w:p w:rsidR="00B7527A" w:rsidRDefault="00B7527A" w:rsidP="00B7527A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</w:p>
                        <w:p w:rsidR="00B7527A" w:rsidRDefault="00B7527A" w:rsidP="00B7527A"/>
                      </w:txbxContent>
                    </v:textbox>
                  </v:shape>
                  <v:shape id="Picture 72" o:spid="_x0000_s1034" type="#_x0000_t75" style="position:absolute;left:13239;top:11144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/0dDGAAAA2wAAAA8AAABkcnMvZG93bnJldi54bWxEj0FrwkAUhO8F/8PyhF5K3ShFS+oqolQK&#10;ejFtCr29Zp/JavZtyK4a/323IHgcZuYbZjrvbC3O1HrjWMFwkIAgLpw2XCr4+nx/fgXhA7LG2jEp&#10;uJKH+az3MMVUuwvv6JyFUkQI+xQVVCE0qZS+qMiiH7iGOHp711oMUbal1C1eItzWcpQkY2nRcFyo&#10;sKFlRcUxO9lIOfxmy9X3Vo5/Xvb55smbVb42Sj32u8UbiEBduIdv7Q+tYDKC/y/xB8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T/R0MYAAADbAAAADwAAAAAAAAAAAAAA&#10;AACfAgAAZHJzL2Rvd25yZXYueG1sUEsFBgAAAAAEAAQA9wAAAJIDAAAAAA==&#10;">
                    <v:imagedata r:id="rId5" o:title="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822923" w:rsidRPr="0069635A" w:rsidRDefault="0082292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822923" w:rsidRPr="0069635A" w:rsidRDefault="002C1EE8" w:rsidP="00822923">
      <w:pPr>
        <w:spacing w:after="0"/>
        <w:rPr>
          <w:b/>
          <w:color w:val="000000" w:themeColor="text1"/>
          <w:sz w:val="28"/>
          <w:szCs w:val="28"/>
        </w:rPr>
      </w:pPr>
      <w:r w:rsidRPr="0069635A">
        <w:rPr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6262118" wp14:editId="0FD06A8A">
                <wp:simplePos x="0" y="0"/>
                <wp:positionH relativeFrom="margin">
                  <wp:posOffset>-401320</wp:posOffset>
                </wp:positionH>
                <wp:positionV relativeFrom="paragraph">
                  <wp:posOffset>282575</wp:posOffset>
                </wp:positionV>
                <wp:extent cx="6486525" cy="2400300"/>
                <wp:effectExtent l="19050" t="19050" r="28575" b="1905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2400300"/>
                          <a:chOff x="0" y="0"/>
                          <a:chExt cx="6486525" cy="2400300"/>
                        </a:xfrm>
                      </wpg:grpSpPr>
                      <wps:wsp>
                        <wps:cNvPr id="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24003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71450"/>
                            <a:ext cx="5924550" cy="1533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3192" w:rsidRPr="002C1EE8" w:rsidRDefault="00733192" w:rsidP="002C1EE8">
                              <w:pPr>
                                <w:spacing w:after="120"/>
                                <w:rPr>
                                  <w:b/>
                                  <w:noProof/>
                                  <w:color w:val="49AA48"/>
                                  <w:sz w:val="28"/>
                                  <w:szCs w:val="28"/>
                                  <w:lang w:eastAsia="en-NZ"/>
                                </w:rPr>
                              </w:pPr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Mena </w:t>
                              </w:r>
                              <w:proofErr w:type="spellStart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kua</w:t>
                              </w:r>
                              <w:proofErr w:type="spellEnd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hapū</w:t>
                              </w:r>
                              <w:proofErr w:type="spellEnd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koe</w:t>
                              </w:r>
                              <w:proofErr w:type="spellEnd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</w:t>
                              </w:r>
                              <w:proofErr w:type="spellEnd"/>
                              <w:r w:rsidRPr="002C1EE8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tētahi atu rānei e noho ana ki tō kāinga , me ahuahi kore te āhua o tō kāinga me tō motukā kia pakari ai te hauora o tāu pēpi mai i te tīmatanga.</w:t>
                              </w:r>
                            </w:p>
                            <w:p w:rsidR="002C1EE8" w:rsidRPr="002C1EE8" w:rsidRDefault="002C1EE8" w:rsidP="002C1EE8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2C1EE8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If you or someone living in your home is pregnant, a </w:t>
                              </w:r>
                              <w:proofErr w:type="spellStart"/>
                              <w:r w:rsidRPr="002C1EE8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Smokefree</w:t>
                              </w:r>
                              <w:proofErr w:type="spellEnd"/>
                              <w:r w:rsidRPr="002C1EE8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home and car will help protect the developing baby from tobacco smoke and give them the best start to life.</w:t>
                              </w:r>
                            </w:p>
                            <w:p w:rsidR="00733192" w:rsidRPr="00B65FC2" w:rsidRDefault="00733192" w:rsidP="00B65F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0675" y="160972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262118" id="Group 81" o:spid="_x0000_s1035" style="position:absolute;margin-left:-31.6pt;margin-top:22.25pt;width:510.75pt;height:189pt;z-index:251645952;mso-position-horizontal-relative:margin" coordsize="64865,24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">
                <v:rect id="Rectangle 21" o:spid="_x0000_s1036" style="position:absolute;width:64865;height:2400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aUL4A&#10;AADbAAAADwAAAGRycy9kb3ducmV2LnhtbESPzQrCMBCE74LvEFbwpqkVVKpRiiB69QfPS7O2xWZT&#10;mlirT28EweMwM98wq01nKtFS40rLCibjCARxZnXJuYLLeTdagHAeWWNlmRS8yMFm3e+tMNH2yUdq&#10;Tz4XAcIuQQWF93UipcsKMujGtiYO3s02Bn2QTS51g88AN5WMo2gmDZYcFgqsaVtQdj89jIIY2/a1&#10;3S3m0YFTuU/d+Vplb6WGgy5dgvDU+X/41z5oBdMYvl/CD5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CW2lC+AAAA2wAAAA8AAAAAAAAAAAAAAAAAmAIAAGRycy9kb3ducmV2&#10;LnhtbFBLBQYAAAAABAAEAPUAAACDAwAAAAA=&#10;" strokecolor="#00aeef" strokeweight="3pt">
                  <v:fill opacity="0"/>
                </v:rect>
                <v:shape id="Text Box 22" o:spid="_x0000_s1037" type="#_x0000_t202" style="position:absolute;left:1905;top:1714;width:59245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    <v:textbox>
                    <w:txbxContent>
                      <w:p w:rsidR="00733192" w:rsidRPr="002C1EE8" w:rsidRDefault="00733192" w:rsidP="002C1EE8">
                        <w:pPr>
                          <w:spacing w:after="120"/>
                          <w:rPr>
                            <w:b/>
                            <w:noProof/>
                            <w:color w:val="49AA48"/>
                            <w:sz w:val="28"/>
                            <w:szCs w:val="28"/>
                            <w:lang w:eastAsia="en-NZ"/>
                          </w:rPr>
                        </w:pPr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Mena </w:t>
                        </w:r>
                        <w:proofErr w:type="spellStart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kua</w:t>
                        </w:r>
                        <w:proofErr w:type="spellEnd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hapū</w:t>
                        </w:r>
                        <w:proofErr w:type="spellEnd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koe</w:t>
                        </w:r>
                        <w:proofErr w:type="spellEnd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</w:t>
                        </w:r>
                        <w:proofErr w:type="spellEnd"/>
                        <w:r w:rsidRPr="002C1EE8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tētahi atu rānei e noho ana ki tō kāinga , me ahuahi kore te āhua o tō kāinga me tō motukā kia pakari ai te hauora o tāu pēpi mai i te tīmatanga.</w:t>
                        </w:r>
                      </w:p>
                      <w:p w:rsidR="002C1EE8" w:rsidRPr="002C1EE8" w:rsidRDefault="002C1EE8" w:rsidP="002C1EE8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2C1EE8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If you or someone living in your home is pregnant, a </w:t>
                        </w:r>
                        <w:proofErr w:type="spellStart"/>
                        <w:r w:rsidRPr="002C1EE8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Smokefree</w:t>
                        </w:r>
                        <w:proofErr w:type="spellEnd"/>
                        <w:r w:rsidRPr="002C1EE8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home and car will help protect the developing baby from tobacco smoke and give them the best start to life.</w:t>
                        </w:r>
                      </w:p>
                      <w:p w:rsidR="00733192" w:rsidRPr="00B65FC2" w:rsidRDefault="00733192" w:rsidP="00B65FC2"/>
                    </w:txbxContent>
                  </v:textbox>
                </v:shape>
                <v:shape id="Picture 78" o:spid="_x0000_s1038" type="#_x0000_t75" style="position:absolute;left:15906;top:16097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X5jrGAAAA2wAAAA8AAABkcnMvZG93bnJldi54bWxEj8FqwkAQhu8F32EZoZeim5aikrpKUVoK&#10;7cWohd6m2TFZzc6G7FbTt+8cCh6Hf/5v5psve9+oM3XRBTZwP85AEZfBOq4M7LYvoxmomJAtNoHJ&#10;wC9FWC4GN3PMbbjwhs5FqpRAOOZooE6pzbWOZU0e4zi0xJIdQucxydhV2nZ4Ebhv9EOWTbRHx3Kh&#10;xpZWNZWn4scL5fhdrNafH3ry9XjYv99Ft96/OmNuh/3zE6hEfbou/7ffrIGpPCsu4gF68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NfmOsYAAADbAAAADwAAAAAAAAAAAAAA&#10;AACfAgAAZHJzL2Rvd25yZXYueG1sUEsFBgAAAAAEAAQA9wAAAJIDAAAAAA==&#10;">
                  <v:imagedata r:id="rId5" o:title=""/>
                  <v:path arrowok="t"/>
                </v:shape>
                <w10:wrap anchorx="margin"/>
              </v:group>
            </w:pict>
          </mc:Fallback>
        </mc:AlternateContent>
      </w: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632E5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632E5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6C19BF" w:rsidRPr="0069635A" w:rsidRDefault="006C19BF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072AD2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F432A7" w:rsidRDefault="00F432A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C073CC" w:rsidRPr="0069635A" w:rsidRDefault="0069635A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7A2F9CFA" wp14:editId="0FA62ADB">
                <wp:simplePos x="0" y="0"/>
                <wp:positionH relativeFrom="margin">
                  <wp:posOffset>-401320</wp:posOffset>
                </wp:positionH>
                <wp:positionV relativeFrom="paragraph">
                  <wp:posOffset>152400</wp:posOffset>
                </wp:positionV>
                <wp:extent cx="6524625" cy="2124075"/>
                <wp:effectExtent l="19050" t="19050" r="28575" b="28575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2124075"/>
                          <a:chOff x="0" y="0"/>
                          <a:chExt cx="6524625" cy="2124075"/>
                        </a:xfrm>
                      </wpg:grpSpPr>
                      <wps:wsp>
                        <wps:cNvPr id="4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24625" cy="2124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6" name="Group 66"/>
                        <wpg:cNvGrpSpPr/>
                        <wpg:grpSpPr>
                          <a:xfrm>
                            <a:off x="200025" y="171450"/>
                            <a:ext cx="6163915" cy="1866264"/>
                            <a:chOff x="0" y="0"/>
                            <a:chExt cx="6163915" cy="1866264"/>
                          </a:xfrm>
                        </wpg:grpSpPr>
                        <wps:wsp>
                          <wps:cNvPr id="4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163915" cy="12868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635A" w:rsidRPr="00644A93" w:rsidRDefault="0069635A" w:rsidP="0069635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E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whā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mano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rahi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ngā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momo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paitini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roto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auahi-tuarua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. 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O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roto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taua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whā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mano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, e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rua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rau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, e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rima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tekau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rahi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aua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paitini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e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tipu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ai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 mate </w:t>
                                </w:r>
                                <w:proofErr w:type="spellStart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>puku</w:t>
                                </w:r>
                                <w:proofErr w:type="spellEnd"/>
                                <w:r w:rsidRPr="00644A93"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  <w:t xml:space="preserve">. </w:t>
                                </w:r>
                              </w:p>
                              <w:p w:rsidR="0069635A" w:rsidRPr="00B7527A" w:rsidRDefault="0069635A" w:rsidP="0069635A">
                                <w:pPr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B7527A">
                                  <w:rPr>
                                    <w:bCs/>
                                    <w:i/>
                                    <w:i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Second-hand smoke contains more than 4,000 chemical compounds of which at least 250 are known to be toxic or can cause cancer.</w:t>
                                </w:r>
                              </w:p>
                              <w:p w:rsidR="0069635A" w:rsidRPr="002404B1" w:rsidRDefault="0069635A" w:rsidP="0069635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69635A" w:rsidRDefault="0069635A" w:rsidP="0069635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69635A" w:rsidRDefault="0069635A" w:rsidP="0069635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5" name="Picture 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8750" y="1174763"/>
                              <a:ext cx="2990850" cy="6915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F9CFA" id="Group 73" o:spid="_x0000_s1039" style="position:absolute;margin-left:-31.6pt;margin-top:12pt;width:513.75pt;height:167.25pt;z-index:251830272;mso-position-horizontal-relative:margin;mso-height-relative:margin" coordsize="65246,21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">
                <v:rect id="Rectangle 2" o:spid="_x0000_s1040" style="position:absolute;width:65246;height:21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ACMQA&#10;AADbAAAADwAAAGRycy9kb3ducmV2LnhtbESPQWvCQBSE7wX/w/KEXkrdWFRC6ipBWinqRS2eX7PP&#10;JJh9G7NbE/+9Kwgeh5n5hpnOO1OJCzWutKxgOIhAEGdWl5wr+N1/v8cgnEfWWFkmBVdyMJ/1XqaY&#10;aNvyli47n4sAYZeggsL7OpHSZQUZdANbEwfvaBuDPsgml7rBNsBNJT+iaCINlhwWCqxpUVB22v0b&#10;BV9Lc4gP4+Vf+rZdy/Nkk65i0yr12u/STxCeOv8MP9o/WsFoCPcv4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kgAjEAAAA2wAAAA8AAAAAAAAAAAAAAAAAmAIAAGRycy9k&#10;b3ducmV2LnhtbFBLBQYAAAAABAAEAPUAAACJAwAAAAA=&#10;" strokecolor="#00aeef" strokeweight="3pt">
                  <v:fill opacity="0"/>
                </v:rect>
                <v:group id="Group 66" o:spid="_x0000_s1041" style="position:absolute;left:2000;top:1714;width:61639;height:18663" coordsize="61639,18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42" type="#_x0000_t202" style="position:absolute;width:61639;height:12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      <v:textbox>
                      <w:txbxContent>
                        <w:p w:rsidR="0069635A" w:rsidRPr="00644A93" w:rsidRDefault="0069635A" w:rsidP="0069635A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E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whā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mano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rahi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ngā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momo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paitini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roto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auahi-tuarua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.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O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roto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taua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whā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mano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, e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rua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rau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, e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rima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tekau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rahi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aua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paitini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e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tipu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ai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 mate </w:t>
                          </w:r>
                          <w:proofErr w:type="spellStart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>puku</w:t>
                          </w:r>
                          <w:proofErr w:type="spellEnd"/>
                          <w:r w:rsidRPr="00644A93"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  <w:t xml:space="preserve">. </w:t>
                          </w:r>
                        </w:p>
                        <w:p w:rsidR="0069635A" w:rsidRPr="00B7527A" w:rsidRDefault="0069635A" w:rsidP="0069635A">
                          <w:pPr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7527A">
                            <w:rPr>
                              <w:bCs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  <w:t>Second-hand smoke contains more than 4,000 chemical compounds of which at least 250 are known to be toxic or can cause cancer.</w:t>
                          </w:r>
                        </w:p>
                        <w:p w:rsidR="0069635A" w:rsidRPr="002404B1" w:rsidRDefault="0069635A" w:rsidP="0069635A">
                          <w:pPr>
                            <w:rPr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  <w:p w:rsidR="0069635A" w:rsidRDefault="0069635A" w:rsidP="0069635A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</w:p>
                        <w:p w:rsidR="0069635A" w:rsidRDefault="0069635A" w:rsidP="0069635A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5" o:spid="_x0000_s1043" type="#_x0000_t75" style="position:absolute;left:14287;top:11747;width:29909;height:6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P33nFAAAA2wAAAA8AAABkcnMvZG93bnJldi54bWxEj0FrwkAUhO9C/8PyCr1I3bRoKNFVRGkR&#10;6sVYC95es89ka/ZtyG41/feuIHgcZuYbZjLrbC1O1HrjWMHLIAFBXDhtuFTwtX1/fgPhA7LG2jEp&#10;+CcPs+lDb4KZdmfe0CkPpYgQ9hkqqEJoMil9UZFFP3ANcfQOrrUYomxLqVs8R7it5WuSpNKi4bhQ&#10;YUOLiopj/mcj5fcnXyy/1zLdDw+7z743y92HUerpsZuPQQTqwj18a6+0gnQE1y/xB8jp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D995xQAAANsAAAAPAAAAAAAAAAAAAAAA&#10;AJ8CAABkcnMvZG93bnJldi54bWxQSwUGAAAAAAQABAD3AAAAkQMAAAAA&#10;">
                    <v:imagedata r:id="rId6" o:title="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F432A7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B59A22B" wp14:editId="28AF0A90">
                <wp:simplePos x="0" y="0"/>
                <wp:positionH relativeFrom="margin">
                  <wp:posOffset>-401320</wp:posOffset>
                </wp:positionH>
                <wp:positionV relativeFrom="paragraph">
                  <wp:posOffset>113665</wp:posOffset>
                </wp:positionV>
                <wp:extent cx="6486525" cy="1981200"/>
                <wp:effectExtent l="19050" t="19050" r="28575" b="190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981200"/>
                          <a:chOff x="0" y="0"/>
                          <a:chExt cx="6486525" cy="1981200"/>
                        </a:xfrm>
                      </wpg:grpSpPr>
                      <wps:wsp>
                        <wps:cNvPr id="9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9812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0"/>
                            <a:ext cx="5924550" cy="10001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941" w:rsidRPr="001A2941" w:rsidRDefault="001A2941" w:rsidP="001A2941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Mena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kua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āhua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tamaiti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ao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pakari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ake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me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tōna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hauora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1A2941" w:rsidRPr="001A2941" w:rsidRDefault="001A2941" w:rsidP="001A2941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Children have a better chance of staying healthy in a </w:t>
                              </w:r>
                              <w:proofErr w:type="spellStart"/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Smokefree</w:t>
                              </w:r>
                              <w:proofErr w:type="spellEnd"/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environment.</w:t>
                              </w:r>
                            </w:p>
                            <w:p w:rsidR="001A2941" w:rsidRPr="00B65FC2" w:rsidRDefault="001A2941" w:rsidP="001A29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350" y="120967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59A22B" id="Group 94" o:spid="_x0000_s1044" style="position:absolute;margin-left:-31.6pt;margin-top:8.95pt;width:510.75pt;height:156pt;z-index:251657216;mso-position-horizontal-relative:margin" coordsize="64865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">
                <v:rect id="Rectangle 21" o:spid="_x0000_s1045" style="position:absolute;width:64865;height:198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dHr4A&#10;AADbAAAADwAAAGRycy9kb3ducmV2LnhtbESPSwvCMBCE74L/IazgTVMFX9UoRRC9+sDz0qxtsdmU&#10;JtbqrzeC4HGYmW+Y1aY1pWiodoVlBaNhBII4tbrgTMHlvBvMQTiPrLG0TApe5GCz7nZWGGv75CM1&#10;J5+JAGEXo4Lc+yqW0qU5GXRDWxEH72Zrgz7IOpO6xmeAm1KOo2gqDRYcFnKsaJtTej89jIIxNs1r&#10;u5vPogMncp+487VM30r1e22yBOGp9f/wr33QChYT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ZHR6+AAAA2wAAAA8AAAAAAAAAAAAAAAAAmAIAAGRycy9kb3ducmV2&#10;LnhtbFBLBQYAAAAABAAEAPUAAACDAwAAAAA=&#10;" strokecolor="#00aeef" strokeweight="3pt">
                  <v:fill opacity="0"/>
                </v:rect>
                <v:shape id="Text Box 22" o:spid="_x0000_s1046" type="#_x0000_t202" style="position:absolute;left:2667;top:1905;width:59245;height:10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fFy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fFyMMAAADbAAAADwAAAAAAAAAAAAAAAACYAgAAZHJzL2Rv&#10;d25yZXYueG1sUEsFBgAAAAAEAAQA9QAAAIgDAAAAAA==&#10;" stroked="f">
                  <v:textbox>
                    <w:txbxContent>
                      <w:p w:rsidR="001A2941" w:rsidRPr="001A2941" w:rsidRDefault="001A2941" w:rsidP="001A2941">
                        <w:pPr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</w:pPr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Mena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kua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āhua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tamaiti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ao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pakari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ake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me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tōna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hauora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1A2941" w:rsidRPr="001A2941" w:rsidRDefault="001A2941" w:rsidP="001A2941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Children have a better chance of staying healthy in a </w:t>
                        </w:r>
                        <w:proofErr w:type="spellStart"/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Smokefree</w:t>
                        </w:r>
                        <w:proofErr w:type="spellEnd"/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environment.</w:t>
                        </w:r>
                      </w:p>
                      <w:p w:rsidR="001A2941" w:rsidRPr="00B65FC2" w:rsidRDefault="001A2941" w:rsidP="001A2941"/>
                    </w:txbxContent>
                  </v:textbox>
                </v:shape>
                <v:shape id="Picture 97" o:spid="_x0000_s1047" type="#_x0000_t75" style="position:absolute;left:16573;top:1209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ElLLHAAAA2wAAAA8AAABkcnMvZG93bnJldi54bWxEj1trAjEUhN8L/Q/hFHwpmq2Il61RitIi&#10;1BfXC/h2ujnupt2cLJtU13/fCAUfh5n5hpnOW1uJMzXeOFbw0ktAEOdOGy4U7Lbv3TEIH5A1Vo5J&#10;wZU8zGePD1NMtbvwhs5ZKESEsE9RQRlCnUrp85Is+p6riaN3co3FEGVTSN3gJcJtJftJMpQWDceF&#10;EmtalJT/ZL82Ur6/ssXysJbD4+C0/3z2Zrn/MEp1ntq3VxCB2nAP/7dXWsFkBLcv8QfI2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VElLLHAAAA2wAAAA8AAAAAAAAAAAAA&#10;AAAAnwIAAGRycy9kb3ducmV2LnhtbFBLBQYAAAAABAAEAPcAAACTAwAAAAA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bookmarkStart w:id="0" w:name="_GoBack"/>
      <w:bookmarkEnd w:id="0"/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F432A7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E565210" wp14:editId="30970E39">
                <wp:simplePos x="0" y="0"/>
                <wp:positionH relativeFrom="margin">
                  <wp:posOffset>-401320</wp:posOffset>
                </wp:positionH>
                <wp:positionV relativeFrom="paragraph">
                  <wp:posOffset>263525</wp:posOffset>
                </wp:positionV>
                <wp:extent cx="6486525" cy="2133600"/>
                <wp:effectExtent l="19050" t="19050" r="28575" b="190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2133600"/>
                          <a:chOff x="0" y="0"/>
                          <a:chExt cx="6486525" cy="2133600"/>
                        </a:xfrm>
                      </wpg:grpSpPr>
                      <wps:wsp>
                        <wps:cNvPr id="10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2133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66675"/>
                            <a:ext cx="5848350" cy="12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941" w:rsidRPr="00E97CE5" w:rsidRDefault="001A2941" w:rsidP="00E97CE5">
                              <w:pPr>
                                <w:spacing w:before="240" w:after="120"/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He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nui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ake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whakapāhanga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kino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momi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paipa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pakupaku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. He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iti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iho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ō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pakupaku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pūkahukahu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1A2941" w:rsidRPr="001A2941" w:rsidRDefault="001A2941" w:rsidP="00E97CE5">
                              <w:pPr>
                                <w:spacing w:before="60"/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Children and infants are more vulnerable to tobacco smoke than adults.  Children have smaller airways, breathe faster and their immune systems are still developing.</w:t>
                              </w:r>
                            </w:p>
                            <w:p w:rsidR="001A2941" w:rsidRPr="001A2941" w:rsidRDefault="001A2941" w:rsidP="001A2941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1A2941" w:rsidRPr="00B65FC2" w:rsidRDefault="001A2941" w:rsidP="001A29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3075" y="137160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565210" id="Group 107" o:spid="_x0000_s1048" style="position:absolute;margin-left:-31.6pt;margin-top:20.75pt;width:510.75pt;height:168pt;z-index:251724800;mso-position-horizontal-relative:margin" coordsize="64865,21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">
                <v:rect id="Rectangle 21" o:spid="_x0000_s1049" style="position:absolute;width:64865;height:213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n7b4A&#10;AADcAAAADwAAAGRycy9kb3ducmV2LnhtbERPy6rCMBDdX/AfwgjurokiWqpRiiC69YHroRnbYjMp&#10;TazVrzcXLribw3nOatPbWnTU+sqxhslYgSDOnam40HA5734TED4gG6wdk4YXedisBz8rTI178pG6&#10;UyhEDGGfooYyhCaV0uclWfRj1xBH7uZaiyHCtpCmxWcMt7WcKjWXFiuODSU2tC0pv58eVsMUu+61&#10;3SULdeBM7jN/vtb5W+vRsM+WIAL14Sv+dx9MnK9m8PdMv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yL5+2+AAAA3AAAAA8AAAAAAAAAAAAAAAAAmAIAAGRycy9kb3ducmV2&#10;LnhtbFBLBQYAAAAABAAEAPUAAACDAwAAAAA=&#10;" strokecolor="#00aeef" strokeweight="3pt">
                  <v:fill opacity="0"/>
                </v:rect>
                <v:shape id="Text Box 22" o:spid="_x0000_s1050" type="#_x0000_t202" style="position:absolute;left:3905;top:666;width:58483;height:1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sib8A&#10;AADcAAAADwAAAGRycy9kb3ducmV2LnhtbERPy6rCMBDdX/AfwghuLtdU8VmNooLitl4/YGzGtthM&#10;ShNt/XsjCO7mcJ6zXLemFA+qXWFZwaAfgSBOrS44U3D+3//NQDiPrLG0TAqe5GC96vwsMda24YQe&#10;J5+JEMIuRgW591UspUtzMuj6tiIO3NXWBn2AdSZ1jU0IN6UcRtFEGiw4NORY0S6n9Ha6GwXXY/M7&#10;njeXgz9Pk9Fki8X0Yp9K9brtZgHCU+u/4o/7qMP8aAzvZ8IF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6+yJvwAAANwAAAAPAAAAAAAAAAAAAAAAAJgCAABkcnMvZG93bnJl&#10;di54bWxQSwUGAAAAAAQABAD1AAAAhAMAAAAA&#10;" stroked="f">
                  <v:textbox>
                    <w:txbxContent>
                      <w:p w:rsidR="001A2941" w:rsidRPr="00E97CE5" w:rsidRDefault="001A2941" w:rsidP="00E97CE5">
                        <w:pPr>
                          <w:spacing w:before="240" w:after="120"/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</w:pPr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He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nui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ake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whakapāhanga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kino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momi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paipa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pakupaku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. He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iti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iho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ō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pakupaku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pūkahukahu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1A2941" w:rsidRPr="001A2941" w:rsidRDefault="001A2941" w:rsidP="00E97CE5">
                        <w:pPr>
                          <w:spacing w:before="60"/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Children and infants are more vulnerable to tobacco smoke than adults.  Children have smaller airways, breathe faster and their immune systems are still developing.</w:t>
                        </w:r>
                      </w:p>
                      <w:p w:rsidR="001A2941" w:rsidRPr="001A2941" w:rsidRDefault="001A2941" w:rsidP="001A2941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</w:p>
                      <w:p w:rsidR="001A2941" w:rsidRPr="00B65FC2" w:rsidRDefault="001A2941" w:rsidP="001A2941"/>
                    </w:txbxContent>
                  </v:textbox>
                </v:shape>
                <v:shape id="Picture 106" o:spid="_x0000_s1051" type="#_x0000_t75" style="position:absolute;left:17430;top:1371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n/vPHAAAA3AAAAA8AAABkcnMvZG93bnJldi54bWxEj0FrwkAQhe+F/odlCl5EN5USJLqKKC2F&#10;9mI0grcxOyZrs7Mhu9X033cLQm8zvPe+eTNf9rYRV+q8cazgeZyAIC6dNlwp2O9eR1MQPiBrbByT&#10;gh/ysFw8Pswx0+7GW7rmoRIRwj5DBXUIbSalL2uy6MeuJY7a2XUWQ1y7SuoObxFuGzlJklRaNBwv&#10;1NjSuqbyK/+2kXI55evN4VOmx5dz8TH0ZlO8GaUGT/1qBiJQH/7N9/S7jvWTFP6eiRPIx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6n/vPHAAAA3AAAAA8AAAAAAAAAAAAA&#10;AAAAnwIAAGRycy9kb3ducmV2LnhtbFBLBQYAAAAABAAEAPcAAACTAwAAAAA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69635A" w:rsidP="009D3A9E">
      <w:pPr>
        <w:pStyle w:val="Default"/>
        <w:spacing w:line="276" w:lineRule="auto"/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66383C65" wp14:editId="1671DE43">
                <wp:simplePos x="0" y="0"/>
                <wp:positionH relativeFrom="margin">
                  <wp:posOffset>-401320</wp:posOffset>
                </wp:positionH>
                <wp:positionV relativeFrom="paragraph">
                  <wp:posOffset>314960</wp:posOffset>
                </wp:positionV>
                <wp:extent cx="6486525" cy="1981200"/>
                <wp:effectExtent l="19050" t="19050" r="28575" b="1905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981200"/>
                          <a:chOff x="0" y="0"/>
                          <a:chExt cx="6486525" cy="1981200"/>
                        </a:xfrm>
                      </wpg:grpSpPr>
                      <wps:wsp>
                        <wps:cNvPr id="9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9812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0"/>
                            <a:ext cx="5924550" cy="10001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35A" w:rsidRDefault="0069635A" w:rsidP="0069635A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Me ū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koe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roto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motokā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hei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āhurutanga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mā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tamariki</w:t>
                              </w:r>
                              <w:proofErr w:type="spellEnd"/>
                              <w:r w:rsidRPr="00C073CC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69635A" w:rsidRPr="002C1EE8" w:rsidRDefault="0069635A" w:rsidP="0069635A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073CC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Commit to making your home and car a healthy </w:t>
                              </w:r>
                              <w:proofErr w:type="spellStart"/>
                              <w:r w:rsidRPr="00C073CC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Smokefree</w:t>
                              </w:r>
                              <w:proofErr w:type="spellEnd"/>
                              <w:r w:rsidRPr="00C073CC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space for children.</w:t>
                              </w:r>
                            </w:p>
                            <w:p w:rsidR="0069635A" w:rsidRPr="00B65FC2" w:rsidRDefault="0069635A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350" y="120967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383C65" id="Group 93" o:spid="_x0000_s1052" style="position:absolute;margin-left:-31.6pt;margin-top:24.8pt;width:510.75pt;height:156pt;z-index:251841536;mso-position-horizontal-relative:margin" coordsize="64865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">
                <v:rect id="Rectangle 21" o:spid="_x0000_s1053" style="position:absolute;width:64865;height:198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6+hrsA&#10;AADbAAAADwAAAGRycy9kb3ducmV2LnhtbERPyQrCMBC9C/5DGMGbpnpwqaalCKJXFzwPzdgWm0lp&#10;Yq1+vTkIHh9v36a9qUVHrassK5hNIxDEudUVFwqul/1kBcJ5ZI21ZVLwJgdpMhxsMdb2xSfqzr4Q&#10;IYRdjApK75tYSpeXZNBNbUMcuLttDfoA20LqFl8h3NRyHkULabDi0FBiQ7uS8sf5aRTMseveu/1q&#10;GR05k4fMXW51/lFqPOqzDQhPvf+Lf+6jVrAO68OX8ANk8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luvoa7AAAA2wAAAA8AAAAAAAAAAAAAAAAAmAIAAGRycy9kb3ducmV2Lnht&#10;bFBLBQYAAAAABAAEAPUAAACAAwAAAAA=&#10;" strokecolor="#00aeef" strokeweight="3pt">
                  <v:fill opacity="0"/>
                </v:rect>
                <v:shape id="Text Box 22" o:spid="_x0000_s1054" type="#_x0000_t202" style="position:absolute;left:2667;top:1905;width:59245;height:10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5dvM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1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5dvMMAAADbAAAADwAAAAAAAAAAAAAAAACYAgAAZHJzL2Rv&#10;d25yZXYueG1sUEsFBgAAAAAEAAQA9QAAAIgDAAAAAA==&#10;" stroked="f">
                  <v:textbox>
                    <w:txbxContent>
                      <w:p w:rsidR="0069635A" w:rsidRDefault="0069635A" w:rsidP="0069635A">
                        <w:pPr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</w:pPr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Me ū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koe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roto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motokā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hei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āhurutanga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mā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tamariki</w:t>
                        </w:r>
                        <w:proofErr w:type="spellEnd"/>
                        <w:r w:rsidRPr="00C073CC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69635A" w:rsidRPr="002C1EE8" w:rsidRDefault="0069635A" w:rsidP="0069635A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C073CC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Commit to making your home and car a healthy </w:t>
                        </w:r>
                        <w:proofErr w:type="spellStart"/>
                        <w:r w:rsidRPr="00C073CC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Smokefree</w:t>
                        </w:r>
                        <w:proofErr w:type="spellEnd"/>
                        <w:r w:rsidRPr="00C073CC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space for children.</w:t>
                        </w:r>
                      </w:p>
                      <w:p w:rsidR="0069635A" w:rsidRPr="00B65FC2" w:rsidRDefault="0069635A" w:rsidP="0069635A"/>
                    </w:txbxContent>
                  </v:textbox>
                </v:shape>
                <v:shape id="Picture 92" o:spid="_x0000_s1055" type="#_x0000_t75" style="position:absolute;left:16573;top:1209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zNyrGAAAA2wAAAA8AAABkcnMvZG93bnJldi54bWxEj0FrwkAUhO8F/8PyhF5K3ShFbOoqolQK&#10;ejFtCr29Zp/JavZtyK4a/323IHgcZuYbZjrvbC3O1HrjWMFwkIAgLpw2XCr4+nx/noDwAVlj7ZgU&#10;XMnDfNZ7mGKq3YV3dM5CKSKEfYoKqhCaVEpfVGTRD1xDHL29ay2GKNtS6hYvEW5rOUqSsbRoOC5U&#10;2NCyouKYnWykHH6z5ep7K8c/L/t88+TNKl8bpR773eINRKAu3MO39odW8DqC/y/xB8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TM3KsYAAADb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9D3A9E" w:rsidRPr="0069635A" w:rsidRDefault="009D3A9E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9D3A9E" w:rsidRPr="0069635A" w:rsidRDefault="009D3A9E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9D3A9E" w:rsidRPr="0069635A" w:rsidRDefault="009D3A9E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80F62" w:rsidRPr="0069635A" w:rsidRDefault="00680F6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9D3A9E" w:rsidRPr="0069635A" w:rsidRDefault="009D3A9E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9D3A9E" w:rsidRPr="0069635A" w:rsidRDefault="009D3A9E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9D3A9E" w:rsidRPr="0069635A" w:rsidRDefault="009D3A9E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F432A7" w:rsidRDefault="00F432A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B65FC2" w:rsidRPr="0069635A" w:rsidRDefault="00B65FC2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E97CE5" w:rsidRPr="0069635A" w:rsidRDefault="00E97CE5" w:rsidP="009D3A9E">
      <w:pPr>
        <w:spacing w:after="0"/>
        <w:rPr>
          <w:b/>
          <w:color w:val="000000" w:themeColor="text1"/>
          <w:sz w:val="28"/>
          <w:szCs w:val="28"/>
        </w:rPr>
      </w:pPr>
      <w:r w:rsidRPr="0069635A">
        <w:rPr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7351AF13" wp14:editId="1FB66464">
                <wp:simplePos x="0" y="0"/>
                <wp:positionH relativeFrom="margin">
                  <wp:posOffset>-382270</wp:posOffset>
                </wp:positionH>
                <wp:positionV relativeFrom="paragraph">
                  <wp:posOffset>290195</wp:posOffset>
                </wp:positionV>
                <wp:extent cx="6486525" cy="2143125"/>
                <wp:effectExtent l="19050" t="19050" r="28575" b="2857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2143125"/>
                          <a:chOff x="0" y="0"/>
                          <a:chExt cx="6486525" cy="2143125"/>
                        </a:xfrm>
                      </wpg:grpSpPr>
                      <wps:wsp>
                        <wps:cNvPr id="11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2143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171451"/>
                            <a:ext cx="5924550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CE5" w:rsidRPr="00E97CE5" w:rsidRDefault="00E97CE5" w:rsidP="00E97CE5">
                              <w:pPr>
                                <w:rPr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I a tau,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a tau,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kotahi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mano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, e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rima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rau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ngā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tamariki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pokaina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ō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rātou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taringa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mā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tūkinotanga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tuarua</w:t>
                              </w:r>
                              <w:proofErr w:type="spellEnd"/>
                              <w:r w:rsidRPr="00E97CE5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E97CE5" w:rsidRPr="00B65FC2" w:rsidRDefault="00E97CE5" w:rsidP="00E97CE5">
                              <w:pPr>
                                <w:spacing w:before="240"/>
                              </w:pPr>
                              <w:r w:rsidRPr="00E97CE5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Every year 1500 young children have ear operations because of damage caused by second-hand smoke.  Untreated ear problems can lead to deafness and learning difficulties.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925" y="137160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51AF13" id="Group 113" o:spid="_x0000_s1056" style="position:absolute;margin-left:-30.1pt;margin-top:22.85pt;width:510.75pt;height:168.75pt;z-index:251779072;mso-position-horizontal-relative:margin" coordsize="64865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">
                <v:rect id="Rectangle 21" o:spid="_x0000_s1057" style="position:absolute;width:64865;height:214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JxMLwA&#10;AADcAAAADwAAAGRycy9kb3ducmV2LnhtbERPSwrCMBDdC94hjOBOU0W0VKMUQXTrB9dDM7bFZlKa&#10;WKunN4Lgbh7vO6tNZyrRUuNKywom4wgEcWZ1ybmCy3k3ikE4j6yxskwKXuRgs+73Vpho++QjtSef&#10;ixDCLkEFhfd1IqXLCjLoxrYmDtzNNgZ9gE0udYPPEG4qOY2iuTRYcmgosKZtQdn99DAKpti2r+0u&#10;XkQHTuU+dedrlb2VGg66dAnCU+f/4p/7oMP8yQy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UnEwvAAAANwAAAAPAAAAAAAAAAAAAAAAAJgCAABkcnMvZG93bnJldi54&#10;bWxQSwUGAAAAAAQABAD1AAAAgQMAAAAA&#10;" strokecolor="#00aeef" strokeweight="3pt">
                  <v:fill opacity="0"/>
                </v:rect>
                <v:shape id="Text Box 22" o:spid="_x0000_s1058" type="#_x0000_t202" style="position:absolute;left:2857;top:1714;width:59246;height:12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<v:textbox>
                    <w:txbxContent>
                      <w:p w:rsidR="00E97CE5" w:rsidRPr="00E97CE5" w:rsidRDefault="00E97CE5" w:rsidP="00E97CE5">
                        <w:pPr>
                          <w:rPr>
                            <w:color w:val="49AA48"/>
                            <w:sz w:val="28"/>
                            <w:szCs w:val="28"/>
                          </w:rPr>
                        </w:pPr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I a tau,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a tau,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kotahi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mano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, e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rima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rau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ngā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tamariki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pokaina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ō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rātou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taringa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mā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tūkinotanga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tuarua</w:t>
                        </w:r>
                        <w:proofErr w:type="spellEnd"/>
                        <w:r w:rsidRPr="00E97CE5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E97CE5" w:rsidRPr="00B65FC2" w:rsidRDefault="00E97CE5" w:rsidP="00E97CE5">
                        <w:pPr>
                          <w:spacing w:before="240"/>
                        </w:pPr>
                        <w:r w:rsidRPr="00E97CE5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Every year 1500 young children have ear operations because of damage caused by second-hand smoke.  Untreated ear problems can lead to deafness and learning difficulties.</w:t>
                        </w:r>
                      </w:p>
                    </w:txbxContent>
                  </v:textbox>
                </v:shape>
                <v:shape id="Picture 116" o:spid="_x0000_s1059" type="#_x0000_t75" style="position:absolute;left:16859;top:1371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+aC7HAAAA3AAAAA8AAABkcnMvZG93bnJldi54bWxEj0FrwkAQhe9C/8MyBS9SN4qEkrpKUZSC&#10;vRibQm/T7Jhsm50N2a2m/94VBG8zvPe+eTNf9rYRJ+q8caxgMk5AEJdOG64UfBw2T88gfEDW2Dgm&#10;Bf/kYbl4GMwx0+7MezrloRIRwj5DBXUIbSalL2uy6MeuJY7a0XUWQ1y7SuoOzxFuGzlNklRaNBwv&#10;1NjSqqbyN/+zkfLzna/Wn+8y/Zodi93Im3WxNUoNH/vXFxCB+nA339JvOtafpHB9Jk4gFx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t+aC7HAAAA3AAAAA8AAAAAAAAAAAAA&#10;AAAAnwIAAGRycy9kb3ducmV2LnhtbFBLBQYAAAAABAAEAPcAAACTAwAAAAA=&#10;">
                  <v:imagedata r:id="rId5" o:title=""/>
                  <v:path arrowok="t"/>
                </v:shape>
                <w10:wrap anchorx="margin"/>
              </v:group>
            </w:pict>
          </mc:Fallback>
        </mc:AlternateContent>
      </w:r>
    </w:p>
    <w:p w:rsidR="00E97CE5" w:rsidRPr="0069635A" w:rsidRDefault="00E97CE5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E97CE5" w:rsidRPr="0069635A" w:rsidRDefault="00E97CE5" w:rsidP="009D3A9E">
      <w:pPr>
        <w:spacing w:after="0"/>
        <w:rPr>
          <w:b/>
          <w:color w:val="000000" w:themeColor="text1"/>
          <w:sz w:val="28"/>
          <w:szCs w:val="28"/>
        </w:rPr>
      </w:pPr>
    </w:p>
    <w:p w:rsidR="009D3A9E" w:rsidRPr="0069635A" w:rsidRDefault="009D3A9E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5B50AC" w:rsidRPr="0069635A" w:rsidRDefault="005B50AC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B50A13" w:rsidP="00822923">
      <w:pPr>
        <w:spacing w:after="0"/>
        <w:rPr>
          <w:color w:val="000000" w:themeColor="text1"/>
          <w:sz w:val="28"/>
          <w:szCs w:val="28"/>
        </w:rPr>
      </w:pPr>
      <w:r w:rsidRPr="0069635A">
        <w:rPr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B51E1B8" wp14:editId="0F4D5811">
                <wp:simplePos x="0" y="0"/>
                <wp:positionH relativeFrom="margin">
                  <wp:align>center</wp:align>
                </wp:positionH>
                <wp:positionV relativeFrom="paragraph">
                  <wp:posOffset>237490</wp:posOffset>
                </wp:positionV>
                <wp:extent cx="6486525" cy="1981200"/>
                <wp:effectExtent l="19050" t="19050" r="2857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981200"/>
                          <a:chOff x="0" y="0"/>
                          <a:chExt cx="6486525" cy="1981200"/>
                        </a:xfrm>
                      </wpg:grpSpPr>
                      <wps:wsp>
                        <wps:cNvPr id="9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9812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0"/>
                            <a:ext cx="5924550" cy="1114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35A" w:rsidRPr="001A2941" w:rsidRDefault="0069635A" w:rsidP="0069635A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ngaro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ngā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paitini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e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whā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mano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inā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e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ana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āhua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noho</w:t>
                              </w:r>
                              <w:proofErr w:type="spellEnd"/>
                              <w:r w:rsidRPr="001A2941">
                                <w:rPr>
                                  <w:b/>
                                  <w:bCs/>
                                  <w:i/>
                                  <w:iCs/>
                                  <w:color w:val="49AA48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69635A" w:rsidRPr="001A2941" w:rsidRDefault="0069635A" w:rsidP="0069635A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Making your home </w:t>
                              </w:r>
                              <w:proofErr w:type="spellStart"/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Smokefree</w:t>
                              </w:r>
                              <w:proofErr w:type="spellEnd"/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means 4,000 chemicals are no longer polluting your home environment.</w:t>
                              </w:r>
                            </w:p>
                            <w:p w:rsidR="0069635A" w:rsidRPr="001A2941" w:rsidRDefault="0069635A" w:rsidP="0069635A">
                              <w:pPr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A2941">
                                <w:rPr>
                                  <w:bCs/>
                                  <w:i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69635A" w:rsidRPr="00B65FC2" w:rsidRDefault="0069635A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350" y="120967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51E1B8" id="Group 102" o:spid="_x0000_s1060" style="position:absolute;margin-left:0;margin-top:18.7pt;width:510.75pt;height:156pt;z-index:251753472;mso-position-horizontal:center;mso-position-horizontal-relative:margin" coordsize="64865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">
                <v:rect id="Rectangle 21" o:spid="_x0000_s1061" style="position:absolute;width:64865;height:198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XG74A&#10;AADbAAAADwAAAGRycy9kb3ducmV2LnhtbESPzQrCMBCE74LvEFbwpqke1FajFEH06g+el2Zti82m&#10;NLFWn94IgsdhZr5hVpvOVKKlxpWWFUzGEQjizOqScwWX8260AOE8ssbKMil4kYPNut9bYaLtk4/U&#10;nnwuAoRdggoK7+tESpcVZNCNbU0cvJttDPogm1zqBp8Bbio5jaKZNFhyWCiwpm1B2f30MAqm2Lav&#10;7W4xjw6cyn3qztcqeys1HHTpEoSnzv/Dv/ZBK4hj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UFxu+AAAA2wAAAA8AAAAAAAAAAAAAAAAAmAIAAGRycy9kb3ducmV2&#10;LnhtbFBLBQYAAAAABAAEAPUAAACDAwAAAAA=&#10;" strokecolor="#00aeef" strokeweight="3pt">
                  <v:fill opacity="0"/>
                </v:rect>
                <v:shape id="Text Box 22" o:spid="_x0000_s1062" type="#_x0000_t202" style="position:absolute;left:2667;top:1905;width:59245;height:1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PEc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L4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E8RxQAAANwAAAAPAAAAAAAAAAAAAAAAAJgCAABkcnMv&#10;ZG93bnJldi54bWxQSwUGAAAAAAQABAD1AAAAigMAAAAA&#10;" stroked="f">
                  <v:textbox>
                    <w:txbxContent>
                      <w:p w:rsidR="0069635A" w:rsidRPr="001A2941" w:rsidRDefault="0069635A" w:rsidP="0069635A">
                        <w:pPr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</w:pP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ngaro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ngā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paitini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whā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mano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inā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ana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āhua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noho</w:t>
                        </w:r>
                        <w:proofErr w:type="spellEnd"/>
                        <w:r w:rsidRPr="001A2941">
                          <w:rPr>
                            <w:b/>
                            <w:bCs/>
                            <w:i/>
                            <w:iCs/>
                            <w:color w:val="49AA48"/>
                            <w:sz w:val="28"/>
                            <w:szCs w:val="28"/>
                          </w:rPr>
                          <w:t>.</w:t>
                        </w:r>
                      </w:p>
                      <w:p w:rsidR="0069635A" w:rsidRPr="001A2941" w:rsidRDefault="0069635A" w:rsidP="0069635A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Making your home </w:t>
                        </w:r>
                        <w:proofErr w:type="spellStart"/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Smokefree</w:t>
                        </w:r>
                        <w:proofErr w:type="spellEnd"/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 xml:space="preserve"> means 4,000 chemicals are no longer polluting your home environment.</w:t>
                        </w:r>
                      </w:p>
                      <w:p w:rsidR="0069635A" w:rsidRPr="001A2941" w:rsidRDefault="0069635A" w:rsidP="0069635A">
                        <w:pPr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A2941">
                          <w:rPr>
                            <w:bCs/>
                            <w:i/>
                            <w:i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</w:p>
                      <w:p w:rsidR="0069635A" w:rsidRPr="00B65FC2" w:rsidRDefault="0069635A" w:rsidP="0069635A"/>
                    </w:txbxContent>
                  </v:textbox>
                </v:shape>
                <v:shape id="Picture 101" o:spid="_x0000_s1063" type="#_x0000_t75" style="position:absolute;left:16573;top:12096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OZofGAAAA3AAAAA8AAABkcnMvZG93bnJldi54bWxEj0FrAjEQhe8F/0MYoZeiWUsRWY0iilKo&#10;l25V8DZuxt3oZrJsUl3/vREKvc3w3vvmzWTW2kpcqfHGsYJBPwFBnDttuFCw/Vn1RiB8QNZYOSYF&#10;d/Iwm3ZeJphqd+NvumahEBHCPkUFZQh1KqXPS7Lo+64mjtrJNRZDXJtC6gZvEW4r+Z4kQ2nRcLxQ&#10;Yk2LkvJL9msj5XzMFsv9Rg4PH6fd15s3y93aKPXabedjEIHa8G/+S3/qWD8ZwPOZOIGcP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U5mh8YAAADc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color w:val="000000" w:themeColor="text1"/>
          <w:sz w:val="28"/>
          <w:szCs w:val="28"/>
        </w:rPr>
      </w:pPr>
    </w:p>
    <w:sectPr w:rsidR="00E97CE5" w:rsidRPr="0069635A" w:rsidSect="004404B0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12"/>
    <w:rsid w:val="00000158"/>
    <w:rsid w:val="00001898"/>
    <w:rsid w:val="000019D0"/>
    <w:rsid w:val="00001CC8"/>
    <w:rsid w:val="00001CD4"/>
    <w:rsid w:val="0000207C"/>
    <w:rsid w:val="00003401"/>
    <w:rsid w:val="0000398E"/>
    <w:rsid w:val="00004756"/>
    <w:rsid w:val="00004DB2"/>
    <w:rsid w:val="000050EA"/>
    <w:rsid w:val="000053E1"/>
    <w:rsid w:val="000057BD"/>
    <w:rsid w:val="0000583A"/>
    <w:rsid w:val="00005C6D"/>
    <w:rsid w:val="000065FC"/>
    <w:rsid w:val="0000773D"/>
    <w:rsid w:val="00007C80"/>
    <w:rsid w:val="00007E25"/>
    <w:rsid w:val="00007EC1"/>
    <w:rsid w:val="0001061B"/>
    <w:rsid w:val="00011237"/>
    <w:rsid w:val="0001129C"/>
    <w:rsid w:val="00012832"/>
    <w:rsid w:val="00012F3A"/>
    <w:rsid w:val="00014284"/>
    <w:rsid w:val="00014A2B"/>
    <w:rsid w:val="0001546A"/>
    <w:rsid w:val="000160A3"/>
    <w:rsid w:val="00016344"/>
    <w:rsid w:val="00016682"/>
    <w:rsid w:val="00017825"/>
    <w:rsid w:val="00017B1B"/>
    <w:rsid w:val="00020469"/>
    <w:rsid w:val="00020AFF"/>
    <w:rsid w:val="0002105A"/>
    <w:rsid w:val="00021510"/>
    <w:rsid w:val="00021ECE"/>
    <w:rsid w:val="00022A76"/>
    <w:rsid w:val="00023F76"/>
    <w:rsid w:val="000242D8"/>
    <w:rsid w:val="00024340"/>
    <w:rsid w:val="00025B27"/>
    <w:rsid w:val="000270E1"/>
    <w:rsid w:val="000271ED"/>
    <w:rsid w:val="0002725A"/>
    <w:rsid w:val="000307F4"/>
    <w:rsid w:val="000318A1"/>
    <w:rsid w:val="000321CF"/>
    <w:rsid w:val="0003307F"/>
    <w:rsid w:val="00033219"/>
    <w:rsid w:val="0003326E"/>
    <w:rsid w:val="00033899"/>
    <w:rsid w:val="000346B2"/>
    <w:rsid w:val="00035365"/>
    <w:rsid w:val="0003551F"/>
    <w:rsid w:val="00035B8F"/>
    <w:rsid w:val="000365D1"/>
    <w:rsid w:val="00036C80"/>
    <w:rsid w:val="000370FB"/>
    <w:rsid w:val="00037B37"/>
    <w:rsid w:val="00037C3E"/>
    <w:rsid w:val="0004087C"/>
    <w:rsid w:val="000409B9"/>
    <w:rsid w:val="00040AAC"/>
    <w:rsid w:val="00040E8E"/>
    <w:rsid w:val="000410A8"/>
    <w:rsid w:val="00041774"/>
    <w:rsid w:val="00041E33"/>
    <w:rsid w:val="00042201"/>
    <w:rsid w:val="0004290B"/>
    <w:rsid w:val="00044795"/>
    <w:rsid w:val="00044E1C"/>
    <w:rsid w:val="00044EDA"/>
    <w:rsid w:val="000458DC"/>
    <w:rsid w:val="00045976"/>
    <w:rsid w:val="00045A28"/>
    <w:rsid w:val="00045B29"/>
    <w:rsid w:val="000466AB"/>
    <w:rsid w:val="00046738"/>
    <w:rsid w:val="00046D91"/>
    <w:rsid w:val="00047300"/>
    <w:rsid w:val="000501E1"/>
    <w:rsid w:val="00050251"/>
    <w:rsid w:val="000511CB"/>
    <w:rsid w:val="00051982"/>
    <w:rsid w:val="00052992"/>
    <w:rsid w:val="00052CD9"/>
    <w:rsid w:val="00053366"/>
    <w:rsid w:val="00053952"/>
    <w:rsid w:val="00053ACA"/>
    <w:rsid w:val="00053B18"/>
    <w:rsid w:val="0005513C"/>
    <w:rsid w:val="00056C7C"/>
    <w:rsid w:val="00060240"/>
    <w:rsid w:val="00060876"/>
    <w:rsid w:val="00060B59"/>
    <w:rsid w:val="00060C8F"/>
    <w:rsid w:val="0006163E"/>
    <w:rsid w:val="00061796"/>
    <w:rsid w:val="00061814"/>
    <w:rsid w:val="000630CE"/>
    <w:rsid w:val="000634C7"/>
    <w:rsid w:val="00063CF6"/>
    <w:rsid w:val="00064EEF"/>
    <w:rsid w:val="000650C9"/>
    <w:rsid w:val="00065FA7"/>
    <w:rsid w:val="000706E6"/>
    <w:rsid w:val="00070B46"/>
    <w:rsid w:val="00071F45"/>
    <w:rsid w:val="00072482"/>
    <w:rsid w:val="00072909"/>
    <w:rsid w:val="00072AD2"/>
    <w:rsid w:val="000732C9"/>
    <w:rsid w:val="00073BA2"/>
    <w:rsid w:val="000744E0"/>
    <w:rsid w:val="00075E86"/>
    <w:rsid w:val="000765A3"/>
    <w:rsid w:val="00077C0A"/>
    <w:rsid w:val="00077C66"/>
    <w:rsid w:val="00077E1A"/>
    <w:rsid w:val="00080AD2"/>
    <w:rsid w:val="00080F8F"/>
    <w:rsid w:val="00081080"/>
    <w:rsid w:val="00081157"/>
    <w:rsid w:val="00081888"/>
    <w:rsid w:val="00081C36"/>
    <w:rsid w:val="000838B1"/>
    <w:rsid w:val="00083D91"/>
    <w:rsid w:val="00083ECD"/>
    <w:rsid w:val="00083F91"/>
    <w:rsid w:val="00086100"/>
    <w:rsid w:val="00086CB4"/>
    <w:rsid w:val="0009025A"/>
    <w:rsid w:val="000916B8"/>
    <w:rsid w:val="00091A14"/>
    <w:rsid w:val="00091CA2"/>
    <w:rsid w:val="00093E2A"/>
    <w:rsid w:val="000943A8"/>
    <w:rsid w:val="0009466D"/>
    <w:rsid w:val="0009621D"/>
    <w:rsid w:val="00096EED"/>
    <w:rsid w:val="00097559"/>
    <w:rsid w:val="00097D1F"/>
    <w:rsid w:val="00097E2A"/>
    <w:rsid w:val="00097F40"/>
    <w:rsid w:val="000A0051"/>
    <w:rsid w:val="000A02B1"/>
    <w:rsid w:val="000A19AE"/>
    <w:rsid w:val="000A393A"/>
    <w:rsid w:val="000A469B"/>
    <w:rsid w:val="000A4AE1"/>
    <w:rsid w:val="000A57A3"/>
    <w:rsid w:val="000A6B0B"/>
    <w:rsid w:val="000A6C84"/>
    <w:rsid w:val="000A7757"/>
    <w:rsid w:val="000B037F"/>
    <w:rsid w:val="000B047E"/>
    <w:rsid w:val="000B30C2"/>
    <w:rsid w:val="000B39A6"/>
    <w:rsid w:val="000B493E"/>
    <w:rsid w:val="000B562F"/>
    <w:rsid w:val="000B57F3"/>
    <w:rsid w:val="000B5D4D"/>
    <w:rsid w:val="000B6209"/>
    <w:rsid w:val="000B6869"/>
    <w:rsid w:val="000B7635"/>
    <w:rsid w:val="000B7CAC"/>
    <w:rsid w:val="000B7FF3"/>
    <w:rsid w:val="000C0836"/>
    <w:rsid w:val="000C1BBE"/>
    <w:rsid w:val="000C1FDA"/>
    <w:rsid w:val="000C22AB"/>
    <w:rsid w:val="000C2DC5"/>
    <w:rsid w:val="000C4BCD"/>
    <w:rsid w:val="000C5B43"/>
    <w:rsid w:val="000C6A9B"/>
    <w:rsid w:val="000C7734"/>
    <w:rsid w:val="000C79BF"/>
    <w:rsid w:val="000D09D1"/>
    <w:rsid w:val="000D1050"/>
    <w:rsid w:val="000D122C"/>
    <w:rsid w:val="000D3086"/>
    <w:rsid w:val="000D3960"/>
    <w:rsid w:val="000D45E8"/>
    <w:rsid w:val="000D4CB9"/>
    <w:rsid w:val="000D4D4D"/>
    <w:rsid w:val="000D533A"/>
    <w:rsid w:val="000D57BD"/>
    <w:rsid w:val="000D6367"/>
    <w:rsid w:val="000D650E"/>
    <w:rsid w:val="000D6B83"/>
    <w:rsid w:val="000D7161"/>
    <w:rsid w:val="000D7C04"/>
    <w:rsid w:val="000E0079"/>
    <w:rsid w:val="000E0C3D"/>
    <w:rsid w:val="000E2338"/>
    <w:rsid w:val="000E2394"/>
    <w:rsid w:val="000E2575"/>
    <w:rsid w:val="000E3057"/>
    <w:rsid w:val="000E3344"/>
    <w:rsid w:val="000E4128"/>
    <w:rsid w:val="000E450F"/>
    <w:rsid w:val="000E51B7"/>
    <w:rsid w:val="000E56D0"/>
    <w:rsid w:val="000E5C1C"/>
    <w:rsid w:val="000E6227"/>
    <w:rsid w:val="000E7AEB"/>
    <w:rsid w:val="000E7B3C"/>
    <w:rsid w:val="000F081A"/>
    <w:rsid w:val="000F1018"/>
    <w:rsid w:val="000F1C4E"/>
    <w:rsid w:val="000F25D1"/>
    <w:rsid w:val="000F2EC6"/>
    <w:rsid w:val="000F3879"/>
    <w:rsid w:val="000F56BD"/>
    <w:rsid w:val="000F6283"/>
    <w:rsid w:val="000F6392"/>
    <w:rsid w:val="000F704C"/>
    <w:rsid w:val="000F74CD"/>
    <w:rsid w:val="000F79F2"/>
    <w:rsid w:val="000F7A62"/>
    <w:rsid w:val="000F7FC5"/>
    <w:rsid w:val="00100161"/>
    <w:rsid w:val="001001AF"/>
    <w:rsid w:val="0010104F"/>
    <w:rsid w:val="0010152D"/>
    <w:rsid w:val="00101990"/>
    <w:rsid w:val="00101CE4"/>
    <w:rsid w:val="00102634"/>
    <w:rsid w:val="00103DA3"/>
    <w:rsid w:val="00104835"/>
    <w:rsid w:val="00104E45"/>
    <w:rsid w:val="00106F36"/>
    <w:rsid w:val="00106FD8"/>
    <w:rsid w:val="0010731E"/>
    <w:rsid w:val="001073AD"/>
    <w:rsid w:val="00107E8C"/>
    <w:rsid w:val="001109FA"/>
    <w:rsid w:val="00111828"/>
    <w:rsid w:val="00111DCD"/>
    <w:rsid w:val="00111F60"/>
    <w:rsid w:val="001128D3"/>
    <w:rsid w:val="00113007"/>
    <w:rsid w:val="0011329F"/>
    <w:rsid w:val="00113D0F"/>
    <w:rsid w:val="00114099"/>
    <w:rsid w:val="0011451B"/>
    <w:rsid w:val="0011461C"/>
    <w:rsid w:val="00114D12"/>
    <w:rsid w:val="001153E4"/>
    <w:rsid w:val="0011690A"/>
    <w:rsid w:val="00116BF6"/>
    <w:rsid w:val="00116C06"/>
    <w:rsid w:val="00116DFF"/>
    <w:rsid w:val="00117463"/>
    <w:rsid w:val="00117B62"/>
    <w:rsid w:val="001203C4"/>
    <w:rsid w:val="00121080"/>
    <w:rsid w:val="0012204A"/>
    <w:rsid w:val="00122A67"/>
    <w:rsid w:val="001230ED"/>
    <w:rsid w:val="0012359E"/>
    <w:rsid w:val="0012398E"/>
    <w:rsid w:val="001239DE"/>
    <w:rsid w:val="00123B88"/>
    <w:rsid w:val="00124958"/>
    <w:rsid w:val="001268E5"/>
    <w:rsid w:val="00126D08"/>
    <w:rsid w:val="00127709"/>
    <w:rsid w:val="00130274"/>
    <w:rsid w:val="0013042F"/>
    <w:rsid w:val="0013057E"/>
    <w:rsid w:val="001306E8"/>
    <w:rsid w:val="0013085F"/>
    <w:rsid w:val="00130AB4"/>
    <w:rsid w:val="001310C7"/>
    <w:rsid w:val="00131A97"/>
    <w:rsid w:val="00131ED6"/>
    <w:rsid w:val="00132945"/>
    <w:rsid w:val="001349DD"/>
    <w:rsid w:val="00134D88"/>
    <w:rsid w:val="00134FF4"/>
    <w:rsid w:val="00136189"/>
    <w:rsid w:val="00136378"/>
    <w:rsid w:val="0013779D"/>
    <w:rsid w:val="00140DA0"/>
    <w:rsid w:val="00142332"/>
    <w:rsid w:val="001426D6"/>
    <w:rsid w:val="00142CBA"/>
    <w:rsid w:val="00143016"/>
    <w:rsid w:val="001434BD"/>
    <w:rsid w:val="00143993"/>
    <w:rsid w:val="00144F92"/>
    <w:rsid w:val="0014556F"/>
    <w:rsid w:val="001456B8"/>
    <w:rsid w:val="00145A90"/>
    <w:rsid w:val="00146075"/>
    <w:rsid w:val="00146205"/>
    <w:rsid w:val="00146227"/>
    <w:rsid w:val="0014675D"/>
    <w:rsid w:val="0014718E"/>
    <w:rsid w:val="00147384"/>
    <w:rsid w:val="0014774B"/>
    <w:rsid w:val="00150499"/>
    <w:rsid w:val="00150650"/>
    <w:rsid w:val="00150E7F"/>
    <w:rsid w:val="001511A4"/>
    <w:rsid w:val="001511BA"/>
    <w:rsid w:val="0015179B"/>
    <w:rsid w:val="001518DB"/>
    <w:rsid w:val="00152642"/>
    <w:rsid w:val="00152EA7"/>
    <w:rsid w:val="00153151"/>
    <w:rsid w:val="00153EF4"/>
    <w:rsid w:val="0015460F"/>
    <w:rsid w:val="001547F9"/>
    <w:rsid w:val="0015496C"/>
    <w:rsid w:val="001553FC"/>
    <w:rsid w:val="0015714A"/>
    <w:rsid w:val="001571A4"/>
    <w:rsid w:val="00157533"/>
    <w:rsid w:val="00157611"/>
    <w:rsid w:val="00157BA7"/>
    <w:rsid w:val="001607E1"/>
    <w:rsid w:val="00161446"/>
    <w:rsid w:val="00161BDB"/>
    <w:rsid w:val="0016249E"/>
    <w:rsid w:val="00162CFC"/>
    <w:rsid w:val="00162FA8"/>
    <w:rsid w:val="0016344E"/>
    <w:rsid w:val="00163F41"/>
    <w:rsid w:val="001641D5"/>
    <w:rsid w:val="001643C5"/>
    <w:rsid w:val="001645E9"/>
    <w:rsid w:val="00165898"/>
    <w:rsid w:val="001658E3"/>
    <w:rsid w:val="00165C76"/>
    <w:rsid w:val="00166E32"/>
    <w:rsid w:val="00167687"/>
    <w:rsid w:val="00167D19"/>
    <w:rsid w:val="00173153"/>
    <w:rsid w:val="00173788"/>
    <w:rsid w:val="00174140"/>
    <w:rsid w:val="0017415A"/>
    <w:rsid w:val="001741C0"/>
    <w:rsid w:val="001750C4"/>
    <w:rsid w:val="001754DE"/>
    <w:rsid w:val="00175A45"/>
    <w:rsid w:val="00180A32"/>
    <w:rsid w:val="00180C08"/>
    <w:rsid w:val="00180D6E"/>
    <w:rsid w:val="0018109B"/>
    <w:rsid w:val="00181A46"/>
    <w:rsid w:val="00181C3F"/>
    <w:rsid w:val="00182883"/>
    <w:rsid w:val="001828F6"/>
    <w:rsid w:val="00182EAB"/>
    <w:rsid w:val="00183D68"/>
    <w:rsid w:val="00184F4D"/>
    <w:rsid w:val="00185C3C"/>
    <w:rsid w:val="00185F1D"/>
    <w:rsid w:val="00190087"/>
    <w:rsid w:val="00190320"/>
    <w:rsid w:val="0019077D"/>
    <w:rsid w:val="00191579"/>
    <w:rsid w:val="00192115"/>
    <w:rsid w:val="00192606"/>
    <w:rsid w:val="001927E8"/>
    <w:rsid w:val="00192C82"/>
    <w:rsid w:val="00192EC2"/>
    <w:rsid w:val="00193A42"/>
    <w:rsid w:val="00193C22"/>
    <w:rsid w:val="00194513"/>
    <w:rsid w:val="001946F9"/>
    <w:rsid w:val="00194A01"/>
    <w:rsid w:val="001954CB"/>
    <w:rsid w:val="00196B7A"/>
    <w:rsid w:val="00197ED0"/>
    <w:rsid w:val="001A0D82"/>
    <w:rsid w:val="001A1762"/>
    <w:rsid w:val="001A21AB"/>
    <w:rsid w:val="001A2941"/>
    <w:rsid w:val="001A43D9"/>
    <w:rsid w:val="001A45B1"/>
    <w:rsid w:val="001A4819"/>
    <w:rsid w:val="001A4AFF"/>
    <w:rsid w:val="001A5B23"/>
    <w:rsid w:val="001A7860"/>
    <w:rsid w:val="001A786F"/>
    <w:rsid w:val="001B0C90"/>
    <w:rsid w:val="001B1778"/>
    <w:rsid w:val="001B3015"/>
    <w:rsid w:val="001B30AC"/>
    <w:rsid w:val="001B4103"/>
    <w:rsid w:val="001B4D61"/>
    <w:rsid w:val="001B5EA0"/>
    <w:rsid w:val="001B6318"/>
    <w:rsid w:val="001B6676"/>
    <w:rsid w:val="001B6DF3"/>
    <w:rsid w:val="001B797E"/>
    <w:rsid w:val="001B7BF0"/>
    <w:rsid w:val="001B7C62"/>
    <w:rsid w:val="001B7CF6"/>
    <w:rsid w:val="001B7DB4"/>
    <w:rsid w:val="001C1778"/>
    <w:rsid w:val="001C2EC9"/>
    <w:rsid w:val="001C3F42"/>
    <w:rsid w:val="001C4616"/>
    <w:rsid w:val="001C4CBF"/>
    <w:rsid w:val="001C5482"/>
    <w:rsid w:val="001C5926"/>
    <w:rsid w:val="001C5B4E"/>
    <w:rsid w:val="001C5C1B"/>
    <w:rsid w:val="001C7C05"/>
    <w:rsid w:val="001D04CA"/>
    <w:rsid w:val="001D10A4"/>
    <w:rsid w:val="001D1191"/>
    <w:rsid w:val="001D1EBE"/>
    <w:rsid w:val="001D28CD"/>
    <w:rsid w:val="001D31D3"/>
    <w:rsid w:val="001D31F7"/>
    <w:rsid w:val="001D3DA9"/>
    <w:rsid w:val="001D3F21"/>
    <w:rsid w:val="001D4AF8"/>
    <w:rsid w:val="001D54D8"/>
    <w:rsid w:val="001D5CD6"/>
    <w:rsid w:val="001D652E"/>
    <w:rsid w:val="001D6B1E"/>
    <w:rsid w:val="001D6DF5"/>
    <w:rsid w:val="001E1B10"/>
    <w:rsid w:val="001E1D1E"/>
    <w:rsid w:val="001E2761"/>
    <w:rsid w:val="001E54B0"/>
    <w:rsid w:val="001E5AF2"/>
    <w:rsid w:val="001E6184"/>
    <w:rsid w:val="001E6535"/>
    <w:rsid w:val="001E6726"/>
    <w:rsid w:val="001E67ED"/>
    <w:rsid w:val="001E6CB0"/>
    <w:rsid w:val="001E6CE9"/>
    <w:rsid w:val="001E7780"/>
    <w:rsid w:val="001E79A0"/>
    <w:rsid w:val="001F0410"/>
    <w:rsid w:val="001F3209"/>
    <w:rsid w:val="001F3E35"/>
    <w:rsid w:val="001F4498"/>
    <w:rsid w:val="001F45A2"/>
    <w:rsid w:val="001F46D5"/>
    <w:rsid w:val="001F5234"/>
    <w:rsid w:val="001F5BE7"/>
    <w:rsid w:val="001F5CBA"/>
    <w:rsid w:val="001F75FD"/>
    <w:rsid w:val="0020033D"/>
    <w:rsid w:val="00200855"/>
    <w:rsid w:val="00200C0E"/>
    <w:rsid w:val="002015F5"/>
    <w:rsid w:val="002016E1"/>
    <w:rsid w:val="00202485"/>
    <w:rsid w:val="00202B26"/>
    <w:rsid w:val="00204504"/>
    <w:rsid w:val="00204632"/>
    <w:rsid w:val="00204EA8"/>
    <w:rsid w:val="00205A09"/>
    <w:rsid w:val="00206706"/>
    <w:rsid w:val="00206A91"/>
    <w:rsid w:val="00207898"/>
    <w:rsid w:val="0021071F"/>
    <w:rsid w:val="002123D4"/>
    <w:rsid w:val="00213522"/>
    <w:rsid w:val="002135A8"/>
    <w:rsid w:val="0021414E"/>
    <w:rsid w:val="00214A80"/>
    <w:rsid w:val="002150B5"/>
    <w:rsid w:val="00215D7F"/>
    <w:rsid w:val="002174A2"/>
    <w:rsid w:val="0021757F"/>
    <w:rsid w:val="002179D6"/>
    <w:rsid w:val="00220587"/>
    <w:rsid w:val="00220E10"/>
    <w:rsid w:val="0022114D"/>
    <w:rsid w:val="00222053"/>
    <w:rsid w:val="00222F8F"/>
    <w:rsid w:val="0022328D"/>
    <w:rsid w:val="00223E8C"/>
    <w:rsid w:val="00224A6D"/>
    <w:rsid w:val="002250D4"/>
    <w:rsid w:val="00226414"/>
    <w:rsid w:val="00227304"/>
    <w:rsid w:val="00227434"/>
    <w:rsid w:val="002277D8"/>
    <w:rsid w:val="00227A4C"/>
    <w:rsid w:val="00227B9B"/>
    <w:rsid w:val="00227DFD"/>
    <w:rsid w:val="002317BE"/>
    <w:rsid w:val="0023188E"/>
    <w:rsid w:val="00233108"/>
    <w:rsid w:val="002337A8"/>
    <w:rsid w:val="002337D6"/>
    <w:rsid w:val="00234895"/>
    <w:rsid w:val="00234971"/>
    <w:rsid w:val="00235C8D"/>
    <w:rsid w:val="002364AF"/>
    <w:rsid w:val="00236C6D"/>
    <w:rsid w:val="002371DE"/>
    <w:rsid w:val="00237D48"/>
    <w:rsid w:val="00237F65"/>
    <w:rsid w:val="002404B1"/>
    <w:rsid w:val="00242AF7"/>
    <w:rsid w:val="00242AFA"/>
    <w:rsid w:val="00242D95"/>
    <w:rsid w:val="00242DD2"/>
    <w:rsid w:val="00242E64"/>
    <w:rsid w:val="002432DF"/>
    <w:rsid w:val="00246023"/>
    <w:rsid w:val="0024620B"/>
    <w:rsid w:val="002466D5"/>
    <w:rsid w:val="00246AF2"/>
    <w:rsid w:val="002478CE"/>
    <w:rsid w:val="00251008"/>
    <w:rsid w:val="00251F57"/>
    <w:rsid w:val="002538E1"/>
    <w:rsid w:val="00253FCF"/>
    <w:rsid w:val="00255180"/>
    <w:rsid w:val="0025613C"/>
    <w:rsid w:val="002567F8"/>
    <w:rsid w:val="00257B3C"/>
    <w:rsid w:val="00260F28"/>
    <w:rsid w:val="00261329"/>
    <w:rsid w:val="002629B7"/>
    <w:rsid w:val="00262AC3"/>
    <w:rsid w:val="0026358F"/>
    <w:rsid w:val="00265DFC"/>
    <w:rsid w:val="00266401"/>
    <w:rsid w:val="0026674A"/>
    <w:rsid w:val="00267AEA"/>
    <w:rsid w:val="0027056A"/>
    <w:rsid w:val="0027102E"/>
    <w:rsid w:val="00272533"/>
    <w:rsid w:val="00273157"/>
    <w:rsid w:val="002734DF"/>
    <w:rsid w:val="00273B07"/>
    <w:rsid w:val="00274204"/>
    <w:rsid w:val="002743F5"/>
    <w:rsid w:val="00274725"/>
    <w:rsid w:val="0027537F"/>
    <w:rsid w:val="00275CFB"/>
    <w:rsid w:val="0027625F"/>
    <w:rsid w:val="00276A2B"/>
    <w:rsid w:val="00276CB0"/>
    <w:rsid w:val="00280603"/>
    <w:rsid w:val="00280719"/>
    <w:rsid w:val="00280D44"/>
    <w:rsid w:val="002818AE"/>
    <w:rsid w:val="00281C55"/>
    <w:rsid w:val="00281C8A"/>
    <w:rsid w:val="00284106"/>
    <w:rsid w:val="002850BC"/>
    <w:rsid w:val="00285D4A"/>
    <w:rsid w:val="00286FD6"/>
    <w:rsid w:val="002910D5"/>
    <w:rsid w:val="0029127A"/>
    <w:rsid w:val="002929AE"/>
    <w:rsid w:val="00294077"/>
    <w:rsid w:val="00294782"/>
    <w:rsid w:val="0029557D"/>
    <w:rsid w:val="00295928"/>
    <w:rsid w:val="00296314"/>
    <w:rsid w:val="002963DE"/>
    <w:rsid w:val="00296433"/>
    <w:rsid w:val="00296592"/>
    <w:rsid w:val="0029694A"/>
    <w:rsid w:val="00296E41"/>
    <w:rsid w:val="00297971"/>
    <w:rsid w:val="00297C2B"/>
    <w:rsid w:val="002A003C"/>
    <w:rsid w:val="002A00E1"/>
    <w:rsid w:val="002A015C"/>
    <w:rsid w:val="002A0F85"/>
    <w:rsid w:val="002A17B1"/>
    <w:rsid w:val="002A2166"/>
    <w:rsid w:val="002A2438"/>
    <w:rsid w:val="002A282A"/>
    <w:rsid w:val="002A3658"/>
    <w:rsid w:val="002A45BE"/>
    <w:rsid w:val="002A5E63"/>
    <w:rsid w:val="002A7696"/>
    <w:rsid w:val="002A7BB2"/>
    <w:rsid w:val="002A7CE7"/>
    <w:rsid w:val="002B0A43"/>
    <w:rsid w:val="002B14FC"/>
    <w:rsid w:val="002B1C59"/>
    <w:rsid w:val="002B38C4"/>
    <w:rsid w:val="002B3A45"/>
    <w:rsid w:val="002B61A9"/>
    <w:rsid w:val="002B635E"/>
    <w:rsid w:val="002B6673"/>
    <w:rsid w:val="002B7907"/>
    <w:rsid w:val="002C0284"/>
    <w:rsid w:val="002C07AA"/>
    <w:rsid w:val="002C07FA"/>
    <w:rsid w:val="002C1021"/>
    <w:rsid w:val="002C1AC5"/>
    <w:rsid w:val="002C1EE8"/>
    <w:rsid w:val="002C38E2"/>
    <w:rsid w:val="002C4241"/>
    <w:rsid w:val="002C46C0"/>
    <w:rsid w:val="002C4C3F"/>
    <w:rsid w:val="002C4D05"/>
    <w:rsid w:val="002C60B8"/>
    <w:rsid w:val="002C6176"/>
    <w:rsid w:val="002C6F8F"/>
    <w:rsid w:val="002C7D84"/>
    <w:rsid w:val="002D0CD1"/>
    <w:rsid w:val="002D0CE2"/>
    <w:rsid w:val="002D0DD1"/>
    <w:rsid w:val="002D10CE"/>
    <w:rsid w:val="002D146A"/>
    <w:rsid w:val="002D1FB3"/>
    <w:rsid w:val="002D221C"/>
    <w:rsid w:val="002D2E5E"/>
    <w:rsid w:val="002D3A63"/>
    <w:rsid w:val="002D3F52"/>
    <w:rsid w:val="002D41F7"/>
    <w:rsid w:val="002D533B"/>
    <w:rsid w:val="002D53D2"/>
    <w:rsid w:val="002D5467"/>
    <w:rsid w:val="002D5E07"/>
    <w:rsid w:val="002D6B9C"/>
    <w:rsid w:val="002D6C4F"/>
    <w:rsid w:val="002D73C7"/>
    <w:rsid w:val="002E03A4"/>
    <w:rsid w:val="002E10B3"/>
    <w:rsid w:val="002E1669"/>
    <w:rsid w:val="002E1B6F"/>
    <w:rsid w:val="002E1E7D"/>
    <w:rsid w:val="002E21CA"/>
    <w:rsid w:val="002E440F"/>
    <w:rsid w:val="002E4C85"/>
    <w:rsid w:val="002E5691"/>
    <w:rsid w:val="002E612D"/>
    <w:rsid w:val="002E61B8"/>
    <w:rsid w:val="002E6792"/>
    <w:rsid w:val="002E67C1"/>
    <w:rsid w:val="002F00CA"/>
    <w:rsid w:val="002F0A16"/>
    <w:rsid w:val="002F15C6"/>
    <w:rsid w:val="002F1A05"/>
    <w:rsid w:val="002F1E60"/>
    <w:rsid w:val="002F236B"/>
    <w:rsid w:val="002F3648"/>
    <w:rsid w:val="002F3975"/>
    <w:rsid w:val="002F4375"/>
    <w:rsid w:val="002F52E9"/>
    <w:rsid w:val="002F5381"/>
    <w:rsid w:val="002F5658"/>
    <w:rsid w:val="002F5C70"/>
    <w:rsid w:val="002F631F"/>
    <w:rsid w:val="002F66CA"/>
    <w:rsid w:val="002F6E64"/>
    <w:rsid w:val="002F7C3C"/>
    <w:rsid w:val="00300CE7"/>
    <w:rsid w:val="00301176"/>
    <w:rsid w:val="00301333"/>
    <w:rsid w:val="00302340"/>
    <w:rsid w:val="003025AE"/>
    <w:rsid w:val="00302B75"/>
    <w:rsid w:val="00302DCE"/>
    <w:rsid w:val="003031A0"/>
    <w:rsid w:val="00303822"/>
    <w:rsid w:val="00304EB1"/>
    <w:rsid w:val="003053E7"/>
    <w:rsid w:val="00305533"/>
    <w:rsid w:val="0030585D"/>
    <w:rsid w:val="0030588F"/>
    <w:rsid w:val="00305B36"/>
    <w:rsid w:val="00306996"/>
    <w:rsid w:val="00310220"/>
    <w:rsid w:val="0031052D"/>
    <w:rsid w:val="003124A8"/>
    <w:rsid w:val="003129A0"/>
    <w:rsid w:val="00312EB5"/>
    <w:rsid w:val="0031305F"/>
    <w:rsid w:val="00313B58"/>
    <w:rsid w:val="00313DDF"/>
    <w:rsid w:val="00314A8A"/>
    <w:rsid w:val="00314A9B"/>
    <w:rsid w:val="00316062"/>
    <w:rsid w:val="00316295"/>
    <w:rsid w:val="003166D6"/>
    <w:rsid w:val="0031699A"/>
    <w:rsid w:val="00316F5A"/>
    <w:rsid w:val="00316FCB"/>
    <w:rsid w:val="003170D3"/>
    <w:rsid w:val="003173A8"/>
    <w:rsid w:val="003173EB"/>
    <w:rsid w:val="003176BB"/>
    <w:rsid w:val="003179A2"/>
    <w:rsid w:val="00320469"/>
    <w:rsid w:val="00320594"/>
    <w:rsid w:val="0032085A"/>
    <w:rsid w:val="00321E19"/>
    <w:rsid w:val="00322A83"/>
    <w:rsid w:val="00323367"/>
    <w:rsid w:val="0032365B"/>
    <w:rsid w:val="00323D4A"/>
    <w:rsid w:val="00324499"/>
    <w:rsid w:val="00324F1A"/>
    <w:rsid w:val="003261A1"/>
    <w:rsid w:val="00326BD5"/>
    <w:rsid w:val="003279C9"/>
    <w:rsid w:val="0033055F"/>
    <w:rsid w:val="00330D4E"/>
    <w:rsid w:val="00331842"/>
    <w:rsid w:val="0033212C"/>
    <w:rsid w:val="00332C4E"/>
    <w:rsid w:val="00333F52"/>
    <w:rsid w:val="00335AA1"/>
    <w:rsid w:val="0033649B"/>
    <w:rsid w:val="00336A62"/>
    <w:rsid w:val="00337239"/>
    <w:rsid w:val="003379C7"/>
    <w:rsid w:val="003408E7"/>
    <w:rsid w:val="0034091C"/>
    <w:rsid w:val="00341503"/>
    <w:rsid w:val="003422C6"/>
    <w:rsid w:val="00342B42"/>
    <w:rsid w:val="00342D75"/>
    <w:rsid w:val="00343B8B"/>
    <w:rsid w:val="00344528"/>
    <w:rsid w:val="00344E15"/>
    <w:rsid w:val="00345928"/>
    <w:rsid w:val="0034790A"/>
    <w:rsid w:val="00347C1A"/>
    <w:rsid w:val="00347C29"/>
    <w:rsid w:val="00347FA3"/>
    <w:rsid w:val="0035017D"/>
    <w:rsid w:val="003502C2"/>
    <w:rsid w:val="00351039"/>
    <w:rsid w:val="003523A1"/>
    <w:rsid w:val="00352998"/>
    <w:rsid w:val="003529D8"/>
    <w:rsid w:val="00352D0F"/>
    <w:rsid w:val="0035315F"/>
    <w:rsid w:val="0035414D"/>
    <w:rsid w:val="00354C8E"/>
    <w:rsid w:val="00354CE8"/>
    <w:rsid w:val="0035511C"/>
    <w:rsid w:val="00356124"/>
    <w:rsid w:val="0035639E"/>
    <w:rsid w:val="00356CBA"/>
    <w:rsid w:val="00357986"/>
    <w:rsid w:val="00357A3F"/>
    <w:rsid w:val="00360268"/>
    <w:rsid w:val="00360424"/>
    <w:rsid w:val="003610A5"/>
    <w:rsid w:val="0036187B"/>
    <w:rsid w:val="00362308"/>
    <w:rsid w:val="0036255F"/>
    <w:rsid w:val="00362A33"/>
    <w:rsid w:val="00362BF2"/>
    <w:rsid w:val="003635CE"/>
    <w:rsid w:val="0036396C"/>
    <w:rsid w:val="00363D47"/>
    <w:rsid w:val="0036607F"/>
    <w:rsid w:val="00366C8C"/>
    <w:rsid w:val="00367D20"/>
    <w:rsid w:val="00367FA1"/>
    <w:rsid w:val="003707A2"/>
    <w:rsid w:val="003708AB"/>
    <w:rsid w:val="0037107E"/>
    <w:rsid w:val="00371441"/>
    <w:rsid w:val="00371BD3"/>
    <w:rsid w:val="00371D21"/>
    <w:rsid w:val="003720BF"/>
    <w:rsid w:val="00372644"/>
    <w:rsid w:val="00373EAC"/>
    <w:rsid w:val="00373F84"/>
    <w:rsid w:val="00374640"/>
    <w:rsid w:val="00374BC7"/>
    <w:rsid w:val="00374D64"/>
    <w:rsid w:val="003753E9"/>
    <w:rsid w:val="003755EB"/>
    <w:rsid w:val="00375CD6"/>
    <w:rsid w:val="00375D22"/>
    <w:rsid w:val="0037613C"/>
    <w:rsid w:val="003766D0"/>
    <w:rsid w:val="00377EAF"/>
    <w:rsid w:val="003812F0"/>
    <w:rsid w:val="00382379"/>
    <w:rsid w:val="0038283D"/>
    <w:rsid w:val="00382FE4"/>
    <w:rsid w:val="00384468"/>
    <w:rsid w:val="00384BA4"/>
    <w:rsid w:val="00384BA8"/>
    <w:rsid w:val="003851E5"/>
    <w:rsid w:val="00385210"/>
    <w:rsid w:val="00385F63"/>
    <w:rsid w:val="003877BA"/>
    <w:rsid w:val="003900B6"/>
    <w:rsid w:val="003914F3"/>
    <w:rsid w:val="003921FA"/>
    <w:rsid w:val="00392C41"/>
    <w:rsid w:val="00393A88"/>
    <w:rsid w:val="00393F40"/>
    <w:rsid w:val="00394268"/>
    <w:rsid w:val="00394631"/>
    <w:rsid w:val="00394958"/>
    <w:rsid w:val="003954B6"/>
    <w:rsid w:val="0039662E"/>
    <w:rsid w:val="00396E60"/>
    <w:rsid w:val="00397056"/>
    <w:rsid w:val="00397689"/>
    <w:rsid w:val="003A0191"/>
    <w:rsid w:val="003A0909"/>
    <w:rsid w:val="003A0E93"/>
    <w:rsid w:val="003A13B8"/>
    <w:rsid w:val="003A1C8B"/>
    <w:rsid w:val="003A1DD5"/>
    <w:rsid w:val="003A2D55"/>
    <w:rsid w:val="003A335B"/>
    <w:rsid w:val="003A4F05"/>
    <w:rsid w:val="003A5785"/>
    <w:rsid w:val="003A5A26"/>
    <w:rsid w:val="003A5E1C"/>
    <w:rsid w:val="003A62F7"/>
    <w:rsid w:val="003A63B2"/>
    <w:rsid w:val="003A675D"/>
    <w:rsid w:val="003A67C8"/>
    <w:rsid w:val="003B10F8"/>
    <w:rsid w:val="003B2BB8"/>
    <w:rsid w:val="003B2C16"/>
    <w:rsid w:val="003B3A62"/>
    <w:rsid w:val="003B3F14"/>
    <w:rsid w:val="003B4667"/>
    <w:rsid w:val="003B46F4"/>
    <w:rsid w:val="003B4E65"/>
    <w:rsid w:val="003B56C1"/>
    <w:rsid w:val="003B5D45"/>
    <w:rsid w:val="003B60D1"/>
    <w:rsid w:val="003B664B"/>
    <w:rsid w:val="003B6A3A"/>
    <w:rsid w:val="003B6DBE"/>
    <w:rsid w:val="003C045F"/>
    <w:rsid w:val="003C08B5"/>
    <w:rsid w:val="003C0993"/>
    <w:rsid w:val="003C1EC8"/>
    <w:rsid w:val="003C242F"/>
    <w:rsid w:val="003C271D"/>
    <w:rsid w:val="003C3843"/>
    <w:rsid w:val="003C3C47"/>
    <w:rsid w:val="003C4460"/>
    <w:rsid w:val="003C50BC"/>
    <w:rsid w:val="003C5A39"/>
    <w:rsid w:val="003C5B6F"/>
    <w:rsid w:val="003C63A6"/>
    <w:rsid w:val="003C6CC3"/>
    <w:rsid w:val="003C7E42"/>
    <w:rsid w:val="003D078A"/>
    <w:rsid w:val="003D09D4"/>
    <w:rsid w:val="003D09DA"/>
    <w:rsid w:val="003D12FD"/>
    <w:rsid w:val="003D2742"/>
    <w:rsid w:val="003D29B2"/>
    <w:rsid w:val="003D3957"/>
    <w:rsid w:val="003D4BD6"/>
    <w:rsid w:val="003D51A3"/>
    <w:rsid w:val="003D5253"/>
    <w:rsid w:val="003D5BF2"/>
    <w:rsid w:val="003D5F4E"/>
    <w:rsid w:val="003D651E"/>
    <w:rsid w:val="003D71ED"/>
    <w:rsid w:val="003D7E3E"/>
    <w:rsid w:val="003E01E7"/>
    <w:rsid w:val="003E0D13"/>
    <w:rsid w:val="003E10FE"/>
    <w:rsid w:val="003E1247"/>
    <w:rsid w:val="003E1DD5"/>
    <w:rsid w:val="003E31C2"/>
    <w:rsid w:val="003E34D3"/>
    <w:rsid w:val="003E4DB5"/>
    <w:rsid w:val="003E538E"/>
    <w:rsid w:val="003E5BC8"/>
    <w:rsid w:val="003E5C4B"/>
    <w:rsid w:val="003E5CB2"/>
    <w:rsid w:val="003E6E1D"/>
    <w:rsid w:val="003F0138"/>
    <w:rsid w:val="003F03D6"/>
    <w:rsid w:val="003F07C6"/>
    <w:rsid w:val="003F0BB8"/>
    <w:rsid w:val="003F108F"/>
    <w:rsid w:val="003F1F07"/>
    <w:rsid w:val="003F2617"/>
    <w:rsid w:val="003F2B74"/>
    <w:rsid w:val="003F2CCA"/>
    <w:rsid w:val="003F2FBE"/>
    <w:rsid w:val="003F348C"/>
    <w:rsid w:val="003F38CD"/>
    <w:rsid w:val="003F4D4A"/>
    <w:rsid w:val="003F54AE"/>
    <w:rsid w:val="003F5D1F"/>
    <w:rsid w:val="003F6431"/>
    <w:rsid w:val="00401DDE"/>
    <w:rsid w:val="00402DC0"/>
    <w:rsid w:val="00403206"/>
    <w:rsid w:val="004043E9"/>
    <w:rsid w:val="004048DF"/>
    <w:rsid w:val="00405688"/>
    <w:rsid w:val="004067CE"/>
    <w:rsid w:val="0040680E"/>
    <w:rsid w:val="00406B0A"/>
    <w:rsid w:val="00407117"/>
    <w:rsid w:val="004072DD"/>
    <w:rsid w:val="00407CE7"/>
    <w:rsid w:val="00407D98"/>
    <w:rsid w:val="00407EF9"/>
    <w:rsid w:val="00410867"/>
    <w:rsid w:val="0041165E"/>
    <w:rsid w:val="00411723"/>
    <w:rsid w:val="00411821"/>
    <w:rsid w:val="0041296F"/>
    <w:rsid w:val="00412A4F"/>
    <w:rsid w:val="004130E3"/>
    <w:rsid w:val="00413A20"/>
    <w:rsid w:val="00414673"/>
    <w:rsid w:val="004148B9"/>
    <w:rsid w:val="004149E1"/>
    <w:rsid w:val="00414C52"/>
    <w:rsid w:val="004169BD"/>
    <w:rsid w:val="00416A0A"/>
    <w:rsid w:val="00416BB0"/>
    <w:rsid w:val="004176E4"/>
    <w:rsid w:val="00417E62"/>
    <w:rsid w:val="0042081E"/>
    <w:rsid w:val="00420B83"/>
    <w:rsid w:val="0042177D"/>
    <w:rsid w:val="00421B10"/>
    <w:rsid w:val="00421E31"/>
    <w:rsid w:val="004222A8"/>
    <w:rsid w:val="004229F7"/>
    <w:rsid w:val="00422D63"/>
    <w:rsid w:val="00424D10"/>
    <w:rsid w:val="004250B5"/>
    <w:rsid w:val="00426FE0"/>
    <w:rsid w:val="00427008"/>
    <w:rsid w:val="004277E9"/>
    <w:rsid w:val="00430418"/>
    <w:rsid w:val="00430630"/>
    <w:rsid w:val="0043090C"/>
    <w:rsid w:val="004311EA"/>
    <w:rsid w:val="00431F23"/>
    <w:rsid w:val="00432FE2"/>
    <w:rsid w:val="00433157"/>
    <w:rsid w:val="00433DAE"/>
    <w:rsid w:val="00433F87"/>
    <w:rsid w:val="0043481A"/>
    <w:rsid w:val="00435C2E"/>
    <w:rsid w:val="004369E8"/>
    <w:rsid w:val="00440378"/>
    <w:rsid w:val="004404B0"/>
    <w:rsid w:val="004407C9"/>
    <w:rsid w:val="00440A82"/>
    <w:rsid w:val="00440ECE"/>
    <w:rsid w:val="004415C1"/>
    <w:rsid w:val="004419CB"/>
    <w:rsid w:val="00442A2C"/>
    <w:rsid w:val="00443A2F"/>
    <w:rsid w:val="004447C3"/>
    <w:rsid w:val="00445620"/>
    <w:rsid w:val="004467AF"/>
    <w:rsid w:val="00447218"/>
    <w:rsid w:val="004516C8"/>
    <w:rsid w:val="00451ED7"/>
    <w:rsid w:val="00452074"/>
    <w:rsid w:val="0045525B"/>
    <w:rsid w:val="0045536B"/>
    <w:rsid w:val="00455B38"/>
    <w:rsid w:val="00456030"/>
    <w:rsid w:val="00456411"/>
    <w:rsid w:val="00456A14"/>
    <w:rsid w:val="004572AC"/>
    <w:rsid w:val="00457468"/>
    <w:rsid w:val="004577F8"/>
    <w:rsid w:val="00457D08"/>
    <w:rsid w:val="0046039A"/>
    <w:rsid w:val="00460F56"/>
    <w:rsid w:val="00461077"/>
    <w:rsid w:val="0046135E"/>
    <w:rsid w:val="004613AF"/>
    <w:rsid w:val="00461EFD"/>
    <w:rsid w:val="004632DC"/>
    <w:rsid w:val="0046347E"/>
    <w:rsid w:val="00465770"/>
    <w:rsid w:val="00465C51"/>
    <w:rsid w:val="00465E17"/>
    <w:rsid w:val="00465F12"/>
    <w:rsid w:val="00466456"/>
    <w:rsid w:val="00466D4D"/>
    <w:rsid w:val="00466DB4"/>
    <w:rsid w:val="0046747F"/>
    <w:rsid w:val="004676D8"/>
    <w:rsid w:val="00467C40"/>
    <w:rsid w:val="00467C72"/>
    <w:rsid w:val="0047063D"/>
    <w:rsid w:val="00470786"/>
    <w:rsid w:val="00471C3D"/>
    <w:rsid w:val="0047215B"/>
    <w:rsid w:val="00472D4B"/>
    <w:rsid w:val="00472E3D"/>
    <w:rsid w:val="00473151"/>
    <w:rsid w:val="00473BC6"/>
    <w:rsid w:val="004744B1"/>
    <w:rsid w:val="00475203"/>
    <w:rsid w:val="004761AD"/>
    <w:rsid w:val="004769C2"/>
    <w:rsid w:val="004771A5"/>
    <w:rsid w:val="00477547"/>
    <w:rsid w:val="00477AF4"/>
    <w:rsid w:val="00480941"/>
    <w:rsid w:val="00480FA4"/>
    <w:rsid w:val="00481170"/>
    <w:rsid w:val="0048153E"/>
    <w:rsid w:val="0048242D"/>
    <w:rsid w:val="00482B16"/>
    <w:rsid w:val="0048311B"/>
    <w:rsid w:val="00483AC5"/>
    <w:rsid w:val="004850C2"/>
    <w:rsid w:val="00485C13"/>
    <w:rsid w:val="00485C17"/>
    <w:rsid w:val="004862CA"/>
    <w:rsid w:val="00490174"/>
    <w:rsid w:val="00490A79"/>
    <w:rsid w:val="004912A5"/>
    <w:rsid w:val="00491338"/>
    <w:rsid w:val="004921DC"/>
    <w:rsid w:val="00492260"/>
    <w:rsid w:val="004929AB"/>
    <w:rsid w:val="00492B9A"/>
    <w:rsid w:val="0049314A"/>
    <w:rsid w:val="004942FF"/>
    <w:rsid w:val="00494925"/>
    <w:rsid w:val="00495C37"/>
    <w:rsid w:val="00496232"/>
    <w:rsid w:val="004964E4"/>
    <w:rsid w:val="00496AA5"/>
    <w:rsid w:val="004A03B7"/>
    <w:rsid w:val="004A0990"/>
    <w:rsid w:val="004A1211"/>
    <w:rsid w:val="004A1591"/>
    <w:rsid w:val="004A179C"/>
    <w:rsid w:val="004A268D"/>
    <w:rsid w:val="004A2F29"/>
    <w:rsid w:val="004A348A"/>
    <w:rsid w:val="004A355B"/>
    <w:rsid w:val="004A5597"/>
    <w:rsid w:val="004A5783"/>
    <w:rsid w:val="004A59BE"/>
    <w:rsid w:val="004A7FA7"/>
    <w:rsid w:val="004B036F"/>
    <w:rsid w:val="004B03A6"/>
    <w:rsid w:val="004B1131"/>
    <w:rsid w:val="004B299F"/>
    <w:rsid w:val="004B2DFE"/>
    <w:rsid w:val="004B2FF1"/>
    <w:rsid w:val="004B3511"/>
    <w:rsid w:val="004B3AE1"/>
    <w:rsid w:val="004B5040"/>
    <w:rsid w:val="004B5202"/>
    <w:rsid w:val="004B6647"/>
    <w:rsid w:val="004B686E"/>
    <w:rsid w:val="004B6D93"/>
    <w:rsid w:val="004B6FA2"/>
    <w:rsid w:val="004B7372"/>
    <w:rsid w:val="004B7DF6"/>
    <w:rsid w:val="004C02CC"/>
    <w:rsid w:val="004C08E6"/>
    <w:rsid w:val="004C0972"/>
    <w:rsid w:val="004C11D2"/>
    <w:rsid w:val="004C1272"/>
    <w:rsid w:val="004C2375"/>
    <w:rsid w:val="004C24E7"/>
    <w:rsid w:val="004C2591"/>
    <w:rsid w:val="004C2745"/>
    <w:rsid w:val="004C2BFC"/>
    <w:rsid w:val="004C339F"/>
    <w:rsid w:val="004C4257"/>
    <w:rsid w:val="004C49A7"/>
    <w:rsid w:val="004C4A4D"/>
    <w:rsid w:val="004C4D6B"/>
    <w:rsid w:val="004C51AD"/>
    <w:rsid w:val="004C5ECF"/>
    <w:rsid w:val="004D02CF"/>
    <w:rsid w:val="004D0E01"/>
    <w:rsid w:val="004D0EF5"/>
    <w:rsid w:val="004D1BE8"/>
    <w:rsid w:val="004D2D0A"/>
    <w:rsid w:val="004D2E08"/>
    <w:rsid w:val="004D2FDB"/>
    <w:rsid w:val="004D3F72"/>
    <w:rsid w:val="004D4046"/>
    <w:rsid w:val="004D4058"/>
    <w:rsid w:val="004D423C"/>
    <w:rsid w:val="004D4B27"/>
    <w:rsid w:val="004D5045"/>
    <w:rsid w:val="004D51CC"/>
    <w:rsid w:val="004D5998"/>
    <w:rsid w:val="004D64A3"/>
    <w:rsid w:val="004D72B9"/>
    <w:rsid w:val="004D76C5"/>
    <w:rsid w:val="004E0EFA"/>
    <w:rsid w:val="004E0FED"/>
    <w:rsid w:val="004E1570"/>
    <w:rsid w:val="004E279C"/>
    <w:rsid w:val="004E3752"/>
    <w:rsid w:val="004E4285"/>
    <w:rsid w:val="004E48F6"/>
    <w:rsid w:val="004E4F46"/>
    <w:rsid w:val="004E5950"/>
    <w:rsid w:val="004E65BD"/>
    <w:rsid w:val="004E6815"/>
    <w:rsid w:val="004E7555"/>
    <w:rsid w:val="004E7601"/>
    <w:rsid w:val="004F02A7"/>
    <w:rsid w:val="004F03A6"/>
    <w:rsid w:val="004F06C8"/>
    <w:rsid w:val="004F0D4F"/>
    <w:rsid w:val="004F223D"/>
    <w:rsid w:val="004F2287"/>
    <w:rsid w:val="004F2A16"/>
    <w:rsid w:val="004F2EFC"/>
    <w:rsid w:val="004F3B36"/>
    <w:rsid w:val="004F3F84"/>
    <w:rsid w:val="004F3FC7"/>
    <w:rsid w:val="004F4DDA"/>
    <w:rsid w:val="004F551D"/>
    <w:rsid w:val="004F57AD"/>
    <w:rsid w:val="004F59AF"/>
    <w:rsid w:val="004F5DD1"/>
    <w:rsid w:val="004F60D7"/>
    <w:rsid w:val="004F69E5"/>
    <w:rsid w:val="004F69EA"/>
    <w:rsid w:val="004F6B79"/>
    <w:rsid w:val="004F6B7A"/>
    <w:rsid w:val="004F71C6"/>
    <w:rsid w:val="004F7AE1"/>
    <w:rsid w:val="005000F4"/>
    <w:rsid w:val="0050048A"/>
    <w:rsid w:val="0050066D"/>
    <w:rsid w:val="005006DF"/>
    <w:rsid w:val="00501221"/>
    <w:rsid w:val="00501D03"/>
    <w:rsid w:val="00502DD0"/>
    <w:rsid w:val="0050314B"/>
    <w:rsid w:val="00503F3E"/>
    <w:rsid w:val="00503FBA"/>
    <w:rsid w:val="00504374"/>
    <w:rsid w:val="005043C7"/>
    <w:rsid w:val="005045E3"/>
    <w:rsid w:val="00504C18"/>
    <w:rsid w:val="00505395"/>
    <w:rsid w:val="00505911"/>
    <w:rsid w:val="00505BD3"/>
    <w:rsid w:val="00505C48"/>
    <w:rsid w:val="005066CC"/>
    <w:rsid w:val="00507EBC"/>
    <w:rsid w:val="00512694"/>
    <w:rsid w:val="00512716"/>
    <w:rsid w:val="00512730"/>
    <w:rsid w:val="00512A84"/>
    <w:rsid w:val="0051364B"/>
    <w:rsid w:val="00513EA7"/>
    <w:rsid w:val="005145A3"/>
    <w:rsid w:val="00514E66"/>
    <w:rsid w:val="0051513D"/>
    <w:rsid w:val="00516EFC"/>
    <w:rsid w:val="0052024F"/>
    <w:rsid w:val="00520FBC"/>
    <w:rsid w:val="00521630"/>
    <w:rsid w:val="00521694"/>
    <w:rsid w:val="0052197C"/>
    <w:rsid w:val="00521FC2"/>
    <w:rsid w:val="005221B8"/>
    <w:rsid w:val="0052238A"/>
    <w:rsid w:val="00522599"/>
    <w:rsid w:val="00522FDA"/>
    <w:rsid w:val="005235EA"/>
    <w:rsid w:val="00523691"/>
    <w:rsid w:val="00523A85"/>
    <w:rsid w:val="005245A2"/>
    <w:rsid w:val="005245A9"/>
    <w:rsid w:val="00524AE2"/>
    <w:rsid w:val="00524BC5"/>
    <w:rsid w:val="005255AD"/>
    <w:rsid w:val="00527EF9"/>
    <w:rsid w:val="005316EC"/>
    <w:rsid w:val="00531991"/>
    <w:rsid w:val="00531DA2"/>
    <w:rsid w:val="00531DFB"/>
    <w:rsid w:val="00531FC5"/>
    <w:rsid w:val="00532DEA"/>
    <w:rsid w:val="0053462B"/>
    <w:rsid w:val="00535E27"/>
    <w:rsid w:val="0053674A"/>
    <w:rsid w:val="00537221"/>
    <w:rsid w:val="0053766E"/>
    <w:rsid w:val="00537A0A"/>
    <w:rsid w:val="005415B9"/>
    <w:rsid w:val="005417C2"/>
    <w:rsid w:val="0054306B"/>
    <w:rsid w:val="00543A69"/>
    <w:rsid w:val="00544C50"/>
    <w:rsid w:val="00546015"/>
    <w:rsid w:val="005468ED"/>
    <w:rsid w:val="00547BDE"/>
    <w:rsid w:val="00550DD7"/>
    <w:rsid w:val="00551712"/>
    <w:rsid w:val="00551FE7"/>
    <w:rsid w:val="00552667"/>
    <w:rsid w:val="00552D82"/>
    <w:rsid w:val="00553322"/>
    <w:rsid w:val="00554D3D"/>
    <w:rsid w:val="00555155"/>
    <w:rsid w:val="0055528D"/>
    <w:rsid w:val="00556704"/>
    <w:rsid w:val="00557AEA"/>
    <w:rsid w:val="0056048B"/>
    <w:rsid w:val="00560CEF"/>
    <w:rsid w:val="00561538"/>
    <w:rsid w:val="00561C69"/>
    <w:rsid w:val="00561E60"/>
    <w:rsid w:val="00562270"/>
    <w:rsid w:val="0056319C"/>
    <w:rsid w:val="00564FFC"/>
    <w:rsid w:val="00566082"/>
    <w:rsid w:val="0056725C"/>
    <w:rsid w:val="005702BA"/>
    <w:rsid w:val="00570DA9"/>
    <w:rsid w:val="00570DC1"/>
    <w:rsid w:val="00571268"/>
    <w:rsid w:val="00571434"/>
    <w:rsid w:val="00571E40"/>
    <w:rsid w:val="00572874"/>
    <w:rsid w:val="00572C6C"/>
    <w:rsid w:val="00573B32"/>
    <w:rsid w:val="00574231"/>
    <w:rsid w:val="00574246"/>
    <w:rsid w:val="005744DA"/>
    <w:rsid w:val="00575D6A"/>
    <w:rsid w:val="00576A34"/>
    <w:rsid w:val="005800BA"/>
    <w:rsid w:val="00580C77"/>
    <w:rsid w:val="005814A3"/>
    <w:rsid w:val="005815E7"/>
    <w:rsid w:val="00581AC5"/>
    <w:rsid w:val="00581E95"/>
    <w:rsid w:val="005823D0"/>
    <w:rsid w:val="00582CE6"/>
    <w:rsid w:val="0058690C"/>
    <w:rsid w:val="00587564"/>
    <w:rsid w:val="00587F51"/>
    <w:rsid w:val="00592110"/>
    <w:rsid w:val="00592C2B"/>
    <w:rsid w:val="005931C9"/>
    <w:rsid w:val="00593804"/>
    <w:rsid w:val="00593BF0"/>
    <w:rsid w:val="00595C2E"/>
    <w:rsid w:val="0059614F"/>
    <w:rsid w:val="00596985"/>
    <w:rsid w:val="00596AE5"/>
    <w:rsid w:val="00596C3D"/>
    <w:rsid w:val="00597D17"/>
    <w:rsid w:val="005A0C75"/>
    <w:rsid w:val="005A0F02"/>
    <w:rsid w:val="005A27E9"/>
    <w:rsid w:val="005A296B"/>
    <w:rsid w:val="005A2F65"/>
    <w:rsid w:val="005A3F7B"/>
    <w:rsid w:val="005A400D"/>
    <w:rsid w:val="005B0095"/>
    <w:rsid w:val="005B0CE7"/>
    <w:rsid w:val="005B1485"/>
    <w:rsid w:val="005B1A8A"/>
    <w:rsid w:val="005B1EA0"/>
    <w:rsid w:val="005B2052"/>
    <w:rsid w:val="005B23A2"/>
    <w:rsid w:val="005B24E2"/>
    <w:rsid w:val="005B2BB9"/>
    <w:rsid w:val="005B50AC"/>
    <w:rsid w:val="005B52F1"/>
    <w:rsid w:val="005B6C89"/>
    <w:rsid w:val="005B6CA0"/>
    <w:rsid w:val="005B6E0E"/>
    <w:rsid w:val="005B7377"/>
    <w:rsid w:val="005B7D5D"/>
    <w:rsid w:val="005B7FC3"/>
    <w:rsid w:val="005C1A80"/>
    <w:rsid w:val="005C1E85"/>
    <w:rsid w:val="005C2217"/>
    <w:rsid w:val="005C26DB"/>
    <w:rsid w:val="005C299A"/>
    <w:rsid w:val="005C29B0"/>
    <w:rsid w:val="005C2F37"/>
    <w:rsid w:val="005C3445"/>
    <w:rsid w:val="005C3D0D"/>
    <w:rsid w:val="005C4BF6"/>
    <w:rsid w:val="005C4CAC"/>
    <w:rsid w:val="005C6728"/>
    <w:rsid w:val="005C6A16"/>
    <w:rsid w:val="005C7263"/>
    <w:rsid w:val="005D09D4"/>
    <w:rsid w:val="005D126A"/>
    <w:rsid w:val="005D1E32"/>
    <w:rsid w:val="005D2636"/>
    <w:rsid w:val="005D2837"/>
    <w:rsid w:val="005D2F26"/>
    <w:rsid w:val="005D326E"/>
    <w:rsid w:val="005D3275"/>
    <w:rsid w:val="005D405D"/>
    <w:rsid w:val="005D5097"/>
    <w:rsid w:val="005D50D0"/>
    <w:rsid w:val="005D55F4"/>
    <w:rsid w:val="005D5942"/>
    <w:rsid w:val="005D5C5C"/>
    <w:rsid w:val="005D5C7B"/>
    <w:rsid w:val="005D5E19"/>
    <w:rsid w:val="005D6A53"/>
    <w:rsid w:val="005D6C92"/>
    <w:rsid w:val="005D7390"/>
    <w:rsid w:val="005D7461"/>
    <w:rsid w:val="005E0090"/>
    <w:rsid w:val="005E0616"/>
    <w:rsid w:val="005E0DD3"/>
    <w:rsid w:val="005E1738"/>
    <w:rsid w:val="005E17F5"/>
    <w:rsid w:val="005E204D"/>
    <w:rsid w:val="005E30DD"/>
    <w:rsid w:val="005E31C0"/>
    <w:rsid w:val="005E32A6"/>
    <w:rsid w:val="005E345A"/>
    <w:rsid w:val="005E406B"/>
    <w:rsid w:val="005E42C8"/>
    <w:rsid w:val="005E48F9"/>
    <w:rsid w:val="005E4C86"/>
    <w:rsid w:val="005E4CA1"/>
    <w:rsid w:val="005E509F"/>
    <w:rsid w:val="005E56DA"/>
    <w:rsid w:val="005E582C"/>
    <w:rsid w:val="005E677A"/>
    <w:rsid w:val="005E6BBB"/>
    <w:rsid w:val="005E7187"/>
    <w:rsid w:val="005E724D"/>
    <w:rsid w:val="005E75D9"/>
    <w:rsid w:val="005F0644"/>
    <w:rsid w:val="005F17A9"/>
    <w:rsid w:val="005F1C56"/>
    <w:rsid w:val="005F2394"/>
    <w:rsid w:val="005F2E00"/>
    <w:rsid w:val="005F3883"/>
    <w:rsid w:val="005F4D01"/>
    <w:rsid w:val="005F4D2E"/>
    <w:rsid w:val="005F5A13"/>
    <w:rsid w:val="005F5BF8"/>
    <w:rsid w:val="005F5C64"/>
    <w:rsid w:val="005F6752"/>
    <w:rsid w:val="005F6898"/>
    <w:rsid w:val="005F784E"/>
    <w:rsid w:val="0060091B"/>
    <w:rsid w:val="0060172B"/>
    <w:rsid w:val="006018F3"/>
    <w:rsid w:val="00603CA6"/>
    <w:rsid w:val="00603CE9"/>
    <w:rsid w:val="0060558E"/>
    <w:rsid w:val="00605826"/>
    <w:rsid w:val="00606A58"/>
    <w:rsid w:val="00606BB4"/>
    <w:rsid w:val="00606F43"/>
    <w:rsid w:val="00607298"/>
    <w:rsid w:val="00607988"/>
    <w:rsid w:val="00607E2A"/>
    <w:rsid w:val="00610F17"/>
    <w:rsid w:val="00611856"/>
    <w:rsid w:val="00611A4E"/>
    <w:rsid w:val="00611E57"/>
    <w:rsid w:val="00613650"/>
    <w:rsid w:val="00614D00"/>
    <w:rsid w:val="00614E9E"/>
    <w:rsid w:val="00616E64"/>
    <w:rsid w:val="00617D8B"/>
    <w:rsid w:val="00620084"/>
    <w:rsid w:val="006204F2"/>
    <w:rsid w:val="006206B3"/>
    <w:rsid w:val="00621054"/>
    <w:rsid w:val="00621771"/>
    <w:rsid w:val="006223CA"/>
    <w:rsid w:val="00622702"/>
    <w:rsid w:val="00623061"/>
    <w:rsid w:val="00624154"/>
    <w:rsid w:val="00624391"/>
    <w:rsid w:val="0062494B"/>
    <w:rsid w:val="00625D00"/>
    <w:rsid w:val="00626AD0"/>
    <w:rsid w:val="00627884"/>
    <w:rsid w:val="00627E98"/>
    <w:rsid w:val="00630C1A"/>
    <w:rsid w:val="00631118"/>
    <w:rsid w:val="00631E38"/>
    <w:rsid w:val="00631E8F"/>
    <w:rsid w:val="00632E5C"/>
    <w:rsid w:val="00633742"/>
    <w:rsid w:val="0063375D"/>
    <w:rsid w:val="006346DA"/>
    <w:rsid w:val="006347EF"/>
    <w:rsid w:val="00634A40"/>
    <w:rsid w:val="00636108"/>
    <w:rsid w:val="00636A01"/>
    <w:rsid w:val="00636B97"/>
    <w:rsid w:val="00636CE3"/>
    <w:rsid w:val="00636E56"/>
    <w:rsid w:val="0063767A"/>
    <w:rsid w:val="00637B4C"/>
    <w:rsid w:val="006401EE"/>
    <w:rsid w:val="00640398"/>
    <w:rsid w:val="006404E5"/>
    <w:rsid w:val="0064087A"/>
    <w:rsid w:val="00640C5B"/>
    <w:rsid w:val="006414D2"/>
    <w:rsid w:val="00642431"/>
    <w:rsid w:val="00643089"/>
    <w:rsid w:val="00643143"/>
    <w:rsid w:val="00644A93"/>
    <w:rsid w:val="00644BA5"/>
    <w:rsid w:val="00644F71"/>
    <w:rsid w:val="006454A2"/>
    <w:rsid w:val="00646508"/>
    <w:rsid w:val="00647A3F"/>
    <w:rsid w:val="00647C2F"/>
    <w:rsid w:val="006506B9"/>
    <w:rsid w:val="006508A7"/>
    <w:rsid w:val="00651284"/>
    <w:rsid w:val="00651817"/>
    <w:rsid w:val="00651881"/>
    <w:rsid w:val="006522B0"/>
    <w:rsid w:val="0065259C"/>
    <w:rsid w:val="00653798"/>
    <w:rsid w:val="00655588"/>
    <w:rsid w:val="0065616C"/>
    <w:rsid w:val="00656482"/>
    <w:rsid w:val="0065709A"/>
    <w:rsid w:val="006573D3"/>
    <w:rsid w:val="00661620"/>
    <w:rsid w:val="00662F84"/>
    <w:rsid w:val="006638EE"/>
    <w:rsid w:val="0066631A"/>
    <w:rsid w:val="00666666"/>
    <w:rsid w:val="00666E13"/>
    <w:rsid w:val="0066790E"/>
    <w:rsid w:val="006703D0"/>
    <w:rsid w:val="006709EC"/>
    <w:rsid w:val="00670FBB"/>
    <w:rsid w:val="00671162"/>
    <w:rsid w:val="00671BCB"/>
    <w:rsid w:val="0067232E"/>
    <w:rsid w:val="00672AB0"/>
    <w:rsid w:val="006734BB"/>
    <w:rsid w:val="00673E29"/>
    <w:rsid w:val="00673FBB"/>
    <w:rsid w:val="00674755"/>
    <w:rsid w:val="006749FB"/>
    <w:rsid w:val="00675AFB"/>
    <w:rsid w:val="006762FC"/>
    <w:rsid w:val="00677015"/>
    <w:rsid w:val="006773A2"/>
    <w:rsid w:val="00677A5C"/>
    <w:rsid w:val="006800CA"/>
    <w:rsid w:val="0068050A"/>
    <w:rsid w:val="00680F62"/>
    <w:rsid w:val="00681E06"/>
    <w:rsid w:val="00682341"/>
    <w:rsid w:val="0068306D"/>
    <w:rsid w:val="006838E5"/>
    <w:rsid w:val="00683C51"/>
    <w:rsid w:val="0068417D"/>
    <w:rsid w:val="0068513A"/>
    <w:rsid w:val="006858C5"/>
    <w:rsid w:val="006866D4"/>
    <w:rsid w:val="00686FC3"/>
    <w:rsid w:val="00687A80"/>
    <w:rsid w:val="00690195"/>
    <w:rsid w:val="00690767"/>
    <w:rsid w:val="00690947"/>
    <w:rsid w:val="006913C2"/>
    <w:rsid w:val="006925CF"/>
    <w:rsid w:val="006927F0"/>
    <w:rsid w:val="00693306"/>
    <w:rsid w:val="00693B8C"/>
    <w:rsid w:val="00694471"/>
    <w:rsid w:val="00694B26"/>
    <w:rsid w:val="00694BE0"/>
    <w:rsid w:val="00694D2B"/>
    <w:rsid w:val="00695820"/>
    <w:rsid w:val="00695924"/>
    <w:rsid w:val="0069635A"/>
    <w:rsid w:val="00696372"/>
    <w:rsid w:val="006963B5"/>
    <w:rsid w:val="00696E93"/>
    <w:rsid w:val="00696F5D"/>
    <w:rsid w:val="00697A1A"/>
    <w:rsid w:val="006A00B0"/>
    <w:rsid w:val="006A0BA8"/>
    <w:rsid w:val="006A0F07"/>
    <w:rsid w:val="006A109E"/>
    <w:rsid w:val="006A1437"/>
    <w:rsid w:val="006A1B56"/>
    <w:rsid w:val="006A1F77"/>
    <w:rsid w:val="006A22D7"/>
    <w:rsid w:val="006A2B7C"/>
    <w:rsid w:val="006A30B0"/>
    <w:rsid w:val="006A48E4"/>
    <w:rsid w:val="006A48FD"/>
    <w:rsid w:val="006A4983"/>
    <w:rsid w:val="006A54EA"/>
    <w:rsid w:val="006B04B0"/>
    <w:rsid w:val="006B08B8"/>
    <w:rsid w:val="006B10A5"/>
    <w:rsid w:val="006B1238"/>
    <w:rsid w:val="006B14BC"/>
    <w:rsid w:val="006B14E3"/>
    <w:rsid w:val="006B2502"/>
    <w:rsid w:val="006B3332"/>
    <w:rsid w:val="006B48E6"/>
    <w:rsid w:val="006B50F2"/>
    <w:rsid w:val="006B53B7"/>
    <w:rsid w:val="006B53F7"/>
    <w:rsid w:val="006B5D89"/>
    <w:rsid w:val="006B5E32"/>
    <w:rsid w:val="006B623C"/>
    <w:rsid w:val="006B6D2F"/>
    <w:rsid w:val="006B6D64"/>
    <w:rsid w:val="006B700A"/>
    <w:rsid w:val="006B7570"/>
    <w:rsid w:val="006B768B"/>
    <w:rsid w:val="006B77D9"/>
    <w:rsid w:val="006C049F"/>
    <w:rsid w:val="006C094A"/>
    <w:rsid w:val="006C11F2"/>
    <w:rsid w:val="006C1274"/>
    <w:rsid w:val="006C1623"/>
    <w:rsid w:val="006C19BF"/>
    <w:rsid w:val="006C280A"/>
    <w:rsid w:val="006C2C71"/>
    <w:rsid w:val="006C53CE"/>
    <w:rsid w:val="006C76FD"/>
    <w:rsid w:val="006C773E"/>
    <w:rsid w:val="006D08D0"/>
    <w:rsid w:val="006D0A67"/>
    <w:rsid w:val="006D15F3"/>
    <w:rsid w:val="006D2F01"/>
    <w:rsid w:val="006D361C"/>
    <w:rsid w:val="006D36A8"/>
    <w:rsid w:val="006D399B"/>
    <w:rsid w:val="006D3A87"/>
    <w:rsid w:val="006D3C48"/>
    <w:rsid w:val="006D42A1"/>
    <w:rsid w:val="006D5553"/>
    <w:rsid w:val="006D5A65"/>
    <w:rsid w:val="006D7343"/>
    <w:rsid w:val="006D7621"/>
    <w:rsid w:val="006D78FE"/>
    <w:rsid w:val="006E025A"/>
    <w:rsid w:val="006E0B65"/>
    <w:rsid w:val="006E12C6"/>
    <w:rsid w:val="006E12D3"/>
    <w:rsid w:val="006E2211"/>
    <w:rsid w:val="006E2285"/>
    <w:rsid w:val="006E27A1"/>
    <w:rsid w:val="006E2843"/>
    <w:rsid w:val="006E29F4"/>
    <w:rsid w:val="006E4911"/>
    <w:rsid w:val="006E52C6"/>
    <w:rsid w:val="006E65E6"/>
    <w:rsid w:val="006E6953"/>
    <w:rsid w:val="006E6991"/>
    <w:rsid w:val="006E6CC7"/>
    <w:rsid w:val="006F0D0E"/>
    <w:rsid w:val="006F0E62"/>
    <w:rsid w:val="006F22B6"/>
    <w:rsid w:val="006F23E7"/>
    <w:rsid w:val="006F24B0"/>
    <w:rsid w:val="006F37B0"/>
    <w:rsid w:val="006F4608"/>
    <w:rsid w:val="006F50D9"/>
    <w:rsid w:val="006F58F4"/>
    <w:rsid w:val="006F5A88"/>
    <w:rsid w:val="006F5CC1"/>
    <w:rsid w:val="006F5DE7"/>
    <w:rsid w:val="006F6882"/>
    <w:rsid w:val="006F6C24"/>
    <w:rsid w:val="006F71EF"/>
    <w:rsid w:val="006F7C11"/>
    <w:rsid w:val="006F7DE1"/>
    <w:rsid w:val="007005D3"/>
    <w:rsid w:val="00700E50"/>
    <w:rsid w:val="00701E4A"/>
    <w:rsid w:val="00703685"/>
    <w:rsid w:val="007045D5"/>
    <w:rsid w:val="00705513"/>
    <w:rsid w:val="00705767"/>
    <w:rsid w:val="00705EB6"/>
    <w:rsid w:val="00705F52"/>
    <w:rsid w:val="00706740"/>
    <w:rsid w:val="007067DD"/>
    <w:rsid w:val="0070733B"/>
    <w:rsid w:val="007073C0"/>
    <w:rsid w:val="007076B2"/>
    <w:rsid w:val="007079B0"/>
    <w:rsid w:val="00707B22"/>
    <w:rsid w:val="00710BA1"/>
    <w:rsid w:val="007117F0"/>
    <w:rsid w:val="007119E5"/>
    <w:rsid w:val="00711A08"/>
    <w:rsid w:val="0071325B"/>
    <w:rsid w:val="007136F9"/>
    <w:rsid w:val="0071372E"/>
    <w:rsid w:val="00713F28"/>
    <w:rsid w:val="00714290"/>
    <w:rsid w:val="00714E66"/>
    <w:rsid w:val="00715C2D"/>
    <w:rsid w:val="007162D7"/>
    <w:rsid w:val="0071769E"/>
    <w:rsid w:val="00720786"/>
    <w:rsid w:val="00720958"/>
    <w:rsid w:val="007209F9"/>
    <w:rsid w:val="00720E8E"/>
    <w:rsid w:val="0072101F"/>
    <w:rsid w:val="00721904"/>
    <w:rsid w:val="007247AA"/>
    <w:rsid w:val="00724AE6"/>
    <w:rsid w:val="007252F6"/>
    <w:rsid w:val="00725966"/>
    <w:rsid w:val="00730A64"/>
    <w:rsid w:val="00730C0A"/>
    <w:rsid w:val="00731475"/>
    <w:rsid w:val="00732D80"/>
    <w:rsid w:val="00733192"/>
    <w:rsid w:val="007339CC"/>
    <w:rsid w:val="00733A35"/>
    <w:rsid w:val="00733F11"/>
    <w:rsid w:val="00734079"/>
    <w:rsid w:val="00735123"/>
    <w:rsid w:val="00735128"/>
    <w:rsid w:val="00735348"/>
    <w:rsid w:val="00735558"/>
    <w:rsid w:val="00735774"/>
    <w:rsid w:val="00735860"/>
    <w:rsid w:val="00736652"/>
    <w:rsid w:val="00737228"/>
    <w:rsid w:val="0073770C"/>
    <w:rsid w:val="00740465"/>
    <w:rsid w:val="00740AD1"/>
    <w:rsid w:val="00741521"/>
    <w:rsid w:val="00741B87"/>
    <w:rsid w:val="00741D2D"/>
    <w:rsid w:val="00742230"/>
    <w:rsid w:val="007427F4"/>
    <w:rsid w:val="00743C0C"/>
    <w:rsid w:val="007442B5"/>
    <w:rsid w:val="00744744"/>
    <w:rsid w:val="007449D0"/>
    <w:rsid w:val="00744B0C"/>
    <w:rsid w:val="00745034"/>
    <w:rsid w:val="0074547E"/>
    <w:rsid w:val="00746119"/>
    <w:rsid w:val="00746ACF"/>
    <w:rsid w:val="00747840"/>
    <w:rsid w:val="007502E4"/>
    <w:rsid w:val="007506C2"/>
    <w:rsid w:val="00750A16"/>
    <w:rsid w:val="00752CC6"/>
    <w:rsid w:val="00752CE8"/>
    <w:rsid w:val="00752DB4"/>
    <w:rsid w:val="00753470"/>
    <w:rsid w:val="00753D62"/>
    <w:rsid w:val="007542F2"/>
    <w:rsid w:val="0075481E"/>
    <w:rsid w:val="00754927"/>
    <w:rsid w:val="00754C00"/>
    <w:rsid w:val="00755F2A"/>
    <w:rsid w:val="00756783"/>
    <w:rsid w:val="0075742F"/>
    <w:rsid w:val="007574BA"/>
    <w:rsid w:val="007576AD"/>
    <w:rsid w:val="00760545"/>
    <w:rsid w:val="00762182"/>
    <w:rsid w:val="0076227A"/>
    <w:rsid w:val="00762472"/>
    <w:rsid w:val="00763886"/>
    <w:rsid w:val="00764038"/>
    <w:rsid w:val="0076468F"/>
    <w:rsid w:val="00764784"/>
    <w:rsid w:val="00765C57"/>
    <w:rsid w:val="00766B55"/>
    <w:rsid w:val="007674F7"/>
    <w:rsid w:val="007705B0"/>
    <w:rsid w:val="0077142C"/>
    <w:rsid w:val="00771EEA"/>
    <w:rsid w:val="00772AB5"/>
    <w:rsid w:val="00773230"/>
    <w:rsid w:val="00773290"/>
    <w:rsid w:val="00773CDB"/>
    <w:rsid w:val="0077423E"/>
    <w:rsid w:val="00774CED"/>
    <w:rsid w:val="00774CF2"/>
    <w:rsid w:val="0077507E"/>
    <w:rsid w:val="007752FE"/>
    <w:rsid w:val="00776100"/>
    <w:rsid w:val="007761F0"/>
    <w:rsid w:val="0077650E"/>
    <w:rsid w:val="00781726"/>
    <w:rsid w:val="007818E8"/>
    <w:rsid w:val="00781B27"/>
    <w:rsid w:val="00781BCC"/>
    <w:rsid w:val="00781CAB"/>
    <w:rsid w:val="00782AEF"/>
    <w:rsid w:val="0078345D"/>
    <w:rsid w:val="0078399C"/>
    <w:rsid w:val="007843C8"/>
    <w:rsid w:val="00784EBA"/>
    <w:rsid w:val="007854FC"/>
    <w:rsid w:val="00785859"/>
    <w:rsid w:val="007866BF"/>
    <w:rsid w:val="00786A4E"/>
    <w:rsid w:val="00786BA2"/>
    <w:rsid w:val="00786C84"/>
    <w:rsid w:val="00787454"/>
    <w:rsid w:val="00787EF3"/>
    <w:rsid w:val="00790F81"/>
    <w:rsid w:val="007913B4"/>
    <w:rsid w:val="00791849"/>
    <w:rsid w:val="00791AC9"/>
    <w:rsid w:val="00791EAF"/>
    <w:rsid w:val="007922FE"/>
    <w:rsid w:val="00792743"/>
    <w:rsid w:val="00793101"/>
    <w:rsid w:val="00793587"/>
    <w:rsid w:val="007939F6"/>
    <w:rsid w:val="00793D16"/>
    <w:rsid w:val="00793E13"/>
    <w:rsid w:val="00793E9F"/>
    <w:rsid w:val="007957FD"/>
    <w:rsid w:val="00795B8A"/>
    <w:rsid w:val="0079654C"/>
    <w:rsid w:val="0079768F"/>
    <w:rsid w:val="007A233F"/>
    <w:rsid w:val="007A29EA"/>
    <w:rsid w:val="007A3784"/>
    <w:rsid w:val="007A486A"/>
    <w:rsid w:val="007A4A51"/>
    <w:rsid w:val="007A524D"/>
    <w:rsid w:val="007A57AD"/>
    <w:rsid w:val="007A60A7"/>
    <w:rsid w:val="007A60AD"/>
    <w:rsid w:val="007A6D55"/>
    <w:rsid w:val="007A6DC2"/>
    <w:rsid w:val="007A70E9"/>
    <w:rsid w:val="007A7689"/>
    <w:rsid w:val="007A76BC"/>
    <w:rsid w:val="007A7CD2"/>
    <w:rsid w:val="007B056E"/>
    <w:rsid w:val="007B0721"/>
    <w:rsid w:val="007B0B3E"/>
    <w:rsid w:val="007B0C5D"/>
    <w:rsid w:val="007B0C99"/>
    <w:rsid w:val="007B1539"/>
    <w:rsid w:val="007B21FC"/>
    <w:rsid w:val="007B27C0"/>
    <w:rsid w:val="007B28C3"/>
    <w:rsid w:val="007B339E"/>
    <w:rsid w:val="007B431A"/>
    <w:rsid w:val="007B4572"/>
    <w:rsid w:val="007B5AA6"/>
    <w:rsid w:val="007B5F18"/>
    <w:rsid w:val="007B6700"/>
    <w:rsid w:val="007B7339"/>
    <w:rsid w:val="007C01C5"/>
    <w:rsid w:val="007C04A3"/>
    <w:rsid w:val="007C0AC3"/>
    <w:rsid w:val="007C1377"/>
    <w:rsid w:val="007C1926"/>
    <w:rsid w:val="007C220F"/>
    <w:rsid w:val="007C2733"/>
    <w:rsid w:val="007C357B"/>
    <w:rsid w:val="007C35AD"/>
    <w:rsid w:val="007C3F4E"/>
    <w:rsid w:val="007C684F"/>
    <w:rsid w:val="007C69AF"/>
    <w:rsid w:val="007C6ED9"/>
    <w:rsid w:val="007C737F"/>
    <w:rsid w:val="007D036E"/>
    <w:rsid w:val="007D0BCC"/>
    <w:rsid w:val="007D162C"/>
    <w:rsid w:val="007D302F"/>
    <w:rsid w:val="007D4537"/>
    <w:rsid w:val="007D6444"/>
    <w:rsid w:val="007D738E"/>
    <w:rsid w:val="007D7E1E"/>
    <w:rsid w:val="007E0178"/>
    <w:rsid w:val="007E05FE"/>
    <w:rsid w:val="007E0A67"/>
    <w:rsid w:val="007E0AB8"/>
    <w:rsid w:val="007E10D6"/>
    <w:rsid w:val="007E1BD2"/>
    <w:rsid w:val="007E1C8E"/>
    <w:rsid w:val="007E23E4"/>
    <w:rsid w:val="007E2ABB"/>
    <w:rsid w:val="007E34C9"/>
    <w:rsid w:val="007E450F"/>
    <w:rsid w:val="007E496E"/>
    <w:rsid w:val="007E614E"/>
    <w:rsid w:val="007E6170"/>
    <w:rsid w:val="007E66D0"/>
    <w:rsid w:val="007E72AB"/>
    <w:rsid w:val="007E757B"/>
    <w:rsid w:val="007E761B"/>
    <w:rsid w:val="007E78E9"/>
    <w:rsid w:val="007F25F7"/>
    <w:rsid w:val="007F2B36"/>
    <w:rsid w:val="007F2D57"/>
    <w:rsid w:val="007F391F"/>
    <w:rsid w:val="007F4313"/>
    <w:rsid w:val="007F4366"/>
    <w:rsid w:val="007F43A2"/>
    <w:rsid w:val="007F49DE"/>
    <w:rsid w:val="007F4E19"/>
    <w:rsid w:val="007F5831"/>
    <w:rsid w:val="007F6242"/>
    <w:rsid w:val="007F6254"/>
    <w:rsid w:val="007F6A9D"/>
    <w:rsid w:val="007F7A24"/>
    <w:rsid w:val="00803082"/>
    <w:rsid w:val="00805616"/>
    <w:rsid w:val="00805732"/>
    <w:rsid w:val="00805B75"/>
    <w:rsid w:val="00805EC3"/>
    <w:rsid w:val="0080613A"/>
    <w:rsid w:val="00806D65"/>
    <w:rsid w:val="00806DDA"/>
    <w:rsid w:val="008071E2"/>
    <w:rsid w:val="00807471"/>
    <w:rsid w:val="008077ED"/>
    <w:rsid w:val="008100D0"/>
    <w:rsid w:val="0081022E"/>
    <w:rsid w:val="00811CE7"/>
    <w:rsid w:val="0081259C"/>
    <w:rsid w:val="008135AB"/>
    <w:rsid w:val="00813FB9"/>
    <w:rsid w:val="008142E3"/>
    <w:rsid w:val="008145E0"/>
    <w:rsid w:val="00814864"/>
    <w:rsid w:val="00815AB9"/>
    <w:rsid w:val="00817018"/>
    <w:rsid w:val="00820ABB"/>
    <w:rsid w:val="00820CF0"/>
    <w:rsid w:val="00821A22"/>
    <w:rsid w:val="00821DB2"/>
    <w:rsid w:val="00822923"/>
    <w:rsid w:val="00822F9A"/>
    <w:rsid w:val="00824796"/>
    <w:rsid w:val="00824905"/>
    <w:rsid w:val="00825EE1"/>
    <w:rsid w:val="00827178"/>
    <w:rsid w:val="008277CC"/>
    <w:rsid w:val="00827A9A"/>
    <w:rsid w:val="00827BE4"/>
    <w:rsid w:val="0083014E"/>
    <w:rsid w:val="00830E4F"/>
    <w:rsid w:val="00830F88"/>
    <w:rsid w:val="0083158C"/>
    <w:rsid w:val="00832C8A"/>
    <w:rsid w:val="00832F0D"/>
    <w:rsid w:val="0083319E"/>
    <w:rsid w:val="008333D7"/>
    <w:rsid w:val="00833950"/>
    <w:rsid w:val="00833993"/>
    <w:rsid w:val="008345A5"/>
    <w:rsid w:val="00834F56"/>
    <w:rsid w:val="00834FD6"/>
    <w:rsid w:val="00836046"/>
    <w:rsid w:val="00836AD0"/>
    <w:rsid w:val="00836D03"/>
    <w:rsid w:val="00840225"/>
    <w:rsid w:val="0084065E"/>
    <w:rsid w:val="0084086F"/>
    <w:rsid w:val="00840E32"/>
    <w:rsid w:val="00841234"/>
    <w:rsid w:val="00841E80"/>
    <w:rsid w:val="00842FC7"/>
    <w:rsid w:val="008444AA"/>
    <w:rsid w:val="008457E8"/>
    <w:rsid w:val="0084697E"/>
    <w:rsid w:val="0084733E"/>
    <w:rsid w:val="008477EB"/>
    <w:rsid w:val="00850185"/>
    <w:rsid w:val="0085117B"/>
    <w:rsid w:val="008518FD"/>
    <w:rsid w:val="008537D8"/>
    <w:rsid w:val="00855A64"/>
    <w:rsid w:val="008560EF"/>
    <w:rsid w:val="008564C4"/>
    <w:rsid w:val="008566BF"/>
    <w:rsid w:val="00856B11"/>
    <w:rsid w:val="00857503"/>
    <w:rsid w:val="008576BD"/>
    <w:rsid w:val="00857DB6"/>
    <w:rsid w:val="00857FF0"/>
    <w:rsid w:val="00861147"/>
    <w:rsid w:val="008619A2"/>
    <w:rsid w:val="00861AE0"/>
    <w:rsid w:val="00861D14"/>
    <w:rsid w:val="00861E8F"/>
    <w:rsid w:val="00862FAF"/>
    <w:rsid w:val="00863225"/>
    <w:rsid w:val="008642D9"/>
    <w:rsid w:val="0086451B"/>
    <w:rsid w:val="00866019"/>
    <w:rsid w:val="0086615F"/>
    <w:rsid w:val="008663D1"/>
    <w:rsid w:val="00866618"/>
    <w:rsid w:val="00866685"/>
    <w:rsid w:val="008675C0"/>
    <w:rsid w:val="00867825"/>
    <w:rsid w:val="008713C6"/>
    <w:rsid w:val="00872389"/>
    <w:rsid w:val="008735D7"/>
    <w:rsid w:val="0087366D"/>
    <w:rsid w:val="00873BE8"/>
    <w:rsid w:val="00873DAE"/>
    <w:rsid w:val="00874445"/>
    <w:rsid w:val="00874664"/>
    <w:rsid w:val="00874C2C"/>
    <w:rsid w:val="00875D15"/>
    <w:rsid w:val="00875FAB"/>
    <w:rsid w:val="00876E64"/>
    <w:rsid w:val="00876F29"/>
    <w:rsid w:val="008770D8"/>
    <w:rsid w:val="00877E1F"/>
    <w:rsid w:val="008805AD"/>
    <w:rsid w:val="00880954"/>
    <w:rsid w:val="00880BA3"/>
    <w:rsid w:val="008812D3"/>
    <w:rsid w:val="00881573"/>
    <w:rsid w:val="00881C35"/>
    <w:rsid w:val="00882056"/>
    <w:rsid w:val="00882181"/>
    <w:rsid w:val="00882827"/>
    <w:rsid w:val="008835C9"/>
    <w:rsid w:val="00883CDA"/>
    <w:rsid w:val="00884E0F"/>
    <w:rsid w:val="00885873"/>
    <w:rsid w:val="00885F30"/>
    <w:rsid w:val="0088604B"/>
    <w:rsid w:val="00886996"/>
    <w:rsid w:val="00886A10"/>
    <w:rsid w:val="00886A37"/>
    <w:rsid w:val="00886BF9"/>
    <w:rsid w:val="00886F87"/>
    <w:rsid w:val="00890A26"/>
    <w:rsid w:val="00891353"/>
    <w:rsid w:val="008917BB"/>
    <w:rsid w:val="00891E85"/>
    <w:rsid w:val="008923F1"/>
    <w:rsid w:val="0089321A"/>
    <w:rsid w:val="008935CC"/>
    <w:rsid w:val="0089494B"/>
    <w:rsid w:val="00894DEC"/>
    <w:rsid w:val="008951B6"/>
    <w:rsid w:val="0089578B"/>
    <w:rsid w:val="00895DD1"/>
    <w:rsid w:val="0089684A"/>
    <w:rsid w:val="008974F4"/>
    <w:rsid w:val="008A01AD"/>
    <w:rsid w:val="008A09B8"/>
    <w:rsid w:val="008A17D5"/>
    <w:rsid w:val="008A1B48"/>
    <w:rsid w:val="008A26A3"/>
    <w:rsid w:val="008A2FDC"/>
    <w:rsid w:val="008A363F"/>
    <w:rsid w:val="008A4C0D"/>
    <w:rsid w:val="008A4C31"/>
    <w:rsid w:val="008A5748"/>
    <w:rsid w:val="008A65D5"/>
    <w:rsid w:val="008A76CF"/>
    <w:rsid w:val="008B0C4B"/>
    <w:rsid w:val="008B1166"/>
    <w:rsid w:val="008B2AC0"/>
    <w:rsid w:val="008B2B58"/>
    <w:rsid w:val="008B2BB6"/>
    <w:rsid w:val="008B2E4A"/>
    <w:rsid w:val="008B2FCE"/>
    <w:rsid w:val="008B3546"/>
    <w:rsid w:val="008B5021"/>
    <w:rsid w:val="008B55E8"/>
    <w:rsid w:val="008B5851"/>
    <w:rsid w:val="008B5932"/>
    <w:rsid w:val="008B6104"/>
    <w:rsid w:val="008B6AB6"/>
    <w:rsid w:val="008C24DC"/>
    <w:rsid w:val="008C2A8A"/>
    <w:rsid w:val="008C38C5"/>
    <w:rsid w:val="008C3C62"/>
    <w:rsid w:val="008C3D2F"/>
    <w:rsid w:val="008C45CE"/>
    <w:rsid w:val="008C49CE"/>
    <w:rsid w:val="008C4C8A"/>
    <w:rsid w:val="008C4DC1"/>
    <w:rsid w:val="008C5ABE"/>
    <w:rsid w:val="008C5C6F"/>
    <w:rsid w:val="008C61F1"/>
    <w:rsid w:val="008C6297"/>
    <w:rsid w:val="008C6766"/>
    <w:rsid w:val="008C6777"/>
    <w:rsid w:val="008C77EE"/>
    <w:rsid w:val="008D036B"/>
    <w:rsid w:val="008D0CFE"/>
    <w:rsid w:val="008D1AEF"/>
    <w:rsid w:val="008D1F95"/>
    <w:rsid w:val="008D39F3"/>
    <w:rsid w:val="008D3DCC"/>
    <w:rsid w:val="008D4145"/>
    <w:rsid w:val="008D5A9D"/>
    <w:rsid w:val="008D6F1C"/>
    <w:rsid w:val="008D741D"/>
    <w:rsid w:val="008D7684"/>
    <w:rsid w:val="008D7959"/>
    <w:rsid w:val="008D7E1C"/>
    <w:rsid w:val="008E3038"/>
    <w:rsid w:val="008E33B3"/>
    <w:rsid w:val="008E5403"/>
    <w:rsid w:val="008E5CDA"/>
    <w:rsid w:val="008E677A"/>
    <w:rsid w:val="008E6B70"/>
    <w:rsid w:val="008E71E0"/>
    <w:rsid w:val="008E7D03"/>
    <w:rsid w:val="008F0317"/>
    <w:rsid w:val="008F08F0"/>
    <w:rsid w:val="008F094B"/>
    <w:rsid w:val="008F10BB"/>
    <w:rsid w:val="008F10DD"/>
    <w:rsid w:val="008F1166"/>
    <w:rsid w:val="008F164C"/>
    <w:rsid w:val="008F1B3C"/>
    <w:rsid w:val="008F277D"/>
    <w:rsid w:val="008F3D13"/>
    <w:rsid w:val="008F3D26"/>
    <w:rsid w:val="008F4713"/>
    <w:rsid w:val="008F5534"/>
    <w:rsid w:val="008F7291"/>
    <w:rsid w:val="009003D8"/>
    <w:rsid w:val="00900F7C"/>
    <w:rsid w:val="00901033"/>
    <w:rsid w:val="009011F7"/>
    <w:rsid w:val="009014A3"/>
    <w:rsid w:val="00902E12"/>
    <w:rsid w:val="009037D8"/>
    <w:rsid w:val="009046F2"/>
    <w:rsid w:val="0090492F"/>
    <w:rsid w:val="00906788"/>
    <w:rsid w:val="00906C4B"/>
    <w:rsid w:val="00906F02"/>
    <w:rsid w:val="00907754"/>
    <w:rsid w:val="009079EB"/>
    <w:rsid w:val="00910280"/>
    <w:rsid w:val="009107C3"/>
    <w:rsid w:val="00911B2F"/>
    <w:rsid w:val="009124BD"/>
    <w:rsid w:val="009125C0"/>
    <w:rsid w:val="0091287B"/>
    <w:rsid w:val="00912DD0"/>
    <w:rsid w:val="009134C5"/>
    <w:rsid w:val="00915F6B"/>
    <w:rsid w:val="00916173"/>
    <w:rsid w:val="00916266"/>
    <w:rsid w:val="00916483"/>
    <w:rsid w:val="00916D67"/>
    <w:rsid w:val="009175F8"/>
    <w:rsid w:val="009178B9"/>
    <w:rsid w:val="009204FC"/>
    <w:rsid w:val="009212DC"/>
    <w:rsid w:val="00921570"/>
    <w:rsid w:val="00922A0A"/>
    <w:rsid w:val="00922DC6"/>
    <w:rsid w:val="009238B9"/>
    <w:rsid w:val="00923AE0"/>
    <w:rsid w:val="00923E26"/>
    <w:rsid w:val="00923E2B"/>
    <w:rsid w:val="00924105"/>
    <w:rsid w:val="00925A75"/>
    <w:rsid w:val="0092623A"/>
    <w:rsid w:val="009312E9"/>
    <w:rsid w:val="0093190B"/>
    <w:rsid w:val="00932710"/>
    <w:rsid w:val="00932E99"/>
    <w:rsid w:val="0093307B"/>
    <w:rsid w:val="00933BB6"/>
    <w:rsid w:val="00934AFE"/>
    <w:rsid w:val="00934B41"/>
    <w:rsid w:val="00934ED4"/>
    <w:rsid w:val="0093507B"/>
    <w:rsid w:val="009356B8"/>
    <w:rsid w:val="0093594A"/>
    <w:rsid w:val="00935BEE"/>
    <w:rsid w:val="00935D9E"/>
    <w:rsid w:val="00935ED3"/>
    <w:rsid w:val="009361B3"/>
    <w:rsid w:val="009376CB"/>
    <w:rsid w:val="00937BEB"/>
    <w:rsid w:val="00937FD7"/>
    <w:rsid w:val="00940FF7"/>
    <w:rsid w:val="00941353"/>
    <w:rsid w:val="00942561"/>
    <w:rsid w:val="00942856"/>
    <w:rsid w:val="0094389C"/>
    <w:rsid w:val="00943AA4"/>
    <w:rsid w:val="0094549C"/>
    <w:rsid w:val="00946B83"/>
    <w:rsid w:val="00947012"/>
    <w:rsid w:val="0094740C"/>
    <w:rsid w:val="00947545"/>
    <w:rsid w:val="009506A2"/>
    <w:rsid w:val="00950817"/>
    <w:rsid w:val="00950D1E"/>
    <w:rsid w:val="009510F4"/>
    <w:rsid w:val="00951B74"/>
    <w:rsid w:val="00952222"/>
    <w:rsid w:val="009531C5"/>
    <w:rsid w:val="00954535"/>
    <w:rsid w:val="00954ACA"/>
    <w:rsid w:val="0095515E"/>
    <w:rsid w:val="00955411"/>
    <w:rsid w:val="00961A53"/>
    <w:rsid w:val="00963917"/>
    <w:rsid w:val="00963B65"/>
    <w:rsid w:val="00964AA9"/>
    <w:rsid w:val="00964E75"/>
    <w:rsid w:val="0096591B"/>
    <w:rsid w:val="00965AA7"/>
    <w:rsid w:val="00965D42"/>
    <w:rsid w:val="00966043"/>
    <w:rsid w:val="00966514"/>
    <w:rsid w:val="00966E69"/>
    <w:rsid w:val="00966F7B"/>
    <w:rsid w:val="00967EF0"/>
    <w:rsid w:val="009702AF"/>
    <w:rsid w:val="009705E5"/>
    <w:rsid w:val="0097192B"/>
    <w:rsid w:val="00971CB5"/>
    <w:rsid w:val="00971DC5"/>
    <w:rsid w:val="0097250C"/>
    <w:rsid w:val="00972A14"/>
    <w:rsid w:val="009733B4"/>
    <w:rsid w:val="00973B37"/>
    <w:rsid w:val="009740F8"/>
    <w:rsid w:val="00974786"/>
    <w:rsid w:val="00974938"/>
    <w:rsid w:val="00975047"/>
    <w:rsid w:val="009752B5"/>
    <w:rsid w:val="009757E1"/>
    <w:rsid w:val="00975F60"/>
    <w:rsid w:val="0097674B"/>
    <w:rsid w:val="00976E43"/>
    <w:rsid w:val="00980419"/>
    <w:rsid w:val="00980751"/>
    <w:rsid w:val="009811A2"/>
    <w:rsid w:val="0098196E"/>
    <w:rsid w:val="00981A7B"/>
    <w:rsid w:val="00981B88"/>
    <w:rsid w:val="00983074"/>
    <w:rsid w:val="009830B4"/>
    <w:rsid w:val="009830F4"/>
    <w:rsid w:val="0098365B"/>
    <w:rsid w:val="009845FA"/>
    <w:rsid w:val="0098549D"/>
    <w:rsid w:val="00985903"/>
    <w:rsid w:val="009862BE"/>
    <w:rsid w:val="00987157"/>
    <w:rsid w:val="00987269"/>
    <w:rsid w:val="0098768E"/>
    <w:rsid w:val="00987A3F"/>
    <w:rsid w:val="00987CFD"/>
    <w:rsid w:val="009901EA"/>
    <w:rsid w:val="009920A1"/>
    <w:rsid w:val="00993D6A"/>
    <w:rsid w:val="00993E4E"/>
    <w:rsid w:val="00994301"/>
    <w:rsid w:val="00994644"/>
    <w:rsid w:val="00994B0A"/>
    <w:rsid w:val="009952A9"/>
    <w:rsid w:val="00995A33"/>
    <w:rsid w:val="00996006"/>
    <w:rsid w:val="00997358"/>
    <w:rsid w:val="00997586"/>
    <w:rsid w:val="00997E05"/>
    <w:rsid w:val="009A0471"/>
    <w:rsid w:val="009A0C3C"/>
    <w:rsid w:val="009A1D5B"/>
    <w:rsid w:val="009A1F65"/>
    <w:rsid w:val="009A2592"/>
    <w:rsid w:val="009A2764"/>
    <w:rsid w:val="009A3782"/>
    <w:rsid w:val="009A4569"/>
    <w:rsid w:val="009A567A"/>
    <w:rsid w:val="009A5AE4"/>
    <w:rsid w:val="009A6582"/>
    <w:rsid w:val="009A7E4F"/>
    <w:rsid w:val="009B0B44"/>
    <w:rsid w:val="009B1AB0"/>
    <w:rsid w:val="009B1DD7"/>
    <w:rsid w:val="009B238B"/>
    <w:rsid w:val="009B27AD"/>
    <w:rsid w:val="009B59F9"/>
    <w:rsid w:val="009B5B71"/>
    <w:rsid w:val="009B5C80"/>
    <w:rsid w:val="009B65D8"/>
    <w:rsid w:val="009B6619"/>
    <w:rsid w:val="009B6990"/>
    <w:rsid w:val="009B6A18"/>
    <w:rsid w:val="009B6A72"/>
    <w:rsid w:val="009B6EC2"/>
    <w:rsid w:val="009B759C"/>
    <w:rsid w:val="009C00C0"/>
    <w:rsid w:val="009C06DF"/>
    <w:rsid w:val="009C0B2D"/>
    <w:rsid w:val="009C0EC0"/>
    <w:rsid w:val="009C1229"/>
    <w:rsid w:val="009C22DD"/>
    <w:rsid w:val="009C342D"/>
    <w:rsid w:val="009C3E0E"/>
    <w:rsid w:val="009C41AF"/>
    <w:rsid w:val="009C47D0"/>
    <w:rsid w:val="009C499A"/>
    <w:rsid w:val="009C5E7A"/>
    <w:rsid w:val="009C6C17"/>
    <w:rsid w:val="009C6F4D"/>
    <w:rsid w:val="009C724C"/>
    <w:rsid w:val="009C7ACF"/>
    <w:rsid w:val="009C7C74"/>
    <w:rsid w:val="009D0F72"/>
    <w:rsid w:val="009D11B3"/>
    <w:rsid w:val="009D11C2"/>
    <w:rsid w:val="009D1CEE"/>
    <w:rsid w:val="009D31D7"/>
    <w:rsid w:val="009D3A9E"/>
    <w:rsid w:val="009D661E"/>
    <w:rsid w:val="009D6B45"/>
    <w:rsid w:val="009D7759"/>
    <w:rsid w:val="009E057D"/>
    <w:rsid w:val="009E07F6"/>
    <w:rsid w:val="009E0A56"/>
    <w:rsid w:val="009E0C60"/>
    <w:rsid w:val="009E155D"/>
    <w:rsid w:val="009E214E"/>
    <w:rsid w:val="009E358B"/>
    <w:rsid w:val="009E3E51"/>
    <w:rsid w:val="009E4B36"/>
    <w:rsid w:val="009E4B39"/>
    <w:rsid w:val="009E5329"/>
    <w:rsid w:val="009E5395"/>
    <w:rsid w:val="009E57A9"/>
    <w:rsid w:val="009E5FA0"/>
    <w:rsid w:val="009E61CE"/>
    <w:rsid w:val="009E6274"/>
    <w:rsid w:val="009E652E"/>
    <w:rsid w:val="009E7000"/>
    <w:rsid w:val="009E7189"/>
    <w:rsid w:val="009E71F5"/>
    <w:rsid w:val="009E7B5B"/>
    <w:rsid w:val="009E7CFE"/>
    <w:rsid w:val="009F0A19"/>
    <w:rsid w:val="009F1336"/>
    <w:rsid w:val="009F19DD"/>
    <w:rsid w:val="009F1C48"/>
    <w:rsid w:val="009F274F"/>
    <w:rsid w:val="009F2822"/>
    <w:rsid w:val="009F2B27"/>
    <w:rsid w:val="009F3678"/>
    <w:rsid w:val="009F37B2"/>
    <w:rsid w:val="009F4250"/>
    <w:rsid w:val="009F4A16"/>
    <w:rsid w:val="009F4B18"/>
    <w:rsid w:val="009F4EAE"/>
    <w:rsid w:val="009F557D"/>
    <w:rsid w:val="009F613E"/>
    <w:rsid w:val="009F683C"/>
    <w:rsid w:val="009F6977"/>
    <w:rsid w:val="009F69CE"/>
    <w:rsid w:val="009F7422"/>
    <w:rsid w:val="009F7F8D"/>
    <w:rsid w:val="00A00A21"/>
    <w:rsid w:val="00A015E1"/>
    <w:rsid w:val="00A0209C"/>
    <w:rsid w:val="00A02B21"/>
    <w:rsid w:val="00A02F61"/>
    <w:rsid w:val="00A03231"/>
    <w:rsid w:val="00A04270"/>
    <w:rsid w:val="00A04435"/>
    <w:rsid w:val="00A06011"/>
    <w:rsid w:val="00A0616A"/>
    <w:rsid w:val="00A066DE"/>
    <w:rsid w:val="00A07CB5"/>
    <w:rsid w:val="00A11616"/>
    <w:rsid w:val="00A12041"/>
    <w:rsid w:val="00A12156"/>
    <w:rsid w:val="00A1250A"/>
    <w:rsid w:val="00A126D8"/>
    <w:rsid w:val="00A1309E"/>
    <w:rsid w:val="00A13573"/>
    <w:rsid w:val="00A13D8E"/>
    <w:rsid w:val="00A157AD"/>
    <w:rsid w:val="00A164FF"/>
    <w:rsid w:val="00A16BCF"/>
    <w:rsid w:val="00A16F18"/>
    <w:rsid w:val="00A17027"/>
    <w:rsid w:val="00A2039A"/>
    <w:rsid w:val="00A20674"/>
    <w:rsid w:val="00A210F6"/>
    <w:rsid w:val="00A229F9"/>
    <w:rsid w:val="00A22CC4"/>
    <w:rsid w:val="00A23114"/>
    <w:rsid w:val="00A23263"/>
    <w:rsid w:val="00A23359"/>
    <w:rsid w:val="00A26E65"/>
    <w:rsid w:val="00A276A4"/>
    <w:rsid w:val="00A304F2"/>
    <w:rsid w:val="00A3155A"/>
    <w:rsid w:val="00A31E53"/>
    <w:rsid w:val="00A32779"/>
    <w:rsid w:val="00A32F4A"/>
    <w:rsid w:val="00A339DE"/>
    <w:rsid w:val="00A35186"/>
    <w:rsid w:val="00A3539E"/>
    <w:rsid w:val="00A356C4"/>
    <w:rsid w:val="00A366BB"/>
    <w:rsid w:val="00A37AF0"/>
    <w:rsid w:val="00A37D32"/>
    <w:rsid w:val="00A402DC"/>
    <w:rsid w:val="00A40FBE"/>
    <w:rsid w:val="00A40FDF"/>
    <w:rsid w:val="00A41DBD"/>
    <w:rsid w:val="00A431B4"/>
    <w:rsid w:val="00A434F9"/>
    <w:rsid w:val="00A4350F"/>
    <w:rsid w:val="00A43906"/>
    <w:rsid w:val="00A43B11"/>
    <w:rsid w:val="00A451F5"/>
    <w:rsid w:val="00A45519"/>
    <w:rsid w:val="00A45C22"/>
    <w:rsid w:val="00A46CE4"/>
    <w:rsid w:val="00A46F25"/>
    <w:rsid w:val="00A46F2C"/>
    <w:rsid w:val="00A47ED8"/>
    <w:rsid w:val="00A5006C"/>
    <w:rsid w:val="00A500D0"/>
    <w:rsid w:val="00A50220"/>
    <w:rsid w:val="00A50698"/>
    <w:rsid w:val="00A50871"/>
    <w:rsid w:val="00A50E6B"/>
    <w:rsid w:val="00A518A0"/>
    <w:rsid w:val="00A51EBF"/>
    <w:rsid w:val="00A523D9"/>
    <w:rsid w:val="00A52BE0"/>
    <w:rsid w:val="00A54283"/>
    <w:rsid w:val="00A54810"/>
    <w:rsid w:val="00A54C54"/>
    <w:rsid w:val="00A554D8"/>
    <w:rsid w:val="00A55A17"/>
    <w:rsid w:val="00A55EAD"/>
    <w:rsid w:val="00A561A5"/>
    <w:rsid w:val="00A60B1B"/>
    <w:rsid w:val="00A61886"/>
    <w:rsid w:val="00A61FA0"/>
    <w:rsid w:val="00A630CF"/>
    <w:rsid w:val="00A63B02"/>
    <w:rsid w:val="00A63B0D"/>
    <w:rsid w:val="00A6530D"/>
    <w:rsid w:val="00A65BA1"/>
    <w:rsid w:val="00A66E44"/>
    <w:rsid w:val="00A6707E"/>
    <w:rsid w:val="00A6780F"/>
    <w:rsid w:val="00A723F0"/>
    <w:rsid w:val="00A7253C"/>
    <w:rsid w:val="00A72A9A"/>
    <w:rsid w:val="00A74160"/>
    <w:rsid w:val="00A7443F"/>
    <w:rsid w:val="00A758E8"/>
    <w:rsid w:val="00A75EC0"/>
    <w:rsid w:val="00A768A1"/>
    <w:rsid w:val="00A778E7"/>
    <w:rsid w:val="00A77F0E"/>
    <w:rsid w:val="00A77F72"/>
    <w:rsid w:val="00A8104E"/>
    <w:rsid w:val="00A81182"/>
    <w:rsid w:val="00A83B59"/>
    <w:rsid w:val="00A854B8"/>
    <w:rsid w:val="00A875A9"/>
    <w:rsid w:val="00A877AA"/>
    <w:rsid w:val="00A87963"/>
    <w:rsid w:val="00A87FE5"/>
    <w:rsid w:val="00A90876"/>
    <w:rsid w:val="00A909F2"/>
    <w:rsid w:val="00A91380"/>
    <w:rsid w:val="00A91908"/>
    <w:rsid w:val="00A92496"/>
    <w:rsid w:val="00A93155"/>
    <w:rsid w:val="00A93501"/>
    <w:rsid w:val="00A95F09"/>
    <w:rsid w:val="00A96D06"/>
    <w:rsid w:val="00A9736B"/>
    <w:rsid w:val="00A97E1A"/>
    <w:rsid w:val="00A97FC4"/>
    <w:rsid w:val="00AA01CE"/>
    <w:rsid w:val="00AA0C9A"/>
    <w:rsid w:val="00AA17BD"/>
    <w:rsid w:val="00AA1AE7"/>
    <w:rsid w:val="00AA2916"/>
    <w:rsid w:val="00AA2FBC"/>
    <w:rsid w:val="00AA3592"/>
    <w:rsid w:val="00AA3718"/>
    <w:rsid w:val="00AA3B81"/>
    <w:rsid w:val="00AA3BD2"/>
    <w:rsid w:val="00AA4173"/>
    <w:rsid w:val="00AA4CA3"/>
    <w:rsid w:val="00AA6BF6"/>
    <w:rsid w:val="00AA79CC"/>
    <w:rsid w:val="00AB1138"/>
    <w:rsid w:val="00AB1556"/>
    <w:rsid w:val="00AB27AC"/>
    <w:rsid w:val="00AB3572"/>
    <w:rsid w:val="00AB3A15"/>
    <w:rsid w:val="00AB450A"/>
    <w:rsid w:val="00AB4A5E"/>
    <w:rsid w:val="00AB4DAC"/>
    <w:rsid w:val="00AB5A71"/>
    <w:rsid w:val="00AB5E00"/>
    <w:rsid w:val="00AB668C"/>
    <w:rsid w:val="00AB709C"/>
    <w:rsid w:val="00AC008C"/>
    <w:rsid w:val="00AC19FB"/>
    <w:rsid w:val="00AC1F40"/>
    <w:rsid w:val="00AC4213"/>
    <w:rsid w:val="00AC4B80"/>
    <w:rsid w:val="00AC4C72"/>
    <w:rsid w:val="00AC5A3B"/>
    <w:rsid w:val="00AC5EB2"/>
    <w:rsid w:val="00AC62EF"/>
    <w:rsid w:val="00AC6CE8"/>
    <w:rsid w:val="00AC6E53"/>
    <w:rsid w:val="00AC6E6F"/>
    <w:rsid w:val="00AC6FDD"/>
    <w:rsid w:val="00AC7B7A"/>
    <w:rsid w:val="00AC7CF2"/>
    <w:rsid w:val="00AD04EE"/>
    <w:rsid w:val="00AD052D"/>
    <w:rsid w:val="00AD0895"/>
    <w:rsid w:val="00AD0B04"/>
    <w:rsid w:val="00AD1AFB"/>
    <w:rsid w:val="00AD2066"/>
    <w:rsid w:val="00AD2218"/>
    <w:rsid w:val="00AD308F"/>
    <w:rsid w:val="00AD33B1"/>
    <w:rsid w:val="00AD39E0"/>
    <w:rsid w:val="00AD3B18"/>
    <w:rsid w:val="00AD5F10"/>
    <w:rsid w:val="00AD6A29"/>
    <w:rsid w:val="00AD7E3D"/>
    <w:rsid w:val="00AE05C5"/>
    <w:rsid w:val="00AE0954"/>
    <w:rsid w:val="00AE0FFD"/>
    <w:rsid w:val="00AE132C"/>
    <w:rsid w:val="00AE2B14"/>
    <w:rsid w:val="00AE2BF1"/>
    <w:rsid w:val="00AE3475"/>
    <w:rsid w:val="00AE37D2"/>
    <w:rsid w:val="00AE3A2D"/>
    <w:rsid w:val="00AE5536"/>
    <w:rsid w:val="00AE5893"/>
    <w:rsid w:val="00AE6747"/>
    <w:rsid w:val="00AE6C8E"/>
    <w:rsid w:val="00AE6E8A"/>
    <w:rsid w:val="00AE6EB5"/>
    <w:rsid w:val="00AE71D5"/>
    <w:rsid w:val="00AE742B"/>
    <w:rsid w:val="00AE74C2"/>
    <w:rsid w:val="00AE7E11"/>
    <w:rsid w:val="00AF0782"/>
    <w:rsid w:val="00AF31FF"/>
    <w:rsid w:val="00AF354B"/>
    <w:rsid w:val="00AF3DA3"/>
    <w:rsid w:val="00AF3F46"/>
    <w:rsid w:val="00AF3FB2"/>
    <w:rsid w:val="00AF47C2"/>
    <w:rsid w:val="00AF4C87"/>
    <w:rsid w:val="00AF54AE"/>
    <w:rsid w:val="00AF5B10"/>
    <w:rsid w:val="00AF5C23"/>
    <w:rsid w:val="00AF5F0D"/>
    <w:rsid w:val="00AF610E"/>
    <w:rsid w:val="00AF62E2"/>
    <w:rsid w:val="00AF7302"/>
    <w:rsid w:val="00AF7751"/>
    <w:rsid w:val="00B005F4"/>
    <w:rsid w:val="00B0066C"/>
    <w:rsid w:val="00B02F12"/>
    <w:rsid w:val="00B0388A"/>
    <w:rsid w:val="00B03FCF"/>
    <w:rsid w:val="00B04D66"/>
    <w:rsid w:val="00B0585C"/>
    <w:rsid w:val="00B064D2"/>
    <w:rsid w:val="00B07159"/>
    <w:rsid w:val="00B0772E"/>
    <w:rsid w:val="00B07733"/>
    <w:rsid w:val="00B078F8"/>
    <w:rsid w:val="00B10D73"/>
    <w:rsid w:val="00B113AC"/>
    <w:rsid w:val="00B11AE1"/>
    <w:rsid w:val="00B11E55"/>
    <w:rsid w:val="00B12385"/>
    <w:rsid w:val="00B12A48"/>
    <w:rsid w:val="00B133B9"/>
    <w:rsid w:val="00B13685"/>
    <w:rsid w:val="00B142DF"/>
    <w:rsid w:val="00B1433D"/>
    <w:rsid w:val="00B17F54"/>
    <w:rsid w:val="00B2030F"/>
    <w:rsid w:val="00B203EC"/>
    <w:rsid w:val="00B20D21"/>
    <w:rsid w:val="00B21775"/>
    <w:rsid w:val="00B221D3"/>
    <w:rsid w:val="00B23DF6"/>
    <w:rsid w:val="00B246D7"/>
    <w:rsid w:val="00B24E70"/>
    <w:rsid w:val="00B24E8E"/>
    <w:rsid w:val="00B25261"/>
    <w:rsid w:val="00B26734"/>
    <w:rsid w:val="00B2693F"/>
    <w:rsid w:val="00B27C97"/>
    <w:rsid w:val="00B27CE5"/>
    <w:rsid w:val="00B30778"/>
    <w:rsid w:val="00B30936"/>
    <w:rsid w:val="00B30C6C"/>
    <w:rsid w:val="00B330A8"/>
    <w:rsid w:val="00B33962"/>
    <w:rsid w:val="00B33FAC"/>
    <w:rsid w:val="00B346E1"/>
    <w:rsid w:val="00B34862"/>
    <w:rsid w:val="00B35590"/>
    <w:rsid w:val="00B35A3E"/>
    <w:rsid w:val="00B411C9"/>
    <w:rsid w:val="00B411F8"/>
    <w:rsid w:val="00B41EE2"/>
    <w:rsid w:val="00B4280F"/>
    <w:rsid w:val="00B42A46"/>
    <w:rsid w:val="00B43F51"/>
    <w:rsid w:val="00B44565"/>
    <w:rsid w:val="00B453F2"/>
    <w:rsid w:val="00B45A42"/>
    <w:rsid w:val="00B46472"/>
    <w:rsid w:val="00B46A53"/>
    <w:rsid w:val="00B46FD4"/>
    <w:rsid w:val="00B47017"/>
    <w:rsid w:val="00B47558"/>
    <w:rsid w:val="00B47AE9"/>
    <w:rsid w:val="00B47ECF"/>
    <w:rsid w:val="00B50689"/>
    <w:rsid w:val="00B506F9"/>
    <w:rsid w:val="00B507A6"/>
    <w:rsid w:val="00B509C9"/>
    <w:rsid w:val="00B50A13"/>
    <w:rsid w:val="00B50D99"/>
    <w:rsid w:val="00B51573"/>
    <w:rsid w:val="00B5217E"/>
    <w:rsid w:val="00B524AC"/>
    <w:rsid w:val="00B52AE3"/>
    <w:rsid w:val="00B52D52"/>
    <w:rsid w:val="00B53117"/>
    <w:rsid w:val="00B55E24"/>
    <w:rsid w:val="00B55E87"/>
    <w:rsid w:val="00B5605C"/>
    <w:rsid w:val="00B575CF"/>
    <w:rsid w:val="00B57795"/>
    <w:rsid w:val="00B57E03"/>
    <w:rsid w:val="00B609A6"/>
    <w:rsid w:val="00B60A21"/>
    <w:rsid w:val="00B62062"/>
    <w:rsid w:val="00B637BC"/>
    <w:rsid w:val="00B63844"/>
    <w:rsid w:val="00B644C2"/>
    <w:rsid w:val="00B64817"/>
    <w:rsid w:val="00B64F51"/>
    <w:rsid w:val="00B64F97"/>
    <w:rsid w:val="00B65170"/>
    <w:rsid w:val="00B658B7"/>
    <w:rsid w:val="00B65FC2"/>
    <w:rsid w:val="00B663C8"/>
    <w:rsid w:val="00B66666"/>
    <w:rsid w:val="00B66C35"/>
    <w:rsid w:val="00B675E3"/>
    <w:rsid w:val="00B67A48"/>
    <w:rsid w:val="00B7047B"/>
    <w:rsid w:val="00B71B60"/>
    <w:rsid w:val="00B72A16"/>
    <w:rsid w:val="00B7411D"/>
    <w:rsid w:val="00B7527A"/>
    <w:rsid w:val="00B756B8"/>
    <w:rsid w:val="00B775BF"/>
    <w:rsid w:val="00B777D7"/>
    <w:rsid w:val="00B81BCD"/>
    <w:rsid w:val="00B82C9F"/>
    <w:rsid w:val="00B83488"/>
    <w:rsid w:val="00B8446F"/>
    <w:rsid w:val="00B84942"/>
    <w:rsid w:val="00B85192"/>
    <w:rsid w:val="00B85938"/>
    <w:rsid w:val="00B86166"/>
    <w:rsid w:val="00B86877"/>
    <w:rsid w:val="00B873C0"/>
    <w:rsid w:val="00B87A2E"/>
    <w:rsid w:val="00B90AD3"/>
    <w:rsid w:val="00B91212"/>
    <w:rsid w:val="00B91495"/>
    <w:rsid w:val="00B91EEB"/>
    <w:rsid w:val="00B92EE1"/>
    <w:rsid w:val="00B9309B"/>
    <w:rsid w:val="00B935E7"/>
    <w:rsid w:val="00B948E6"/>
    <w:rsid w:val="00B9495B"/>
    <w:rsid w:val="00B9559A"/>
    <w:rsid w:val="00B955EF"/>
    <w:rsid w:val="00B95B3A"/>
    <w:rsid w:val="00B962F3"/>
    <w:rsid w:val="00B969FD"/>
    <w:rsid w:val="00B975EF"/>
    <w:rsid w:val="00B97B0C"/>
    <w:rsid w:val="00BA07D3"/>
    <w:rsid w:val="00BA08D0"/>
    <w:rsid w:val="00BA0B63"/>
    <w:rsid w:val="00BA0BDB"/>
    <w:rsid w:val="00BA1315"/>
    <w:rsid w:val="00BA33E4"/>
    <w:rsid w:val="00BA3901"/>
    <w:rsid w:val="00BA4308"/>
    <w:rsid w:val="00BA4E64"/>
    <w:rsid w:val="00BA54A1"/>
    <w:rsid w:val="00BA5A1D"/>
    <w:rsid w:val="00BA5FE1"/>
    <w:rsid w:val="00BA68D8"/>
    <w:rsid w:val="00BA6B5F"/>
    <w:rsid w:val="00BA6DDA"/>
    <w:rsid w:val="00BA784A"/>
    <w:rsid w:val="00BA7F06"/>
    <w:rsid w:val="00BA7FB8"/>
    <w:rsid w:val="00BB00B4"/>
    <w:rsid w:val="00BB0584"/>
    <w:rsid w:val="00BB07CE"/>
    <w:rsid w:val="00BB0CE4"/>
    <w:rsid w:val="00BB1187"/>
    <w:rsid w:val="00BB138E"/>
    <w:rsid w:val="00BB1E74"/>
    <w:rsid w:val="00BB3B5A"/>
    <w:rsid w:val="00BB5280"/>
    <w:rsid w:val="00BB599B"/>
    <w:rsid w:val="00BB6E43"/>
    <w:rsid w:val="00BB7278"/>
    <w:rsid w:val="00BB7A7B"/>
    <w:rsid w:val="00BC075F"/>
    <w:rsid w:val="00BC19A2"/>
    <w:rsid w:val="00BC1EC4"/>
    <w:rsid w:val="00BC2093"/>
    <w:rsid w:val="00BC3E75"/>
    <w:rsid w:val="00BC3F8F"/>
    <w:rsid w:val="00BC79C3"/>
    <w:rsid w:val="00BC7F9E"/>
    <w:rsid w:val="00BD0FD5"/>
    <w:rsid w:val="00BD193F"/>
    <w:rsid w:val="00BD20A5"/>
    <w:rsid w:val="00BD2DCD"/>
    <w:rsid w:val="00BD40C5"/>
    <w:rsid w:val="00BD46BD"/>
    <w:rsid w:val="00BD4733"/>
    <w:rsid w:val="00BD5376"/>
    <w:rsid w:val="00BD5DE1"/>
    <w:rsid w:val="00BD5E48"/>
    <w:rsid w:val="00BD5E62"/>
    <w:rsid w:val="00BD661C"/>
    <w:rsid w:val="00BD6641"/>
    <w:rsid w:val="00BE1FCF"/>
    <w:rsid w:val="00BE2406"/>
    <w:rsid w:val="00BE2F3A"/>
    <w:rsid w:val="00BE3165"/>
    <w:rsid w:val="00BE4520"/>
    <w:rsid w:val="00BE4A0B"/>
    <w:rsid w:val="00BE5334"/>
    <w:rsid w:val="00BE534F"/>
    <w:rsid w:val="00BE53AC"/>
    <w:rsid w:val="00BE54C6"/>
    <w:rsid w:val="00BE57FC"/>
    <w:rsid w:val="00BE587A"/>
    <w:rsid w:val="00BE5959"/>
    <w:rsid w:val="00BE65E8"/>
    <w:rsid w:val="00BE7215"/>
    <w:rsid w:val="00BE75E1"/>
    <w:rsid w:val="00BE7AC7"/>
    <w:rsid w:val="00BF01AD"/>
    <w:rsid w:val="00BF0537"/>
    <w:rsid w:val="00BF0D53"/>
    <w:rsid w:val="00BF0FA4"/>
    <w:rsid w:val="00BF2438"/>
    <w:rsid w:val="00BF35C0"/>
    <w:rsid w:val="00BF3F72"/>
    <w:rsid w:val="00BF40D7"/>
    <w:rsid w:val="00BF4174"/>
    <w:rsid w:val="00BF41D2"/>
    <w:rsid w:val="00BF44F0"/>
    <w:rsid w:val="00BF610D"/>
    <w:rsid w:val="00BF6401"/>
    <w:rsid w:val="00BF73A5"/>
    <w:rsid w:val="00C004D1"/>
    <w:rsid w:val="00C00F32"/>
    <w:rsid w:val="00C011FD"/>
    <w:rsid w:val="00C01F1F"/>
    <w:rsid w:val="00C02434"/>
    <w:rsid w:val="00C03171"/>
    <w:rsid w:val="00C06474"/>
    <w:rsid w:val="00C06476"/>
    <w:rsid w:val="00C064FF"/>
    <w:rsid w:val="00C07200"/>
    <w:rsid w:val="00C073CC"/>
    <w:rsid w:val="00C07425"/>
    <w:rsid w:val="00C07BB9"/>
    <w:rsid w:val="00C07DED"/>
    <w:rsid w:val="00C108D5"/>
    <w:rsid w:val="00C10C78"/>
    <w:rsid w:val="00C11449"/>
    <w:rsid w:val="00C1177E"/>
    <w:rsid w:val="00C1185A"/>
    <w:rsid w:val="00C11ABA"/>
    <w:rsid w:val="00C12418"/>
    <w:rsid w:val="00C1331A"/>
    <w:rsid w:val="00C13956"/>
    <w:rsid w:val="00C13D0E"/>
    <w:rsid w:val="00C14C1E"/>
    <w:rsid w:val="00C15862"/>
    <w:rsid w:val="00C167E0"/>
    <w:rsid w:val="00C21640"/>
    <w:rsid w:val="00C21B15"/>
    <w:rsid w:val="00C22473"/>
    <w:rsid w:val="00C2257C"/>
    <w:rsid w:val="00C230C3"/>
    <w:rsid w:val="00C230E5"/>
    <w:rsid w:val="00C23ABB"/>
    <w:rsid w:val="00C249EA"/>
    <w:rsid w:val="00C25F21"/>
    <w:rsid w:val="00C26356"/>
    <w:rsid w:val="00C26B5F"/>
    <w:rsid w:val="00C27E55"/>
    <w:rsid w:val="00C27F82"/>
    <w:rsid w:val="00C3033D"/>
    <w:rsid w:val="00C30BB8"/>
    <w:rsid w:val="00C31F18"/>
    <w:rsid w:val="00C32857"/>
    <w:rsid w:val="00C34645"/>
    <w:rsid w:val="00C3502A"/>
    <w:rsid w:val="00C352D9"/>
    <w:rsid w:val="00C37B1F"/>
    <w:rsid w:val="00C37C17"/>
    <w:rsid w:val="00C4009D"/>
    <w:rsid w:val="00C41FC4"/>
    <w:rsid w:val="00C426FF"/>
    <w:rsid w:val="00C42DF6"/>
    <w:rsid w:val="00C43CC9"/>
    <w:rsid w:val="00C43F63"/>
    <w:rsid w:val="00C44443"/>
    <w:rsid w:val="00C44BCC"/>
    <w:rsid w:val="00C44F55"/>
    <w:rsid w:val="00C453C4"/>
    <w:rsid w:val="00C459CD"/>
    <w:rsid w:val="00C468EA"/>
    <w:rsid w:val="00C46C9A"/>
    <w:rsid w:val="00C46D8A"/>
    <w:rsid w:val="00C472B3"/>
    <w:rsid w:val="00C474F8"/>
    <w:rsid w:val="00C4755F"/>
    <w:rsid w:val="00C47CB6"/>
    <w:rsid w:val="00C47D5D"/>
    <w:rsid w:val="00C503A8"/>
    <w:rsid w:val="00C5068E"/>
    <w:rsid w:val="00C508AF"/>
    <w:rsid w:val="00C5177B"/>
    <w:rsid w:val="00C52751"/>
    <w:rsid w:val="00C52B66"/>
    <w:rsid w:val="00C537D0"/>
    <w:rsid w:val="00C53A0C"/>
    <w:rsid w:val="00C557F8"/>
    <w:rsid w:val="00C56308"/>
    <w:rsid w:val="00C567C3"/>
    <w:rsid w:val="00C56A2F"/>
    <w:rsid w:val="00C56DC5"/>
    <w:rsid w:val="00C56DC7"/>
    <w:rsid w:val="00C576DE"/>
    <w:rsid w:val="00C577C0"/>
    <w:rsid w:val="00C57F6F"/>
    <w:rsid w:val="00C60F01"/>
    <w:rsid w:val="00C61A7E"/>
    <w:rsid w:val="00C65100"/>
    <w:rsid w:val="00C655B8"/>
    <w:rsid w:val="00C65C65"/>
    <w:rsid w:val="00C661A1"/>
    <w:rsid w:val="00C679DE"/>
    <w:rsid w:val="00C703C2"/>
    <w:rsid w:val="00C7094B"/>
    <w:rsid w:val="00C71161"/>
    <w:rsid w:val="00C71A2B"/>
    <w:rsid w:val="00C71FFD"/>
    <w:rsid w:val="00C72054"/>
    <w:rsid w:val="00C72D2A"/>
    <w:rsid w:val="00C73E50"/>
    <w:rsid w:val="00C73FA7"/>
    <w:rsid w:val="00C74834"/>
    <w:rsid w:val="00C74EE5"/>
    <w:rsid w:val="00C755BA"/>
    <w:rsid w:val="00C75E1D"/>
    <w:rsid w:val="00C76638"/>
    <w:rsid w:val="00C76E32"/>
    <w:rsid w:val="00C775AA"/>
    <w:rsid w:val="00C77CA8"/>
    <w:rsid w:val="00C802CA"/>
    <w:rsid w:val="00C80744"/>
    <w:rsid w:val="00C80D19"/>
    <w:rsid w:val="00C81887"/>
    <w:rsid w:val="00C81AD2"/>
    <w:rsid w:val="00C81B3D"/>
    <w:rsid w:val="00C8204E"/>
    <w:rsid w:val="00C839AB"/>
    <w:rsid w:val="00C8557E"/>
    <w:rsid w:val="00C86080"/>
    <w:rsid w:val="00C86574"/>
    <w:rsid w:val="00C866E1"/>
    <w:rsid w:val="00C874D8"/>
    <w:rsid w:val="00C87700"/>
    <w:rsid w:val="00C87E1E"/>
    <w:rsid w:val="00C87F56"/>
    <w:rsid w:val="00C90394"/>
    <w:rsid w:val="00C90E47"/>
    <w:rsid w:val="00C91A62"/>
    <w:rsid w:val="00C91BAF"/>
    <w:rsid w:val="00C92F79"/>
    <w:rsid w:val="00C93223"/>
    <w:rsid w:val="00C9351E"/>
    <w:rsid w:val="00C95EE7"/>
    <w:rsid w:val="00C96415"/>
    <w:rsid w:val="00C9722B"/>
    <w:rsid w:val="00C97850"/>
    <w:rsid w:val="00CA05A6"/>
    <w:rsid w:val="00CA073F"/>
    <w:rsid w:val="00CA14A8"/>
    <w:rsid w:val="00CA19B0"/>
    <w:rsid w:val="00CA1F76"/>
    <w:rsid w:val="00CA26B7"/>
    <w:rsid w:val="00CA3D39"/>
    <w:rsid w:val="00CA3F1F"/>
    <w:rsid w:val="00CA45E5"/>
    <w:rsid w:val="00CA58BE"/>
    <w:rsid w:val="00CA620E"/>
    <w:rsid w:val="00CA6713"/>
    <w:rsid w:val="00CA6CDE"/>
    <w:rsid w:val="00CA6D4C"/>
    <w:rsid w:val="00CA702F"/>
    <w:rsid w:val="00CA74F9"/>
    <w:rsid w:val="00CA7787"/>
    <w:rsid w:val="00CA7964"/>
    <w:rsid w:val="00CA7A42"/>
    <w:rsid w:val="00CB0061"/>
    <w:rsid w:val="00CB1301"/>
    <w:rsid w:val="00CB171B"/>
    <w:rsid w:val="00CB2753"/>
    <w:rsid w:val="00CB3E16"/>
    <w:rsid w:val="00CB488A"/>
    <w:rsid w:val="00CB4F3A"/>
    <w:rsid w:val="00CB6963"/>
    <w:rsid w:val="00CB769C"/>
    <w:rsid w:val="00CC05DF"/>
    <w:rsid w:val="00CC1081"/>
    <w:rsid w:val="00CC128B"/>
    <w:rsid w:val="00CC14AB"/>
    <w:rsid w:val="00CC19DC"/>
    <w:rsid w:val="00CC19EA"/>
    <w:rsid w:val="00CC1B47"/>
    <w:rsid w:val="00CC1C25"/>
    <w:rsid w:val="00CC229F"/>
    <w:rsid w:val="00CC236F"/>
    <w:rsid w:val="00CC2964"/>
    <w:rsid w:val="00CC311D"/>
    <w:rsid w:val="00CC397B"/>
    <w:rsid w:val="00CC3A68"/>
    <w:rsid w:val="00CC3EBD"/>
    <w:rsid w:val="00CC434E"/>
    <w:rsid w:val="00CC5131"/>
    <w:rsid w:val="00CC792A"/>
    <w:rsid w:val="00CD1B9E"/>
    <w:rsid w:val="00CD20D2"/>
    <w:rsid w:val="00CD2677"/>
    <w:rsid w:val="00CD26BB"/>
    <w:rsid w:val="00CD2702"/>
    <w:rsid w:val="00CD2B9B"/>
    <w:rsid w:val="00CD2F58"/>
    <w:rsid w:val="00CD329B"/>
    <w:rsid w:val="00CD3CFB"/>
    <w:rsid w:val="00CD3F37"/>
    <w:rsid w:val="00CD47AE"/>
    <w:rsid w:val="00CD57D6"/>
    <w:rsid w:val="00CD5C60"/>
    <w:rsid w:val="00CD6DEE"/>
    <w:rsid w:val="00CD6E43"/>
    <w:rsid w:val="00CD7CB9"/>
    <w:rsid w:val="00CE064E"/>
    <w:rsid w:val="00CE1C19"/>
    <w:rsid w:val="00CE207E"/>
    <w:rsid w:val="00CE2119"/>
    <w:rsid w:val="00CE28A0"/>
    <w:rsid w:val="00CE2B4F"/>
    <w:rsid w:val="00CE31FC"/>
    <w:rsid w:val="00CE3AA7"/>
    <w:rsid w:val="00CE440A"/>
    <w:rsid w:val="00CE5F2C"/>
    <w:rsid w:val="00CE605B"/>
    <w:rsid w:val="00CE7366"/>
    <w:rsid w:val="00CE736B"/>
    <w:rsid w:val="00CE776D"/>
    <w:rsid w:val="00CF0501"/>
    <w:rsid w:val="00CF2700"/>
    <w:rsid w:val="00CF29B7"/>
    <w:rsid w:val="00CF2AE3"/>
    <w:rsid w:val="00CF2BE2"/>
    <w:rsid w:val="00CF3011"/>
    <w:rsid w:val="00CF3365"/>
    <w:rsid w:val="00CF4375"/>
    <w:rsid w:val="00CF49F1"/>
    <w:rsid w:val="00CF4FFA"/>
    <w:rsid w:val="00CF5A78"/>
    <w:rsid w:val="00CF6A32"/>
    <w:rsid w:val="00CF7A66"/>
    <w:rsid w:val="00D0024E"/>
    <w:rsid w:val="00D008E1"/>
    <w:rsid w:val="00D01D97"/>
    <w:rsid w:val="00D01E6D"/>
    <w:rsid w:val="00D03167"/>
    <w:rsid w:val="00D041F2"/>
    <w:rsid w:val="00D042E8"/>
    <w:rsid w:val="00D054A9"/>
    <w:rsid w:val="00D07814"/>
    <w:rsid w:val="00D112B7"/>
    <w:rsid w:val="00D11994"/>
    <w:rsid w:val="00D11CE2"/>
    <w:rsid w:val="00D120C0"/>
    <w:rsid w:val="00D12DC4"/>
    <w:rsid w:val="00D14274"/>
    <w:rsid w:val="00D15DD7"/>
    <w:rsid w:val="00D16079"/>
    <w:rsid w:val="00D16CC0"/>
    <w:rsid w:val="00D16D16"/>
    <w:rsid w:val="00D16F9F"/>
    <w:rsid w:val="00D17BE5"/>
    <w:rsid w:val="00D22999"/>
    <w:rsid w:val="00D22E12"/>
    <w:rsid w:val="00D230A9"/>
    <w:rsid w:val="00D2323D"/>
    <w:rsid w:val="00D25122"/>
    <w:rsid w:val="00D2695F"/>
    <w:rsid w:val="00D30A46"/>
    <w:rsid w:val="00D30D98"/>
    <w:rsid w:val="00D31EB5"/>
    <w:rsid w:val="00D32185"/>
    <w:rsid w:val="00D32908"/>
    <w:rsid w:val="00D32DC6"/>
    <w:rsid w:val="00D3375D"/>
    <w:rsid w:val="00D35909"/>
    <w:rsid w:val="00D35F9D"/>
    <w:rsid w:val="00D36056"/>
    <w:rsid w:val="00D36344"/>
    <w:rsid w:val="00D36510"/>
    <w:rsid w:val="00D36909"/>
    <w:rsid w:val="00D36D48"/>
    <w:rsid w:val="00D36D57"/>
    <w:rsid w:val="00D3770F"/>
    <w:rsid w:val="00D37815"/>
    <w:rsid w:val="00D404F2"/>
    <w:rsid w:val="00D40C89"/>
    <w:rsid w:val="00D40D77"/>
    <w:rsid w:val="00D41BC8"/>
    <w:rsid w:val="00D41DC6"/>
    <w:rsid w:val="00D4331D"/>
    <w:rsid w:val="00D43BCC"/>
    <w:rsid w:val="00D44F9E"/>
    <w:rsid w:val="00D44FC0"/>
    <w:rsid w:val="00D45202"/>
    <w:rsid w:val="00D458BE"/>
    <w:rsid w:val="00D45A0E"/>
    <w:rsid w:val="00D46B9D"/>
    <w:rsid w:val="00D475EC"/>
    <w:rsid w:val="00D501F8"/>
    <w:rsid w:val="00D5057B"/>
    <w:rsid w:val="00D52C02"/>
    <w:rsid w:val="00D52C3D"/>
    <w:rsid w:val="00D52DCC"/>
    <w:rsid w:val="00D539B8"/>
    <w:rsid w:val="00D54271"/>
    <w:rsid w:val="00D54BE0"/>
    <w:rsid w:val="00D54E3E"/>
    <w:rsid w:val="00D5504B"/>
    <w:rsid w:val="00D558D0"/>
    <w:rsid w:val="00D559FE"/>
    <w:rsid w:val="00D5601B"/>
    <w:rsid w:val="00D56369"/>
    <w:rsid w:val="00D56B79"/>
    <w:rsid w:val="00D56BF5"/>
    <w:rsid w:val="00D56DC6"/>
    <w:rsid w:val="00D60255"/>
    <w:rsid w:val="00D605ED"/>
    <w:rsid w:val="00D6093F"/>
    <w:rsid w:val="00D61A39"/>
    <w:rsid w:val="00D63011"/>
    <w:rsid w:val="00D63C0B"/>
    <w:rsid w:val="00D63DE8"/>
    <w:rsid w:val="00D647BE"/>
    <w:rsid w:val="00D659CC"/>
    <w:rsid w:val="00D65F88"/>
    <w:rsid w:val="00D662CD"/>
    <w:rsid w:val="00D66BA9"/>
    <w:rsid w:val="00D66BEC"/>
    <w:rsid w:val="00D67537"/>
    <w:rsid w:val="00D71B54"/>
    <w:rsid w:val="00D72871"/>
    <w:rsid w:val="00D72C50"/>
    <w:rsid w:val="00D72C85"/>
    <w:rsid w:val="00D72FBB"/>
    <w:rsid w:val="00D74B41"/>
    <w:rsid w:val="00D75004"/>
    <w:rsid w:val="00D75526"/>
    <w:rsid w:val="00D756D6"/>
    <w:rsid w:val="00D75EB6"/>
    <w:rsid w:val="00D76516"/>
    <w:rsid w:val="00D7671C"/>
    <w:rsid w:val="00D76890"/>
    <w:rsid w:val="00D7796C"/>
    <w:rsid w:val="00D8052E"/>
    <w:rsid w:val="00D80A8F"/>
    <w:rsid w:val="00D80B9A"/>
    <w:rsid w:val="00D80C40"/>
    <w:rsid w:val="00D81070"/>
    <w:rsid w:val="00D812A2"/>
    <w:rsid w:val="00D81760"/>
    <w:rsid w:val="00D81D17"/>
    <w:rsid w:val="00D82A91"/>
    <w:rsid w:val="00D82B0E"/>
    <w:rsid w:val="00D82B94"/>
    <w:rsid w:val="00D8427A"/>
    <w:rsid w:val="00D84D8C"/>
    <w:rsid w:val="00D860AF"/>
    <w:rsid w:val="00D86C5D"/>
    <w:rsid w:val="00D90776"/>
    <w:rsid w:val="00D90F47"/>
    <w:rsid w:val="00D914F0"/>
    <w:rsid w:val="00D920C2"/>
    <w:rsid w:val="00D92339"/>
    <w:rsid w:val="00D92636"/>
    <w:rsid w:val="00D92924"/>
    <w:rsid w:val="00D92B0D"/>
    <w:rsid w:val="00D9400A"/>
    <w:rsid w:val="00D94D15"/>
    <w:rsid w:val="00D95153"/>
    <w:rsid w:val="00DA01BB"/>
    <w:rsid w:val="00DA0447"/>
    <w:rsid w:val="00DA10A9"/>
    <w:rsid w:val="00DA1260"/>
    <w:rsid w:val="00DA16F8"/>
    <w:rsid w:val="00DA16FF"/>
    <w:rsid w:val="00DA1FD5"/>
    <w:rsid w:val="00DA227B"/>
    <w:rsid w:val="00DA4697"/>
    <w:rsid w:val="00DA484A"/>
    <w:rsid w:val="00DA4F65"/>
    <w:rsid w:val="00DA52E9"/>
    <w:rsid w:val="00DA586E"/>
    <w:rsid w:val="00DB013F"/>
    <w:rsid w:val="00DB182C"/>
    <w:rsid w:val="00DB196A"/>
    <w:rsid w:val="00DB19CD"/>
    <w:rsid w:val="00DB1AFF"/>
    <w:rsid w:val="00DB2859"/>
    <w:rsid w:val="00DB4146"/>
    <w:rsid w:val="00DB4A6C"/>
    <w:rsid w:val="00DB52C0"/>
    <w:rsid w:val="00DB53D6"/>
    <w:rsid w:val="00DB656E"/>
    <w:rsid w:val="00DB6A35"/>
    <w:rsid w:val="00DB6ABC"/>
    <w:rsid w:val="00DB6E3D"/>
    <w:rsid w:val="00DB70C1"/>
    <w:rsid w:val="00DB7138"/>
    <w:rsid w:val="00DB75BC"/>
    <w:rsid w:val="00DB7B24"/>
    <w:rsid w:val="00DC010E"/>
    <w:rsid w:val="00DC0A67"/>
    <w:rsid w:val="00DC0C70"/>
    <w:rsid w:val="00DC0CCC"/>
    <w:rsid w:val="00DC0DB3"/>
    <w:rsid w:val="00DC1E32"/>
    <w:rsid w:val="00DC222A"/>
    <w:rsid w:val="00DC22E7"/>
    <w:rsid w:val="00DC26CA"/>
    <w:rsid w:val="00DC2BCC"/>
    <w:rsid w:val="00DC32D4"/>
    <w:rsid w:val="00DC5644"/>
    <w:rsid w:val="00DC640E"/>
    <w:rsid w:val="00DC6922"/>
    <w:rsid w:val="00DC6BA7"/>
    <w:rsid w:val="00DC6FE7"/>
    <w:rsid w:val="00DC7DC3"/>
    <w:rsid w:val="00DD0656"/>
    <w:rsid w:val="00DD08D7"/>
    <w:rsid w:val="00DD0CF0"/>
    <w:rsid w:val="00DD11D9"/>
    <w:rsid w:val="00DD12C0"/>
    <w:rsid w:val="00DD21AF"/>
    <w:rsid w:val="00DD2694"/>
    <w:rsid w:val="00DD4250"/>
    <w:rsid w:val="00DD5824"/>
    <w:rsid w:val="00DD588F"/>
    <w:rsid w:val="00DD61EB"/>
    <w:rsid w:val="00DD6B19"/>
    <w:rsid w:val="00DD6DC7"/>
    <w:rsid w:val="00DD71BA"/>
    <w:rsid w:val="00DD736B"/>
    <w:rsid w:val="00DE146A"/>
    <w:rsid w:val="00DE1484"/>
    <w:rsid w:val="00DE2904"/>
    <w:rsid w:val="00DE32A9"/>
    <w:rsid w:val="00DE4AE0"/>
    <w:rsid w:val="00DE4D30"/>
    <w:rsid w:val="00DE4F4B"/>
    <w:rsid w:val="00DE59C4"/>
    <w:rsid w:val="00DE5EEE"/>
    <w:rsid w:val="00DE70B7"/>
    <w:rsid w:val="00DE7E8A"/>
    <w:rsid w:val="00DF04E0"/>
    <w:rsid w:val="00DF0A9F"/>
    <w:rsid w:val="00DF22B5"/>
    <w:rsid w:val="00DF258A"/>
    <w:rsid w:val="00DF2CBC"/>
    <w:rsid w:val="00DF3532"/>
    <w:rsid w:val="00DF42D5"/>
    <w:rsid w:val="00DF46BB"/>
    <w:rsid w:val="00DF4E3B"/>
    <w:rsid w:val="00DF4F66"/>
    <w:rsid w:val="00DF5C7B"/>
    <w:rsid w:val="00DF773E"/>
    <w:rsid w:val="00E0020C"/>
    <w:rsid w:val="00E008E1"/>
    <w:rsid w:val="00E00B44"/>
    <w:rsid w:val="00E00CCD"/>
    <w:rsid w:val="00E01036"/>
    <w:rsid w:val="00E01764"/>
    <w:rsid w:val="00E01C12"/>
    <w:rsid w:val="00E01E3D"/>
    <w:rsid w:val="00E0200B"/>
    <w:rsid w:val="00E02B3E"/>
    <w:rsid w:val="00E02E03"/>
    <w:rsid w:val="00E04970"/>
    <w:rsid w:val="00E053CC"/>
    <w:rsid w:val="00E0549D"/>
    <w:rsid w:val="00E05CC5"/>
    <w:rsid w:val="00E05F33"/>
    <w:rsid w:val="00E06C06"/>
    <w:rsid w:val="00E076C9"/>
    <w:rsid w:val="00E07DB3"/>
    <w:rsid w:val="00E1038D"/>
    <w:rsid w:val="00E11237"/>
    <w:rsid w:val="00E12024"/>
    <w:rsid w:val="00E120EA"/>
    <w:rsid w:val="00E121A0"/>
    <w:rsid w:val="00E1253A"/>
    <w:rsid w:val="00E14244"/>
    <w:rsid w:val="00E1472F"/>
    <w:rsid w:val="00E14D6E"/>
    <w:rsid w:val="00E14F22"/>
    <w:rsid w:val="00E15CE9"/>
    <w:rsid w:val="00E164D1"/>
    <w:rsid w:val="00E16ED3"/>
    <w:rsid w:val="00E173F1"/>
    <w:rsid w:val="00E17500"/>
    <w:rsid w:val="00E17DF4"/>
    <w:rsid w:val="00E17F53"/>
    <w:rsid w:val="00E2044A"/>
    <w:rsid w:val="00E2052B"/>
    <w:rsid w:val="00E213DF"/>
    <w:rsid w:val="00E21849"/>
    <w:rsid w:val="00E22675"/>
    <w:rsid w:val="00E23388"/>
    <w:rsid w:val="00E2420E"/>
    <w:rsid w:val="00E246F1"/>
    <w:rsid w:val="00E258BC"/>
    <w:rsid w:val="00E25F9D"/>
    <w:rsid w:val="00E25FDF"/>
    <w:rsid w:val="00E2641A"/>
    <w:rsid w:val="00E26F45"/>
    <w:rsid w:val="00E27053"/>
    <w:rsid w:val="00E272DD"/>
    <w:rsid w:val="00E276F2"/>
    <w:rsid w:val="00E313F0"/>
    <w:rsid w:val="00E318B3"/>
    <w:rsid w:val="00E319CA"/>
    <w:rsid w:val="00E3283C"/>
    <w:rsid w:val="00E330C7"/>
    <w:rsid w:val="00E35953"/>
    <w:rsid w:val="00E35C1E"/>
    <w:rsid w:val="00E36453"/>
    <w:rsid w:val="00E3651A"/>
    <w:rsid w:val="00E37586"/>
    <w:rsid w:val="00E400C9"/>
    <w:rsid w:val="00E41055"/>
    <w:rsid w:val="00E410F6"/>
    <w:rsid w:val="00E41562"/>
    <w:rsid w:val="00E416A8"/>
    <w:rsid w:val="00E41C59"/>
    <w:rsid w:val="00E42076"/>
    <w:rsid w:val="00E421EE"/>
    <w:rsid w:val="00E429E6"/>
    <w:rsid w:val="00E42F7A"/>
    <w:rsid w:val="00E43BD9"/>
    <w:rsid w:val="00E44E94"/>
    <w:rsid w:val="00E45BF1"/>
    <w:rsid w:val="00E46443"/>
    <w:rsid w:val="00E46628"/>
    <w:rsid w:val="00E467A7"/>
    <w:rsid w:val="00E4725A"/>
    <w:rsid w:val="00E516B3"/>
    <w:rsid w:val="00E516F2"/>
    <w:rsid w:val="00E52B3E"/>
    <w:rsid w:val="00E53801"/>
    <w:rsid w:val="00E5385D"/>
    <w:rsid w:val="00E54D67"/>
    <w:rsid w:val="00E55C71"/>
    <w:rsid w:val="00E55D09"/>
    <w:rsid w:val="00E56F68"/>
    <w:rsid w:val="00E57D23"/>
    <w:rsid w:val="00E6090E"/>
    <w:rsid w:val="00E60A9C"/>
    <w:rsid w:val="00E60AD9"/>
    <w:rsid w:val="00E615FA"/>
    <w:rsid w:val="00E63042"/>
    <w:rsid w:val="00E63F81"/>
    <w:rsid w:val="00E65540"/>
    <w:rsid w:val="00E67481"/>
    <w:rsid w:val="00E6784C"/>
    <w:rsid w:val="00E67BD3"/>
    <w:rsid w:val="00E70937"/>
    <w:rsid w:val="00E70AD8"/>
    <w:rsid w:val="00E71EFE"/>
    <w:rsid w:val="00E71FB4"/>
    <w:rsid w:val="00E727C7"/>
    <w:rsid w:val="00E72AAE"/>
    <w:rsid w:val="00E72F0C"/>
    <w:rsid w:val="00E73A57"/>
    <w:rsid w:val="00E73E99"/>
    <w:rsid w:val="00E7428A"/>
    <w:rsid w:val="00E74A9D"/>
    <w:rsid w:val="00E74BF5"/>
    <w:rsid w:val="00E74DC4"/>
    <w:rsid w:val="00E75377"/>
    <w:rsid w:val="00E76E0F"/>
    <w:rsid w:val="00E7761D"/>
    <w:rsid w:val="00E80984"/>
    <w:rsid w:val="00E81845"/>
    <w:rsid w:val="00E836C1"/>
    <w:rsid w:val="00E83B02"/>
    <w:rsid w:val="00E84695"/>
    <w:rsid w:val="00E84753"/>
    <w:rsid w:val="00E85224"/>
    <w:rsid w:val="00E86AC7"/>
    <w:rsid w:val="00E904C4"/>
    <w:rsid w:val="00E909FA"/>
    <w:rsid w:val="00E90B5C"/>
    <w:rsid w:val="00E90C6C"/>
    <w:rsid w:val="00E91767"/>
    <w:rsid w:val="00E91C17"/>
    <w:rsid w:val="00E92134"/>
    <w:rsid w:val="00E925F9"/>
    <w:rsid w:val="00E92689"/>
    <w:rsid w:val="00E92920"/>
    <w:rsid w:val="00E92A6F"/>
    <w:rsid w:val="00E930F7"/>
    <w:rsid w:val="00E93482"/>
    <w:rsid w:val="00E93CA9"/>
    <w:rsid w:val="00E94D5B"/>
    <w:rsid w:val="00E95335"/>
    <w:rsid w:val="00E9616F"/>
    <w:rsid w:val="00E97975"/>
    <w:rsid w:val="00E97CE5"/>
    <w:rsid w:val="00EA08D7"/>
    <w:rsid w:val="00EA22C5"/>
    <w:rsid w:val="00EA2BBE"/>
    <w:rsid w:val="00EA3D11"/>
    <w:rsid w:val="00EA431C"/>
    <w:rsid w:val="00EA5167"/>
    <w:rsid w:val="00EA6220"/>
    <w:rsid w:val="00EA678F"/>
    <w:rsid w:val="00EA7215"/>
    <w:rsid w:val="00EA7904"/>
    <w:rsid w:val="00EA7940"/>
    <w:rsid w:val="00EB080D"/>
    <w:rsid w:val="00EB1130"/>
    <w:rsid w:val="00EB1192"/>
    <w:rsid w:val="00EB130B"/>
    <w:rsid w:val="00EB16BF"/>
    <w:rsid w:val="00EB19FB"/>
    <w:rsid w:val="00EB20C4"/>
    <w:rsid w:val="00EB24B0"/>
    <w:rsid w:val="00EB2F30"/>
    <w:rsid w:val="00EB2F33"/>
    <w:rsid w:val="00EB4628"/>
    <w:rsid w:val="00EB473D"/>
    <w:rsid w:val="00EB5670"/>
    <w:rsid w:val="00EB58B7"/>
    <w:rsid w:val="00EB5D4C"/>
    <w:rsid w:val="00EB6165"/>
    <w:rsid w:val="00EB75B7"/>
    <w:rsid w:val="00EC017E"/>
    <w:rsid w:val="00EC086B"/>
    <w:rsid w:val="00EC1653"/>
    <w:rsid w:val="00EC1B1F"/>
    <w:rsid w:val="00EC1C67"/>
    <w:rsid w:val="00EC2A99"/>
    <w:rsid w:val="00EC3A3F"/>
    <w:rsid w:val="00EC61BC"/>
    <w:rsid w:val="00EC6BFD"/>
    <w:rsid w:val="00EC6E6B"/>
    <w:rsid w:val="00EC7723"/>
    <w:rsid w:val="00EC78F4"/>
    <w:rsid w:val="00ED051B"/>
    <w:rsid w:val="00ED07AB"/>
    <w:rsid w:val="00ED0C77"/>
    <w:rsid w:val="00ED0EF5"/>
    <w:rsid w:val="00ED11A6"/>
    <w:rsid w:val="00ED123F"/>
    <w:rsid w:val="00ED12FE"/>
    <w:rsid w:val="00ED13FA"/>
    <w:rsid w:val="00ED19CF"/>
    <w:rsid w:val="00ED254E"/>
    <w:rsid w:val="00ED2841"/>
    <w:rsid w:val="00ED39A0"/>
    <w:rsid w:val="00ED39C1"/>
    <w:rsid w:val="00ED4913"/>
    <w:rsid w:val="00ED58EA"/>
    <w:rsid w:val="00ED5AA6"/>
    <w:rsid w:val="00ED5F8B"/>
    <w:rsid w:val="00ED5FA7"/>
    <w:rsid w:val="00ED68D2"/>
    <w:rsid w:val="00ED6A94"/>
    <w:rsid w:val="00ED6E9A"/>
    <w:rsid w:val="00EE0252"/>
    <w:rsid w:val="00EE0821"/>
    <w:rsid w:val="00EE08FA"/>
    <w:rsid w:val="00EE0CF2"/>
    <w:rsid w:val="00EE0D4D"/>
    <w:rsid w:val="00EE1534"/>
    <w:rsid w:val="00EE2A66"/>
    <w:rsid w:val="00EE3B87"/>
    <w:rsid w:val="00EE4261"/>
    <w:rsid w:val="00EE43AD"/>
    <w:rsid w:val="00EE5D74"/>
    <w:rsid w:val="00EE5E57"/>
    <w:rsid w:val="00EE6363"/>
    <w:rsid w:val="00EE74B5"/>
    <w:rsid w:val="00EE7A73"/>
    <w:rsid w:val="00EE7B29"/>
    <w:rsid w:val="00EF034B"/>
    <w:rsid w:val="00EF24D5"/>
    <w:rsid w:val="00EF3F2F"/>
    <w:rsid w:val="00EF45E0"/>
    <w:rsid w:val="00EF4FDD"/>
    <w:rsid w:val="00EF5222"/>
    <w:rsid w:val="00F0048C"/>
    <w:rsid w:val="00F0083E"/>
    <w:rsid w:val="00F011BD"/>
    <w:rsid w:val="00F01F3D"/>
    <w:rsid w:val="00F0205F"/>
    <w:rsid w:val="00F03CD6"/>
    <w:rsid w:val="00F05104"/>
    <w:rsid w:val="00F055AA"/>
    <w:rsid w:val="00F05673"/>
    <w:rsid w:val="00F05E39"/>
    <w:rsid w:val="00F062C0"/>
    <w:rsid w:val="00F0711E"/>
    <w:rsid w:val="00F10E56"/>
    <w:rsid w:val="00F11456"/>
    <w:rsid w:val="00F14941"/>
    <w:rsid w:val="00F14964"/>
    <w:rsid w:val="00F1538C"/>
    <w:rsid w:val="00F1541A"/>
    <w:rsid w:val="00F15828"/>
    <w:rsid w:val="00F1602F"/>
    <w:rsid w:val="00F16260"/>
    <w:rsid w:val="00F16A74"/>
    <w:rsid w:val="00F16FAB"/>
    <w:rsid w:val="00F17E13"/>
    <w:rsid w:val="00F17E67"/>
    <w:rsid w:val="00F20169"/>
    <w:rsid w:val="00F201B4"/>
    <w:rsid w:val="00F2027B"/>
    <w:rsid w:val="00F20BFD"/>
    <w:rsid w:val="00F21D4A"/>
    <w:rsid w:val="00F21D84"/>
    <w:rsid w:val="00F23EEA"/>
    <w:rsid w:val="00F23F86"/>
    <w:rsid w:val="00F242DB"/>
    <w:rsid w:val="00F24AEB"/>
    <w:rsid w:val="00F24D84"/>
    <w:rsid w:val="00F253BB"/>
    <w:rsid w:val="00F26B3D"/>
    <w:rsid w:val="00F27F84"/>
    <w:rsid w:val="00F3100B"/>
    <w:rsid w:val="00F316E5"/>
    <w:rsid w:val="00F32E9E"/>
    <w:rsid w:val="00F33E19"/>
    <w:rsid w:val="00F342AF"/>
    <w:rsid w:val="00F347F3"/>
    <w:rsid w:val="00F35790"/>
    <w:rsid w:val="00F36392"/>
    <w:rsid w:val="00F36EA4"/>
    <w:rsid w:val="00F370C1"/>
    <w:rsid w:val="00F375FE"/>
    <w:rsid w:val="00F4117B"/>
    <w:rsid w:val="00F412A0"/>
    <w:rsid w:val="00F413E2"/>
    <w:rsid w:val="00F418FB"/>
    <w:rsid w:val="00F428EA"/>
    <w:rsid w:val="00F42A40"/>
    <w:rsid w:val="00F42EB9"/>
    <w:rsid w:val="00F432A7"/>
    <w:rsid w:val="00F4396A"/>
    <w:rsid w:val="00F4409C"/>
    <w:rsid w:val="00F460DD"/>
    <w:rsid w:val="00F466A6"/>
    <w:rsid w:val="00F46722"/>
    <w:rsid w:val="00F46E27"/>
    <w:rsid w:val="00F4749B"/>
    <w:rsid w:val="00F47F79"/>
    <w:rsid w:val="00F47FC2"/>
    <w:rsid w:val="00F509AB"/>
    <w:rsid w:val="00F51592"/>
    <w:rsid w:val="00F523A7"/>
    <w:rsid w:val="00F532CF"/>
    <w:rsid w:val="00F53368"/>
    <w:rsid w:val="00F53EC6"/>
    <w:rsid w:val="00F54F12"/>
    <w:rsid w:val="00F551CD"/>
    <w:rsid w:val="00F56F5A"/>
    <w:rsid w:val="00F5739E"/>
    <w:rsid w:val="00F576A7"/>
    <w:rsid w:val="00F6045E"/>
    <w:rsid w:val="00F615EC"/>
    <w:rsid w:val="00F617A5"/>
    <w:rsid w:val="00F61A77"/>
    <w:rsid w:val="00F62162"/>
    <w:rsid w:val="00F62C21"/>
    <w:rsid w:val="00F62C31"/>
    <w:rsid w:val="00F62C7E"/>
    <w:rsid w:val="00F630BB"/>
    <w:rsid w:val="00F63182"/>
    <w:rsid w:val="00F632E5"/>
    <w:rsid w:val="00F63914"/>
    <w:rsid w:val="00F64DCA"/>
    <w:rsid w:val="00F67EFD"/>
    <w:rsid w:val="00F70ACA"/>
    <w:rsid w:val="00F71D3A"/>
    <w:rsid w:val="00F7234E"/>
    <w:rsid w:val="00F733AE"/>
    <w:rsid w:val="00F7378B"/>
    <w:rsid w:val="00F73E32"/>
    <w:rsid w:val="00F7462E"/>
    <w:rsid w:val="00F75184"/>
    <w:rsid w:val="00F76F8A"/>
    <w:rsid w:val="00F7724C"/>
    <w:rsid w:val="00F77D16"/>
    <w:rsid w:val="00F8001B"/>
    <w:rsid w:val="00F807A4"/>
    <w:rsid w:val="00F80C87"/>
    <w:rsid w:val="00F80CF5"/>
    <w:rsid w:val="00F82BF0"/>
    <w:rsid w:val="00F82D40"/>
    <w:rsid w:val="00F83084"/>
    <w:rsid w:val="00F85E84"/>
    <w:rsid w:val="00F860B1"/>
    <w:rsid w:val="00F86A31"/>
    <w:rsid w:val="00F8768F"/>
    <w:rsid w:val="00F905AC"/>
    <w:rsid w:val="00F90D8A"/>
    <w:rsid w:val="00F91455"/>
    <w:rsid w:val="00F915E7"/>
    <w:rsid w:val="00F91F85"/>
    <w:rsid w:val="00F921E3"/>
    <w:rsid w:val="00F92606"/>
    <w:rsid w:val="00F93229"/>
    <w:rsid w:val="00F93422"/>
    <w:rsid w:val="00F9469D"/>
    <w:rsid w:val="00F9546B"/>
    <w:rsid w:val="00F95472"/>
    <w:rsid w:val="00F95C88"/>
    <w:rsid w:val="00F9651B"/>
    <w:rsid w:val="00F96683"/>
    <w:rsid w:val="00F96B3F"/>
    <w:rsid w:val="00F96DAB"/>
    <w:rsid w:val="00FA00B2"/>
    <w:rsid w:val="00FA04C6"/>
    <w:rsid w:val="00FA299B"/>
    <w:rsid w:val="00FA34DF"/>
    <w:rsid w:val="00FA3C6C"/>
    <w:rsid w:val="00FA57B0"/>
    <w:rsid w:val="00FA5C8E"/>
    <w:rsid w:val="00FA6098"/>
    <w:rsid w:val="00FA7234"/>
    <w:rsid w:val="00FA7E65"/>
    <w:rsid w:val="00FB0233"/>
    <w:rsid w:val="00FB18E2"/>
    <w:rsid w:val="00FB1D2F"/>
    <w:rsid w:val="00FB2016"/>
    <w:rsid w:val="00FB23CA"/>
    <w:rsid w:val="00FB23F8"/>
    <w:rsid w:val="00FB2A5F"/>
    <w:rsid w:val="00FB2A92"/>
    <w:rsid w:val="00FB2FDA"/>
    <w:rsid w:val="00FB313E"/>
    <w:rsid w:val="00FB3426"/>
    <w:rsid w:val="00FB37B6"/>
    <w:rsid w:val="00FB37EC"/>
    <w:rsid w:val="00FB3F3E"/>
    <w:rsid w:val="00FB4876"/>
    <w:rsid w:val="00FB5191"/>
    <w:rsid w:val="00FB57F3"/>
    <w:rsid w:val="00FB5DED"/>
    <w:rsid w:val="00FB66CF"/>
    <w:rsid w:val="00FB6DF4"/>
    <w:rsid w:val="00FC00D3"/>
    <w:rsid w:val="00FC1D25"/>
    <w:rsid w:val="00FC2A4B"/>
    <w:rsid w:val="00FC300F"/>
    <w:rsid w:val="00FC49E4"/>
    <w:rsid w:val="00FC5DB9"/>
    <w:rsid w:val="00FC6A53"/>
    <w:rsid w:val="00FC6C37"/>
    <w:rsid w:val="00FC6FBE"/>
    <w:rsid w:val="00FC7FC0"/>
    <w:rsid w:val="00FD00C1"/>
    <w:rsid w:val="00FD0B7D"/>
    <w:rsid w:val="00FD1EAE"/>
    <w:rsid w:val="00FD2EFA"/>
    <w:rsid w:val="00FD2F34"/>
    <w:rsid w:val="00FD31E0"/>
    <w:rsid w:val="00FD3940"/>
    <w:rsid w:val="00FD3DD3"/>
    <w:rsid w:val="00FD66B0"/>
    <w:rsid w:val="00FD67AC"/>
    <w:rsid w:val="00FD68CE"/>
    <w:rsid w:val="00FD7A4A"/>
    <w:rsid w:val="00FD7C54"/>
    <w:rsid w:val="00FE031D"/>
    <w:rsid w:val="00FE13AD"/>
    <w:rsid w:val="00FE142F"/>
    <w:rsid w:val="00FE1B03"/>
    <w:rsid w:val="00FE1D61"/>
    <w:rsid w:val="00FE1FBF"/>
    <w:rsid w:val="00FE2012"/>
    <w:rsid w:val="00FE2BCB"/>
    <w:rsid w:val="00FE35EA"/>
    <w:rsid w:val="00FE442F"/>
    <w:rsid w:val="00FE4781"/>
    <w:rsid w:val="00FE49DD"/>
    <w:rsid w:val="00FE4CFE"/>
    <w:rsid w:val="00FE561E"/>
    <w:rsid w:val="00FE5BA1"/>
    <w:rsid w:val="00FE5E48"/>
    <w:rsid w:val="00FE630A"/>
    <w:rsid w:val="00FE695C"/>
    <w:rsid w:val="00FE7160"/>
    <w:rsid w:val="00FE7B71"/>
    <w:rsid w:val="00FE7EFC"/>
    <w:rsid w:val="00FF01C8"/>
    <w:rsid w:val="00FF01D3"/>
    <w:rsid w:val="00FF03D0"/>
    <w:rsid w:val="00FF1BFA"/>
    <w:rsid w:val="00FF24FA"/>
    <w:rsid w:val="00FF3F8C"/>
    <w:rsid w:val="00FF42F7"/>
    <w:rsid w:val="00FF4406"/>
    <w:rsid w:val="00FF4609"/>
    <w:rsid w:val="00FF4810"/>
    <w:rsid w:val="00FF5170"/>
    <w:rsid w:val="00FF541F"/>
    <w:rsid w:val="00FF607C"/>
    <w:rsid w:val="00FF607E"/>
    <w:rsid w:val="00FF6941"/>
    <w:rsid w:val="00FF6B76"/>
    <w:rsid w:val="00FF7398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5:docId w15:val="{CB799BF0-4E64-4FB1-B77D-C9E65D9F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29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F60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7A1E2DB9</Template>
  <TotalTime>4</TotalTime>
  <Pages>3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Jahnke;Anna Frost</dc:creator>
  <cp:lastModifiedBy>Katie Jahnke</cp:lastModifiedBy>
  <cp:revision>4</cp:revision>
  <cp:lastPrinted>2015-05-28T03:22:00Z</cp:lastPrinted>
  <dcterms:created xsi:type="dcterms:W3CDTF">2015-05-28T03:56:00Z</dcterms:created>
  <dcterms:modified xsi:type="dcterms:W3CDTF">2015-06-15T23:21:00Z</dcterms:modified>
</cp:coreProperties>
</file>