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57BD" w:rsidRDefault="00F176D0">
      <w:pPr>
        <w:rPr>
          <w:rFonts w:cstheme="minorHAnsi"/>
          <w:b/>
          <w:color w:val="00AEEF"/>
          <w:sz w:val="96"/>
          <w:szCs w:val="96"/>
        </w:rPr>
      </w:pPr>
      <w:bookmarkStart w:id="0" w:name="_GoBack"/>
      <w:bookmarkEnd w:id="0"/>
      <w:r>
        <w:rPr>
          <w:rFonts w:cstheme="minorHAnsi"/>
          <w:b/>
          <w:color w:val="00AEEF"/>
          <w:sz w:val="64"/>
          <w:szCs w:val="64"/>
        </w:rPr>
        <w:t>PĀNUI</w:t>
      </w:r>
      <w:r w:rsidR="00FF7912" w:rsidRPr="00FF7912">
        <w:rPr>
          <w:rFonts w:cstheme="minorHAnsi"/>
          <w:b/>
          <w:color w:val="00AEEF"/>
          <w:sz w:val="96"/>
          <w:szCs w:val="96"/>
        </w:rPr>
        <w:t xml:space="preserve"> INSERTS</w:t>
      </w:r>
    </w:p>
    <w:p w:rsidR="00304953" w:rsidRPr="00304953" w:rsidRDefault="00304953">
      <w:pPr>
        <w:rPr>
          <w:rFonts w:cstheme="minorHAnsi"/>
          <w:b/>
          <w:i/>
          <w:color w:val="000000" w:themeColor="text1"/>
          <w:sz w:val="28"/>
          <w:szCs w:val="28"/>
        </w:rPr>
      </w:pPr>
      <w:r w:rsidRPr="00304953">
        <w:rPr>
          <w:rFonts w:cstheme="minorHAnsi"/>
          <w:b/>
          <w:i/>
          <w:color w:val="000000" w:themeColor="text1"/>
          <w:sz w:val="28"/>
          <w:szCs w:val="28"/>
        </w:rPr>
        <w:t xml:space="preserve">Cut and paste these tips into your centre’s </w:t>
      </w:r>
      <w:proofErr w:type="spellStart"/>
      <w:r w:rsidRPr="00304953">
        <w:rPr>
          <w:rFonts w:cstheme="minorHAnsi"/>
          <w:b/>
          <w:i/>
          <w:color w:val="000000" w:themeColor="text1"/>
          <w:sz w:val="28"/>
          <w:szCs w:val="28"/>
        </w:rPr>
        <w:t>pānui</w:t>
      </w:r>
      <w:proofErr w:type="spellEnd"/>
      <w:r w:rsidRPr="00304953">
        <w:rPr>
          <w:rFonts w:cstheme="minorHAnsi"/>
          <w:b/>
          <w:i/>
          <w:color w:val="000000" w:themeColor="text1"/>
          <w:sz w:val="28"/>
          <w:szCs w:val="28"/>
        </w:rPr>
        <w:t>.</w:t>
      </w:r>
    </w:p>
    <w:p w:rsidR="00822923" w:rsidRPr="0069635A" w:rsidRDefault="0069635A" w:rsidP="00822923">
      <w:pPr>
        <w:pStyle w:val="Default"/>
        <w:spacing w:line="276" w:lineRule="auto"/>
        <w:rPr>
          <w:rFonts w:asciiTheme="minorHAnsi" w:hAnsiTheme="minorHAnsi"/>
          <w:color w:val="000000" w:themeColor="text1"/>
          <w:sz w:val="28"/>
          <w:szCs w:val="28"/>
        </w:rPr>
      </w:pPr>
      <w:r>
        <w:rPr>
          <w:noProof/>
          <w:color w:val="0070C0"/>
          <w:sz w:val="28"/>
          <w:szCs w:val="28"/>
          <w:lang w:eastAsia="en-NZ"/>
        </w:rPr>
        <mc:AlternateContent>
          <mc:Choice Requires="wpg">
            <w:drawing>
              <wp:anchor distT="0" distB="0" distL="114300" distR="114300" simplePos="0" relativeHeight="251831296" behindDoc="0" locked="0" layoutInCell="1" allowOverlap="1" wp14:anchorId="51F0129A" wp14:editId="020688DF">
                <wp:simplePos x="0" y="0"/>
                <wp:positionH relativeFrom="margin">
                  <wp:posOffset>-353695</wp:posOffset>
                </wp:positionH>
                <wp:positionV relativeFrom="paragraph">
                  <wp:posOffset>172720</wp:posOffset>
                </wp:positionV>
                <wp:extent cx="6486525" cy="1733550"/>
                <wp:effectExtent l="19050" t="19050" r="28575" b="19050"/>
                <wp:wrapNone/>
                <wp:docPr id="112" name="Group 1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86525" cy="1733550"/>
                          <a:chOff x="0" y="1"/>
                          <a:chExt cx="6486525" cy="1733550"/>
                        </a:xfrm>
                      </wpg:grpSpPr>
                      <wps:wsp>
                        <wps:cNvPr id="109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0" y="1"/>
                            <a:ext cx="6486525" cy="173355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38100">
                            <a:solidFill>
                              <a:srgbClr val="00AEE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t" anchorCtr="0" upright="1">
                          <a:noAutofit/>
                        </wps:bodyPr>
                      </wps:wsp>
                      <wps:wsp>
                        <wps:cNvPr id="110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266700" y="47626"/>
                            <a:ext cx="5924550" cy="7810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4F20" w:rsidRPr="00DE3047" w:rsidRDefault="00F44F20" w:rsidP="0069635A">
                              <w:pPr>
                                <w:spacing w:before="240" w:after="0"/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</w:pPr>
                              <w:proofErr w:type="spellStart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>Ko</w:t>
                              </w:r>
                              <w:proofErr w:type="spellEnd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>te</w:t>
                              </w:r>
                              <w:proofErr w:type="spellEnd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>tino</w:t>
                              </w:r>
                              <w:proofErr w:type="spellEnd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>mahi</w:t>
                              </w:r>
                              <w:proofErr w:type="spellEnd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>māu</w:t>
                              </w:r>
                              <w:proofErr w:type="spellEnd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>mō</w:t>
                              </w:r>
                              <w:proofErr w:type="spellEnd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>te</w:t>
                              </w:r>
                              <w:proofErr w:type="spellEnd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>oranga</w:t>
                              </w:r>
                              <w:proofErr w:type="spellEnd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o </w:t>
                              </w:r>
                              <w:proofErr w:type="spellStart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>tō</w:t>
                              </w:r>
                              <w:proofErr w:type="spellEnd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>whānau</w:t>
                              </w:r>
                              <w:proofErr w:type="spellEnd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, me </w:t>
                              </w:r>
                              <w:proofErr w:type="spellStart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>whakarāhui</w:t>
                              </w:r>
                              <w:proofErr w:type="spellEnd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>i</w:t>
                              </w:r>
                              <w:proofErr w:type="spellEnd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>tō</w:t>
                              </w:r>
                              <w:proofErr w:type="spellEnd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>kāinga</w:t>
                              </w:r>
                              <w:proofErr w:type="spellEnd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>noho</w:t>
                              </w:r>
                              <w:proofErr w:type="spellEnd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me </w:t>
                              </w:r>
                              <w:proofErr w:type="spellStart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>tō</w:t>
                              </w:r>
                              <w:proofErr w:type="spellEnd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>motukā</w:t>
                              </w:r>
                              <w:proofErr w:type="spellEnd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>hei</w:t>
                              </w:r>
                              <w:proofErr w:type="spellEnd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>wāhi</w:t>
                              </w:r>
                              <w:proofErr w:type="spellEnd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>auahi</w:t>
                              </w:r>
                              <w:proofErr w:type="spellEnd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>kore</w:t>
                              </w:r>
                              <w:proofErr w:type="spellEnd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>.</w:t>
                              </w:r>
                            </w:p>
                            <w:p w:rsidR="00F44F20" w:rsidRPr="00B65FC2" w:rsidRDefault="00F44F20" w:rsidP="0069635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1" name="Picture 111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85925" y="885825"/>
                            <a:ext cx="3000375" cy="693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1F0129A" id="Group 112" o:spid="_x0000_s1026" style="position:absolute;margin-left:-27.85pt;margin-top:13.6pt;width:510.75pt;height:136.5pt;z-index:251831296;mso-position-horizontal-relative:margin;mso-height-relative:margin" coordorigin="" coordsize="64865,1733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">
                <v:rect id="Rectangle 21" o:spid="_x0000_s1027" style="position:absolute;width:64865;height:1733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pIc78A&#10;AADcAAAADwAAAGRycy9kb3ducmV2LnhtbERPTYvCMBC9C/6HMMLeNNkeXLcapQhFr+qy56EZ27LN&#10;pDQxVn/9RljY2zze52x2o+1EpMG3jjW8LxQI4sqZlmsNX5dyvgLhA7LBzjFpeJCH3XY62WBu3J1P&#10;FM+hFimEfY4amhD6XEpfNWTRL1xPnLirGyyGBIdamgHvKdx2MlNqKS22nBoa7GnfUPVzvlkNGcb4&#10;2JerD3XkQh4Kf/nuqqfWb7OxWIMINIZ/8Z/7aNJ89QmvZ9IFcvs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yikhzvwAAANwAAAAPAAAAAAAAAAAAAAAAAJgCAABkcnMvZG93bnJl&#10;di54bWxQSwUGAAAAAAQABAD1AAAAhAMAAAAA&#10;" strokecolor="#00aeef" strokeweight="3pt">
                  <v:fill opacity="0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8" type="#_x0000_t202" style="position:absolute;left:2667;top:476;width:59245;height:7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XZzMQA&#10;AADcAAAADwAAAGRycy9kb3ducmV2LnhtbESPzW7CQAyE75V4h5WRuFSwAbX8BBZEkYq48vMAJmuS&#10;iKw3ym5JeHt8QOrN1oxnPq82navUg5pQejYwHiWgiDNvS84NXM6/wzmoEJEtVp7JwJMCbNa9jxWm&#10;1rd8pMcp5kpCOKRooIixTrUOWUEOw8jXxKLdfOMwytrk2jbYSrir9CRJptphydJQYE27grL76c8Z&#10;uB3az+9Fe93Hy+z4Nf3Bcnb1T2MG/W67BBWpi//m9/XBCv5Y8OUZmUCv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pF2czEAAAA3AAAAA8AAAAAAAAAAAAAAAAAmAIAAGRycy9k&#10;b3ducmV2LnhtbFBLBQYAAAAABAAEAPUAAACJAwAAAAA=&#10;" stroked="f">
                  <v:textbox>
                    <w:txbxContent>
                      <w:p w:rsidR="00F44F20" w:rsidRPr="00DE3047" w:rsidRDefault="00F44F20" w:rsidP="0069635A">
                        <w:pPr>
                          <w:spacing w:before="240" w:after="0"/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</w:pPr>
                        <w:proofErr w:type="spellStart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>Ko</w:t>
                        </w:r>
                        <w:proofErr w:type="spellEnd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>te</w:t>
                        </w:r>
                        <w:proofErr w:type="spellEnd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>tino</w:t>
                        </w:r>
                        <w:proofErr w:type="spellEnd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>mahi</w:t>
                        </w:r>
                        <w:proofErr w:type="spellEnd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>māu</w:t>
                        </w:r>
                        <w:proofErr w:type="spellEnd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>mō</w:t>
                        </w:r>
                        <w:proofErr w:type="spellEnd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>te</w:t>
                        </w:r>
                        <w:proofErr w:type="spellEnd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>oranga</w:t>
                        </w:r>
                        <w:proofErr w:type="spellEnd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 xml:space="preserve"> o </w:t>
                        </w:r>
                        <w:proofErr w:type="spellStart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>tō</w:t>
                        </w:r>
                        <w:proofErr w:type="spellEnd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>whānau</w:t>
                        </w:r>
                        <w:proofErr w:type="spellEnd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 xml:space="preserve">, me </w:t>
                        </w:r>
                        <w:proofErr w:type="spellStart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>whakarāhui</w:t>
                        </w:r>
                        <w:proofErr w:type="spellEnd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>i</w:t>
                        </w:r>
                        <w:proofErr w:type="spellEnd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>tō</w:t>
                        </w:r>
                        <w:proofErr w:type="spellEnd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>kāinga</w:t>
                        </w:r>
                        <w:proofErr w:type="spellEnd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>noho</w:t>
                        </w:r>
                        <w:proofErr w:type="spellEnd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 xml:space="preserve"> me </w:t>
                        </w:r>
                        <w:proofErr w:type="spellStart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>tō</w:t>
                        </w:r>
                        <w:proofErr w:type="spellEnd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>motukā</w:t>
                        </w:r>
                        <w:proofErr w:type="spellEnd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>hei</w:t>
                        </w:r>
                        <w:proofErr w:type="spellEnd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>wāhi</w:t>
                        </w:r>
                        <w:proofErr w:type="spellEnd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>auahi</w:t>
                        </w:r>
                        <w:proofErr w:type="spellEnd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>kore</w:t>
                        </w:r>
                        <w:proofErr w:type="spellEnd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>.</w:t>
                        </w:r>
                      </w:p>
                      <w:p w:rsidR="00F44F20" w:rsidRPr="00B65FC2" w:rsidRDefault="00F44F20" w:rsidP="0069635A"/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11" o:spid="_x0000_s1029" type="#_x0000_t75" style="position:absolute;left:16859;top:8858;width:30004;height:693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SX8FrGAAAA3AAAAA8AAABkcnMvZG93bnJldi54bWxEj0FrwkAQhe+F/odlhF6KblKKlOgqoihC&#10;vTRWwduYHZO12dmQXTX++25B6G2G9943b8bTztbiSq03jhWkgwQEceG04VLB93bZ/wDhA7LG2jEp&#10;uJOH6eT5aYyZdjf+omseShEh7DNUUIXQZFL6oiKLfuAa4qidXGsxxLUtpW7xFuG2lm9JMpQWDccL&#10;FTY0r6j4yS82Us7HfL7Yb+Tw8H7afb56s9itjFIvvW42AhGoC//mR3qtY/00hb9n4gRy8gs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hJfwWsYAAADcAAAADwAAAAAAAAAAAAAA&#10;AACfAgAAZHJzL2Rvd25yZXYueG1sUEsFBgAAAAAEAAQA9wAAAJIDAAAAAA==&#10;">
                  <v:imagedata r:id="rId6" o:title=""/>
                  <v:path arrowok="t"/>
                </v:shape>
                <w10:wrap anchorx="margin"/>
              </v:group>
            </w:pict>
          </mc:Fallback>
        </mc:AlternateContent>
      </w:r>
    </w:p>
    <w:p w:rsidR="00822923" w:rsidRPr="0069635A" w:rsidRDefault="00822923" w:rsidP="00822923">
      <w:pPr>
        <w:pStyle w:val="Default"/>
        <w:spacing w:line="276" w:lineRule="auto"/>
        <w:rPr>
          <w:rFonts w:asciiTheme="minorHAnsi" w:hAnsiTheme="minorHAnsi"/>
          <w:color w:val="000000" w:themeColor="text1"/>
          <w:sz w:val="28"/>
          <w:szCs w:val="28"/>
        </w:rPr>
      </w:pPr>
    </w:p>
    <w:p w:rsidR="00632E5C" w:rsidRPr="0069635A" w:rsidRDefault="00632E5C" w:rsidP="00822923">
      <w:pPr>
        <w:spacing w:before="240" w:after="0"/>
        <w:rPr>
          <w:b/>
          <w:noProof/>
          <w:color w:val="000000" w:themeColor="text1"/>
          <w:sz w:val="28"/>
          <w:szCs w:val="28"/>
          <w:lang w:eastAsia="en-NZ"/>
        </w:rPr>
      </w:pPr>
    </w:p>
    <w:p w:rsidR="00632E5C" w:rsidRPr="0069635A" w:rsidRDefault="00632E5C" w:rsidP="00822923">
      <w:pPr>
        <w:spacing w:before="240" w:after="0"/>
        <w:rPr>
          <w:b/>
          <w:noProof/>
          <w:color w:val="000000" w:themeColor="text1"/>
          <w:sz w:val="28"/>
          <w:szCs w:val="28"/>
          <w:lang w:eastAsia="en-NZ"/>
        </w:rPr>
      </w:pPr>
    </w:p>
    <w:p w:rsidR="00632E5C" w:rsidRPr="0069635A" w:rsidRDefault="00632E5C" w:rsidP="00822923">
      <w:pPr>
        <w:spacing w:before="240" w:after="0"/>
        <w:rPr>
          <w:b/>
          <w:noProof/>
          <w:color w:val="000000" w:themeColor="text1"/>
          <w:sz w:val="28"/>
          <w:szCs w:val="28"/>
          <w:lang w:eastAsia="en-NZ"/>
        </w:rPr>
      </w:pPr>
    </w:p>
    <w:p w:rsidR="00B65FC2" w:rsidRPr="0069635A" w:rsidRDefault="00B65FC2" w:rsidP="00822923">
      <w:pPr>
        <w:spacing w:before="240" w:after="0"/>
        <w:rPr>
          <w:b/>
          <w:noProof/>
          <w:color w:val="000000" w:themeColor="text1"/>
          <w:sz w:val="28"/>
          <w:szCs w:val="28"/>
          <w:lang w:eastAsia="en-NZ"/>
        </w:rPr>
      </w:pPr>
    </w:p>
    <w:p w:rsidR="00B7527A" w:rsidRPr="0069635A" w:rsidRDefault="00F44F20" w:rsidP="00822923">
      <w:pPr>
        <w:spacing w:before="240" w:after="0"/>
        <w:rPr>
          <w:b/>
          <w:noProof/>
          <w:color w:val="000000" w:themeColor="text1"/>
          <w:sz w:val="28"/>
          <w:szCs w:val="28"/>
          <w:lang w:eastAsia="en-NZ"/>
        </w:rPr>
      </w:pPr>
      <w:r w:rsidRPr="0069635A">
        <w:rPr>
          <w:b/>
          <w:noProof/>
          <w:color w:val="000000" w:themeColor="text1"/>
          <w:sz w:val="28"/>
          <w:szCs w:val="28"/>
          <w:lang w:eastAsia="en-NZ"/>
        </w:rPr>
        <mc:AlternateContent>
          <mc:Choice Requires="wpg">
            <w:drawing>
              <wp:anchor distT="0" distB="0" distL="114300" distR="114300" simplePos="0" relativeHeight="251639808" behindDoc="0" locked="0" layoutInCell="1" allowOverlap="1" wp14:anchorId="531C404D" wp14:editId="7DDBB8B7">
                <wp:simplePos x="0" y="0"/>
                <wp:positionH relativeFrom="margin">
                  <wp:posOffset>-401320</wp:posOffset>
                </wp:positionH>
                <wp:positionV relativeFrom="paragraph">
                  <wp:posOffset>260350</wp:posOffset>
                </wp:positionV>
                <wp:extent cx="6534150" cy="1666875"/>
                <wp:effectExtent l="19050" t="19050" r="19050" b="28575"/>
                <wp:wrapNone/>
                <wp:docPr id="77" name="Grou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34150" cy="1666875"/>
                          <a:chOff x="0" y="0"/>
                          <a:chExt cx="6534150" cy="1666875"/>
                        </a:xfrm>
                      </wpg:grpSpPr>
                      <wps:wsp>
                        <wps:cNvPr id="69" name="Rectangle 2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534150" cy="166687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38100">
                            <a:solidFill>
                              <a:srgbClr val="00AEE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76" name="Group 76"/>
                        <wpg:cNvGrpSpPr/>
                        <wpg:grpSpPr>
                          <a:xfrm>
                            <a:off x="361950" y="200025"/>
                            <a:ext cx="5800725" cy="1360170"/>
                            <a:chOff x="0" y="0"/>
                            <a:chExt cx="5800725" cy="1360170"/>
                          </a:xfrm>
                        </wpg:grpSpPr>
                        <wps:wsp>
                          <wps:cNvPr id="71" name="Text Box 1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800725" cy="67627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44F20" w:rsidRPr="00DE3047" w:rsidRDefault="00F44F20" w:rsidP="004404B0">
                                <w:pPr>
                                  <w:rPr>
                                    <w:b/>
                                    <w:bCs/>
                                    <w:iCs/>
                                    <w:color w:val="000000" w:themeColor="text1"/>
                                    <w:sz w:val="28"/>
                                    <w:szCs w:val="28"/>
                                  </w:rPr>
                                </w:pPr>
                                <w:proofErr w:type="spellStart"/>
                                <w:r w:rsidRPr="00DE3047">
                                  <w:rPr>
                                    <w:b/>
                                    <w:bCs/>
                                    <w:iCs/>
                                    <w:color w:val="000000" w:themeColor="text1"/>
                                    <w:sz w:val="28"/>
                                    <w:szCs w:val="28"/>
                                  </w:rPr>
                                  <w:t>Mehemea</w:t>
                                </w:r>
                                <w:proofErr w:type="spellEnd"/>
                                <w:r w:rsidRPr="00DE3047">
                                  <w:rPr>
                                    <w:b/>
                                    <w:bCs/>
                                    <w:iCs/>
                                    <w:color w:val="000000" w:themeColor="text1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proofErr w:type="spellStart"/>
                                <w:r w:rsidRPr="00DE3047">
                                  <w:rPr>
                                    <w:b/>
                                    <w:bCs/>
                                    <w:iCs/>
                                    <w:color w:val="000000" w:themeColor="text1"/>
                                    <w:sz w:val="28"/>
                                    <w:szCs w:val="28"/>
                                  </w:rPr>
                                  <w:t>kua</w:t>
                                </w:r>
                                <w:proofErr w:type="spellEnd"/>
                                <w:r w:rsidRPr="00DE3047">
                                  <w:rPr>
                                    <w:b/>
                                    <w:bCs/>
                                    <w:iCs/>
                                    <w:color w:val="000000" w:themeColor="text1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proofErr w:type="spellStart"/>
                                <w:r w:rsidRPr="00DE3047">
                                  <w:rPr>
                                    <w:b/>
                                    <w:bCs/>
                                    <w:iCs/>
                                    <w:color w:val="000000" w:themeColor="text1"/>
                                    <w:sz w:val="28"/>
                                    <w:szCs w:val="28"/>
                                  </w:rPr>
                                  <w:t>auahi</w:t>
                                </w:r>
                                <w:proofErr w:type="spellEnd"/>
                                <w:r w:rsidRPr="00DE3047">
                                  <w:rPr>
                                    <w:b/>
                                    <w:bCs/>
                                    <w:iCs/>
                                    <w:color w:val="000000" w:themeColor="text1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proofErr w:type="spellStart"/>
                                <w:r w:rsidRPr="00DE3047">
                                  <w:rPr>
                                    <w:b/>
                                    <w:bCs/>
                                    <w:iCs/>
                                    <w:color w:val="000000" w:themeColor="text1"/>
                                    <w:sz w:val="28"/>
                                    <w:szCs w:val="28"/>
                                  </w:rPr>
                                  <w:t>kore</w:t>
                                </w:r>
                                <w:proofErr w:type="spellEnd"/>
                                <w:r w:rsidRPr="00DE3047">
                                  <w:rPr>
                                    <w:b/>
                                    <w:bCs/>
                                    <w:iCs/>
                                    <w:color w:val="000000" w:themeColor="text1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proofErr w:type="spellStart"/>
                                <w:r w:rsidRPr="00DE3047">
                                  <w:rPr>
                                    <w:b/>
                                    <w:bCs/>
                                    <w:iCs/>
                                    <w:color w:val="000000" w:themeColor="text1"/>
                                    <w:sz w:val="28"/>
                                    <w:szCs w:val="28"/>
                                  </w:rPr>
                                  <w:t>tō</w:t>
                                </w:r>
                                <w:proofErr w:type="spellEnd"/>
                                <w:r w:rsidRPr="00DE3047">
                                  <w:rPr>
                                    <w:b/>
                                    <w:bCs/>
                                    <w:iCs/>
                                    <w:color w:val="000000" w:themeColor="text1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proofErr w:type="spellStart"/>
                                <w:r w:rsidRPr="00DE3047">
                                  <w:rPr>
                                    <w:b/>
                                    <w:bCs/>
                                    <w:iCs/>
                                    <w:color w:val="000000" w:themeColor="text1"/>
                                    <w:sz w:val="28"/>
                                    <w:szCs w:val="28"/>
                                  </w:rPr>
                                  <w:t>motokā</w:t>
                                </w:r>
                                <w:proofErr w:type="spellEnd"/>
                                <w:r w:rsidRPr="00DE3047">
                                  <w:rPr>
                                    <w:b/>
                                    <w:bCs/>
                                    <w:iCs/>
                                    <w:color w:val="000000" w:themeColor="text1"/>
                                    <w:sz w:val="28"/>
                                    <w:szCs w:val="28"/>
                                  </w:rPr>
                                  <w:t xml:space="preserve"> me </w:t>
                                </w:r>
                                <w:proofErr w:type="spellStart"/>
                                <w:r w:rsidRPr="00DE3047">
                                  <w:rPr>
                                    <w:b/>
                                    <w:bCs/>
                                    <w:iCs/>
                                    <w:color w:val="000000" w:themeColor="text1"/>
                                    <w:sz w:val="28"/>
                                    <w:szCs w:val="28"/>
                                  </w:rPr>
                                  <w:t>tō</w:t>
                                </w:r>
                                <w:proofErr w:type="spellEnd"/>
                                <w:r w:rsidRPr="00DE3047">
                                  <w:rPr>
                                    <w:b/>
                                    <w:bCs/>
                                    <w:iCs/>
                                    <w:color w:val="000000" w:themeColor="text1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proofErr w:type="spellStart"/>
                                <w:r w:rsidRPr="00DE3047">
                                  <w:rPr>
                                    <w:b/>
                                    <w:bCs/>
                                    <w:iCs/>
                                    <w:color w:val="000000" w:themeColor="text1"/>
                                    <w:sz w:val="28"/>
                                    <w:szCs w:val="28"/>
                                  </w:rPr>
                                  <w:t>kāinga</w:t>
                                </w:r>
                                <w:proofErr w:type="spellEnd"/>
                                <w:r w:rsidRPr="00DE3047">
                                  <w:rPr>
                                    <w:b/>
                                    <w:bCs/>
                                    <w:iCs/>
                                    <w:color w:val="000000" w:themeColor="text1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proofErr w:type="spellStart"/>
                                <w:r w:rsidRPr="00DE3047">
                                  <w:rPr>
                                    <w:b/>
                                    <w:bCs/>
                                    <w:iCs/>
                                    <w:color w:val="000000" w:themeColor="text1"/>
                                    <w:sz w:val="28"/>
                                    <w:szCs w:val="28"/>
                                  </w:rPr>
                                  <w:t>ka</w:t>
                                </w:r>
                                <w:proofErr w:type="spellEnd"/>
                                <w:r w:rsidRPr="00DE3047">
                                  <w:rPr>
                                    <w:b/>
                                    <w:bCs/>
                                    <w:iCs/>
                                    <w:color w:val="000000" w:themeColor="text1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proofErr w:type="spellStart"/>
                                <w:r w:rsidRPr="00DE3047">
                                  <w:rPr>
                                    <w:b/>
                                    <w:bCs/>
                                    <w:iCs/>
                                    <w:color w:val="000000" w:themeColor="text1"/>
                                    <w:sz w:val="28"/>
                                    <w:szCs w:val="28"/>
                                  </w:rPr>
                                  <w:t>kore</w:t>
                                </w:r>
                                <w:proofErr w:type="spellEnd"/>
                                <w:r w:rsidRPr="00DE3047">
                                  <w:rPr>
                                    <w:b/>
                                    <w:bCs/>
                                    <w:iCs/>
                                    <w:color w:val="000000" w:themeColor="text1"/>
                                    <w:sz w:val="28"/>
                                    <w:szCs w:val="28"/>
                                  </w:rPr>
                                  <w:t xml:space="preserve"> pea </w:t>
                                </w:r>
                                <w:proofErr w:type="spellStart"/>
                                <w:r w:rsidRPr="00DE3047">
                                  <w:rPr>
                                    <w:b/>
                                    <w:bCs/>
                                    <w:iCs/>
                                    <w:color w:val="000000" w:themeColor="text1"/>
                                    <w:sz w:val="28"/>
                                    <w:szCs w:val="28"/>
                                  </w:rPr>
                                  <w:t>āu</w:t>
                                </w:r>
                                <w:proofErr w:type="spellEnd"/>
                                <w:r w:rsidRPr="00DE3047">
                                  <w:rPr>
                                    <w:b/>
                                    <w:bCs/>
                                    <w:iCs/>
                                    <w:color w:val="000000" w:themeColor="text1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proofErr w:type="spellStart"/>
                                <w:r w:rsidRPr="00DE3047">
                                  <w:rPr>
                                    <w:b/>
                                    <w:bCs/>
                                    <w:iCs/>
                                    <w:color w:val="000000" w:themeColor="text1"/>
                                    <w:sz w:val="28"/>
                                    <w:szCs w:val="28"/>
                                  </w:rPr>
                                  <w:t>tamariki</w:t>
                                </w:r>
                                <w:proofErr w:type="spellEnd"/>
                                <w:r w:rsidRPr="00DE3047">
                                  <w:rPr>
                                    <w:b/>
                                    <w:bCs/>
                                    <w:iCs/>
                                    <w:color w:val="000000" w:themeColor="text1"/>
                                    <w:sz w:val="28"/>
                                    <w:szCs w:val="28"/>
                                  </w:rPr>
                                  <w:t xml:space="preserve"> e kai </w:t>
                                </w:r>
                                <w:proofErr w:type="spellStart"/>
                                <w:r w:rsidRPr="00DE3047">
                                  <w:rPr>
                                    <w:b/>
                                    <w:bCs/>
                                    <w:iCs/>
                                    <w:color w:val="000000" w:themeColor="text1"/>
                                    <w:sz w:val="28"/>
                                    <w:szCs w:val="28"/>
                                  </w:rPr>
                                  <w:t>paipa</w:t>
                                </w:r>
                                <w:proofErr w:type="spellEnd"/>
                                <w:r w:rsidRPr="00DE3047">
                                  <w:rPr>
                                    <w:b/>
                                    <w:bCs/>
                                    <w:iCs/>
                                    <w:color w:val="000000" w:themeColor="text1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proofErr w:type="spellStart"/>
                                <w:r w:rsidRPr="00DE3047">
                                  <w:rPr>
                                    <w:b/>
                                    <w:bCs/>
                                    <w:iCs/>
                                    <w:color w:val="000000" w:themeColor="text1"/>
                                    <w:sz w:val="28"/>
                                    <w:szCs w:val="28"/>
                                  </w:rPr>
                                  <w:t>inā</w:t>
                                </w:r>
                                <w:proofErr w:type="spellEnd"/>
                                <w:r w:rsidRPr="00DE3047">
                                  <w:rPr>
                                    <w:b/>
                                    <w:bCs/>
                                    <w:iCs/>
                                    <w:color w:val="000000" w:themeColor="text1"/>
                                    <w:sz w:val="28"/>
                                    <w:szCs w:val="28"/>
                                  </w:rPr>
                                  <w:t xml:space="preserve"> e </w:t>
                                </w:r>
                                <w:proofErr w:type="spellStart"/>
                                <w:r w:rsidRPr="00DE3047">
                                  <w:rPr>
                                    <w:b/>
                                    <w:bCs/>
                                    <w:iCs/>
                                    <w:color w:val="000000" w:themeColor="text1"/>
                                    <w:sz w:val="28"/>
                                    <w:szCs w:val="28"/>
                                  </w:rPr>
                                  <w:t>taiohi</w:t>
                                </w:r>
                                <w:proofErr w:type="spellEnd"/>
                                <w:r w:rsidRPr="00DE3047">
                                  <w:rPr>
                                    <w:b/>
                                    <w:bCs/>
                                    <w:iCs/>
                                    <w:color w:val="000000" w:themeColor="text1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proofErr w:type="spellStart"/>
                                <w:r w:rsidRPr="00DE3047">
                                  <w:rPr>
                                    <w:b/>
                                    <w:bCs/>
                                    <w:iCs/>
                                    <w:color w:val="000000" w:themeColor="text1"/>
                                    <w:sz w:val="28"/>
                                    <w:szCs w:val="28"/>
                                  </w:rPr>
                                  <w:t>ana</w:t>
                                </w:r>
                                <w:proofErr w:type="spellEnd"/>
                                <w:r w:rsidRPr="00DE3047">
                                  <w:rPr>
                                    <w:b/>
                                    <w:bCs/>
                                    <w:iCs/>
                                    <w:color w:val="000000" w:themeColor="text1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proofErr w:type="spellStart"/>
                                <w:r w:rsidRPr="00DE3047">
                                  <w:rPr>
                                    <w:b/>
                                    <w:bCs/>
                                    <w:iCs/>
                                    <w:color w:val="000000" w:themeColor="text1"/>
                                    <w:sz w:val="28"/>
                                    <w:szCs w:val="28"/>
                                  </w:rPr>
                                  <w:t>rātou</w:t>
                                </w:r>
                                <w:proofErr w:type="spellEnd"/>
                                <w:r w:rsidRPr="00DE3047">
                                  <w:rPr>
                                    <w:b/>
                                    <w:bCs/>
                                    <w:iCs/>
                                    <w:color w:val="000000" w:themeColor="text1"/>
                                    <w:sz w:val="28"/>
                                    <w:szCs w:val="28"/>
                                  </w:rPr>
                                  <w:t>.</w:t>
                                </w:r>
                              </w:p>
                              <w:p w:rsidR="00F44F20" w:rsidRPr="002404B1" w:rsidRDefault="00F44F20" w:rsidP="00B7527A">
                                <w:pPr>
                                  <w:rPr>
                                    <w:b/>
                                    <w:bCs/>
                                    <w:i/>
                                    <w:iCs/>
                                    <w:color w:val="000000" w:themeColor="text1"/>
                                    <w:sz w:val="28"/>
                                    <w:szCs w:val="28"/>
                                  </w:rPr>
                                </w:pPr>
                              </w:p>
                              <w:p w:rsidR="00F44F20" w:rsidRDefault="00F44F20" w:rsidP="00B7527A">
                                <w:pPr>
                                  <w:rPr>
                                    <w:b/>
                                    <w:bCs/>
                                    <w:i/>
                                    <w:iCs/>
                                    <w:color w:val="49AA48"/>
                                    <w:sz w:val="28"/>
                                    <w:szCs w:val="28"/>
                                  </w:rPr>
                                </w:pPr>
                              </w:p>
                              <w:p w:rsidR="00F44F20" w:rsidRDefault="00F44F20" w:rsidP="00B7527A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72" name="Picture 7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76350" y="666750"/>
                              <a:ext cx="3000375" cy="6934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31C404D" id="Group 77" o:spid="_x0000_s1030" style="position:absolute;margin-left:-31.6pt;margin-top:20.5pt;width:514.5pt;height:131.25pt;z-index:251639808;mso-position-horizontal-relative:margin;mso-width-relative:margin;mso-height-relative:margin" coordsize="65341,1666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">
                <v:rect id="Rectangle 2" o:spid="_x0000_s1031" style="position:absolute;width:65341;height:166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fQbsUA&#10;AADbAAAADwAAAGRycy9kb3ducmV2LnhtbESPQWvCQBSE7wX/w/KEXkrdWGiIqasEaaVYL9Hi+TX7&#10;TILZt2l2a+K/d4WCx2FmvmHmy8E04kydqy0rmE4iEMSF1TWXCr73H88JCOeRNTaWScGFHCwXo4c5&#10;ptr2nNN550sRIOxSVFB536ZSuqIig25iW+LgHW1n0AfZlVJ32Ae4aeRLFMXSYM1hocKWVhUVp92f&#10;UfC+Nofk8Lr+yZ7yL/kbb7NNYnqlHsdD9gbC0+Dv4f/2p1YQz+D2JfwAubg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59BuxQAAANsAAAAPAAAAAAAAAAAAAAAAAJgCAABkcnMv&#10;ZG93bnJldi54bWxQSwUGAAAAAAQABAD1AAAAigMAAAAA&#10;" strokecolor="#00aeef" strokeweight="3pt">
                  <v:fill opacity="0"/>
                </v:rect>
                <v:group id="Group 76" o:spid="_x0000_s1032" style="position:absolute;left:3619;top:2000;width:58007;height:13601" coordsize="58007,136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EcaVc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bwt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BHGlXFAAAA2wAA&#10;AA8AAAAAAAAAAAAAAAAAqgIAAGRycy9kb3ducmV2LnhtbFBLBQYAAAAABAAEAPoAAACcAwAAAAA=&#10;">
                  <v:shape id="Text Box 12" o:spid="_x0000_s1033" type="#_x0000_t202" style="position:absolute;width:58007;height:6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/K7RsMA&#10;AADbAAAADwAAAGRycy9kb3ducmV2LnhtbESP0WrCQBRE34X+w3ILfZG6UaxpUzdBC0petX7ANXtN&#10;QrN3Q3Y1yd+7gtDHYWbOMOtsMI24UedqywrmswgEcWF1zaWC0+/u/ROE88gaG8ukYCQHWfoyWWOi&#10;bc8Huh19KQKEXYIKKu/bREpXVGTQzWxLHLyL7Qz6ILtS6g77ADeNXETRShqsOSxU2NJPRcXf8WoU&#10;XPJ++vHVn/f+FB+Wqy3W8dmOSr29DptvEJ4G/x9+tnOtIJ7D40v4ATK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/K7RsMAAADbAAAADwAAAAAAAAAAAAAAAACYAgAAZHJzL2Rv&#10;d25yZXYueG1sUEsFBgAAAAAEAAQA9QAAAIgDAAAAAA==&#10;" stroked="f">
                    <v:textbox>
                      <w:txbxContent>
                        <w:p w:rsidR="00F44F20" w:rsidRPr="00DE3047" w:rsidRDefault="00F44F20" w:rsidP="004404B0">
                          <w:pPr>
                            <w:rPr>
                              <w:b/>
                              <w:bCs/>
                              <w:iCs/>
                              <w:color w:val="000000" w:themeColor="text1"/>
                              <w:sz w:val="28"/>
                              <w:szCs w:val="28"/>
                            </w:rPr>
                          </w:pPr>
                          <w:proofErr w:type="spellStart"/>
                          <w:r w:rsidRPr="00DE3047">
                            <w:rPr>
                              <w:b/>
                              <w:bCs/>
                              <w:iCs/>
                              <w:color w:val="000000" w:themeColor="text1"/>
                              <w:sz w:val="28"/>
                              <w:szCs w:val="28"/>
                            </w:rPr>
                            <w:t>Mehemea</w:t>
                          </w:r>
                          <w:proofErr w:type="spellEnd"/>
                          <w:r w:rsidRPr="00DE3047">
                            <w:rPr>
                              <w:b/>
                              <w:bCs/>
                              <w:iCs/>
                              <w:color w:val="000000" w:themeColor="text1"/>
                              <w:sz w:val="28"/>
                              <w:szCs w:val="28"/>
                            </w:rPr>
                            <w:t xml:space="preserve"> </w:t>
                          </w:r>
                          <w:proofErr w:type="spellStart"/>
                          <w:r w:rsidRPr="00DE3047">
                            <w:rPr>
                              <w:b/>
                              <w:bCs/>
                              <w:iCs/>
                              <w:color w:val="000000" w:themeColor="text1"/>
                              <w:sz w:val="28"/>
                              <w:szCs w:val="28"/>
                            </w:rPr>
                            <w:t>kua</w:t>
                          </w:r>
                          <w:proofErr w:type="spellEnd"/>
                          <w:r w:rsidRPr="00DE3047">
                            <w:rPr>
                              <w:b/>
                              <w:bCs/>
                              <w:iCs/>
                              <w:color w:val="000000" w:themeColor="text1"/>
                              <w:sz w:val="28"/>
                              <w:szCs w:val="28"/>
                            </w:rPr>
                            <w:t xml:space="preserve"> </w:t>
                          </w:r>
                          <w:proofErr w:type="spellStart"/>
                          <w:r w:rsidRPr="00DE3047">
                            <w:rPr>
                              <w:b/>
                              <w:bCs/>
                              <w:iCs/>
                              <w:color w:val="000000" w:themeColor="text1"/>
                              <w:sz w:val="28"/>
                              <w:szCs w:val="28"/>
                            </w:rPr>
                            <w:t>auahi</w:t>
                          </w:r>
                          <w:proofErr w:type="spellEnd"/>
                          <w:r w:rsidRPr="00DE3047">
                            <w:rPr>
                              <w:b/>
                              <w:bCs/>
                              <w:iCs/>
                              <w:color w:val="000000" w:themeColor="text1"/>
                              <w:sz w:val="28"/>
                              <w:szCs w:val="28"/>
                            </w:rPr>
                            <w:t xml:space="preserve"> </w:t>
                          </w:r>
                          <w:proofErr w:type="spellStart"/>
                          <w:r w:rsidRPr="00DE3047">
                            <w:rPr>
                              <w:b/>
                              <w:bCs/>
                              <w:iCs/>
                              <w:color w:val="000000" w:themeColor="text1"/>
                              <w:sz w:val="28"/>
                              <w:szCs w:val="28"/>
                            </w:rPr>
                            <w:t>kore</w:t>
                          </w:r>
                          <w:proofErr w:type="spellEnd"/>
                          <w:r w:rsidRPr="00DE3047">
                            <w:rPr>
                              <w:b/>
                              <w:bCs/>
                              <w:iCs/>
                              <w:color w:val="000000" w:themeColor="text1"/>
                              <w:sz w:val="28"/>
                              <w:szCs w:val="28"/>
                            </w:rPr>
                            <w:t xml:space="preserve"> </w:t>
                          </w:r>
                          <w:proofErr w:type="spellStart"/>
                          <w:r w:rsidRPr="00DE3047">
                            <w:rPr>
                              <w:b/>
                              <w:bCs/>
                              <w:iCs/>
                              <w:color w:val="000000" w:themeColor="text1"/>
                              <w:sz w:val="28"/>
                              <w:szCs w:val="28"/>
                            </w:rPr>
                            <w:t>tō</w:t>
                          </w:r>
                          <w:proofErr w:type="spellEnd"/>
                          <w:r w:rsidRPr="00DE3047">
                            <w:rPr>
                              <w:b/>
                              <w:bCs/>
                              <w:iCs/>
                              <w:color w:val="000000" w:themeColor="text1"/>
                              <w:sz w:val="28"/>
                              <w:szCs w:val="28"/>
                            </w:rPr>
                            <w:t xml:space="preserve"> </w:t>
                          </w:r>
                          <w:proofErr w:type="spellStart"/>
                          <w:r w:rsidRPr="00DE3047">
                            <w:rPr>
                              <w:b/>
                              <w:bCs/>
                              <w:iCs/>
                              <w:color w:val="000000" w:themeColor="text1"/>
                              <w:sz w:val="28"/>
                              <w:szCs w:val="28"/>
                            </w:rPr>
                            <w:t>motokā</w:t>
                          </w:r>
                          <w:proofErr w:type="spellEnd"/>
                          <w:r w:rsidRPr="00DE3047">
                            <w:rPr>
                              <w:b/>
                              <w:bCs/>
                              <w:iCs/>
                              <w:color w:val="000000" w:themeColor="text1"/>
                              <w:sz w:val="28"/>
                              <w:szCs w:val="28"/>
                            </w:rPr>
                            <w:t xml:space="preserve"> me </w:t>
                          </w:r>
                          <w:proofErr w:type="spellStart"/>
                          <w:r w:rsidRPr="00DE3047">
                            <w:rPr>
                              <w:b/>
                              <w:bCs/>
                              <w:iCs/>
                              <w:color w:val="000000" w:themeColor="text1"/>
                              <w:sz w:val="28"/>
                              <w:szCs w:val="28"/>
                            </w:rPr>
                            <w:t>tō</w:t>
                          </w:r>
                          <w:proofErr w:type="spellEnd"/>
                          <w:r w:rsidRPr="00DE3047">
                            <w:rPr>
                              <w:b/>
                              <w:bCs/>
                              <w:iCs/>
                              <w:color w:val="000000" w:themeColor="text1"/>
                              <w:sz w:val="28"/>
                              <w:szCs w:val="28"/>
                            </w:rPr>
                            <w:t xml:space="preserve"> </w:t>
                          </w:r>
                          <w:proofErr w:type="spellStart"/>
                          <w:r w:rsidRPr="00DE3047">
                            <w:rPr>
                              <w:b/>
                              <w:bCs/>
                              <w:iCs/>
                              <w:color w:val="000000" w:themeColor="text1"/>
                              <w:sz w:val="28"/>
                              <w:szCs w:val="28"/>
                            </w:rPr>
                            <w:t>kāinga</w:t>
                          </w:r>
                          <w:proofErr w:type="spellEnd"/>
                          <w:r w:rsidRPr="00DE3047">
                            <w:rPr>
                              <w:b/>
                              <w:bCs/>
                              <w:iCs/>
                              <w:color w:val="000000" w:themeColor="text1"/>
                              <w:sz w:val="28"/>
                              <w:szCs w:val="28"/>
                            </w:rPr>
                            <w:t xml:space="preserve"> </w:t>
                          </w:r>
                          <w:proofErr w:type="spellStart"/>
                          <w:r w:rsidRPr="00DE3047">
                            <w:rPr>
                              <w:b/>
                              <w:bCs/>
                              <w:iCs/>
                              <w:color w:val="000000" w:themeColor="text1"/>
                              <w:sz w:val="28"/>
                              <w:szCs w:val="28"/>
                            </w:rPr>
                            <w:t>ka</w:t>
                          </w:r>
                          <w:proofErr w:type="spellEnd"/>
                          <w:r w:rsidRPr="00DE3047">
                            <w:rPr>
                              <w:b/>
                              <w:bCs/>
                              <w:iCs/>
                              <w:color w:val="000000" w:themeColor="text1"/>
                              <w:sz w:val="28"/>
                              <w:szCs w:val="28"/>
                            </w:rPr>
                            <w:t xml:space="preserve"> </w:t>
                          </w:r>
                          <w:proofErr w:type="spellStart"/>
                          <w:r w:rsidRPr="00DE3047">
                            <w:rPr>
                              <w:b/>
                              <w:bCs/>
                              <w:iCs/>
                              <w:color w:val="000000" w:themeColor="text1"/>
                              <w:sz w:val="28"/>
                              <w:szCs w:val="28"/>
                            </w:rPr>
                            <w:t>kore</w:t>
                          </w:r>
                          <w:proofErr w:type="spellEnd"/>
                          <w:r w:rsidRPr="00DE3047">
                            <w:rPr>
                              <w:b/>
                              <w:bCs/>
                              <w:iCs/>
                              <w:color w:val="000000" w:themeColor="text1"/>
                              <w:sz w:val="28"/>
                              <w:szCs w:val="28"/>
                            </w:rPr>
                            <w:t xml:space="preserve"> pea </w:t>
                          </w:r>
                          <w:proofErr w:type="spellStart"/>
                          <w:r w:rsidRPr="00DE3047">
                            <w:rPr>
                              <w:b/>
                              <w:bCs/>
                              <w:iCs/>
                              <w:color w:val="000000" w:themeColor="text1"/>
                              <w:sz w:val="28"/>
                              <w:szCs w:val="28"/>
                            </w:rPr>
                            <w:t>āu</w:t>
                          </w:r>
                          <w:proofErr w:type="spellEnd"/>
                          <w:r w:rsidRPr="00DE3047">
                            <w:rPr>
                              <w:b/>
                              <w:bCs/>
                              <w:iCs/>
                              <w:color w:val="000000" w:themeColor="text1"/>
                              <w:sz w:val="28"/>
                              <w:szCs w:val="28"/>
                            </w:rPr>
                            <w:t xml:space="preserve"> </w:t>
                          </w:r>
                          <w:proofErr w:type="spellStart"/>
                          <w:r w:rsidRPr="00DE3047">
                            <w:rPr>
                              <w:b/>
                              <w:bCs/>
                              <w:iCs/>
                              <w:color w:val="000000" w:themeColor="text1"/>
                              <w:sz w:val="28"/>
                              <w:szCs w:val="28"/>
                            </w:rPr>
                            <w:t>tamariki</w:t>
                          </w:r>
                          <w:proofErr w:type="spellEnd"/>
                          <w:r w:rsidRPr="00DE3047">
                            <w:rPr>
                              <w:b/>
                              <w:bCs/>
                              <w:iCs/>
                              <w:color w:val="000000" w:themeColor="text1"/>
                              <w:sz w:val="28"/>
                              <w:szCs w:val="28"/>
                            </w:rPr>
                            <w:t xml:space="preserve"> e kai </w:t>
                          </w:r>
                          <w:proofErr w:type="spellStart"/>
                          <w:r w:rsidRPr="00DE3047">
                            <w:rPr>
                              <w:b/>
                              <w:bCs/>
                              <w:iCs/>
                              <w:color w:val="000000" w:themeColor="text1"/>
                              <w:sz w:val="28"/>
                              <w:szCs w:val="28"/>
                            </w:rPr>
                            <w:t>paipa</w:t>
                          </w:r>
                          <w:proofErr w:type="spellEnd"/>
                          <w:r w:rsidRPr="00DE3047">
                            <w:rPr>
                              <w:b/>
                              <w:bCs/>
                              <w:iCs/>
                              <w:color w:val="000000" w:themeColor="text1"/>
                              <w:sz w:val="28"/>
                              <w:szCs w:val="28"/>
                            </w:rPr>
                            <w:t xml:space="preserve"> </w:t>
                          </w:r>
                          <w:proofErr w:type="spellStart"/>
                          <w:r w:rsidRPr="00DE3047">
                            <w:rPr>
                              <w:b/>
                              <w:bCs/>
                              <w:iCs/>
                              <w:color w:val="000000" w:themeColor="text1"/>
                              <w:sz w:val="28"/>
                              <w:szCs w:val="28"/>
                            </w:rPr>
                            <w:t>inā</w:t>
                          </w:r>
                          <w:proofErr w:type="spellEnd"/>
                          <w:r w:rsidRPr="00DE3047">
                            <w:rPr>
                              <w:b/>
                              <w:bCs/>
                              <w:iCs/>
                              <w:color w:val="000000" w:themeColor="text1"/>
                              <w:sz w:val="28"/>
                              <w:szCs w:val="28"/>
                            </w:rPr>
                            <w:t xml:space="preserve"> e </w:t>
                          </w:r>
                          <w:proofErr w:type="spellStart"/>
                          <w:r w:rsidRPr="00DE3047">
                            <w:rPr>
                              <w:b/>
                              <w:bCs/>
                              <w:iCs/>
                              <w:color w:val="000000" w:themeColor="text1"/>
                              <w:sz w:val="28"/>
                              <w:szCs w:val="28"/>
                            </w:rPr>
                            <w:t>taiohi</w:t>
                          </w:r>
                          <w:proofErr w:type="spellEnd"/>
                          <w:r w:rsidRPr="00DE3047">
                            <w:rPr>
                              <w:b/>
                              <w:bCs/>
                              <w:iCs/>
                              <w:color w:val="000000" w:themeColor="text1"/>
                              <w:sz w:val="28"/>
                              <w:szCs w:val="28"/>
                            </w:rPr>
                            <w:t xml:space="preserve"> </w:t>
                          </w:r>
                          <w:proofErr w:type="spellStart"/>
                          <w:r w:rsidRPr="00DE3047">
                            <w:rPr>
                              <w:b/>
                              <w:bCs/>
                              <w:iCs/>
                              <w:color w:val="000000" w:themeColor="text1"/>
                              <w:sz w:val="28"/>
                              <w:szCs w:val="28"/>
                            </w:rPr>
                            <w:t>ana</w:t>
                          </w:r>
                          <w:proofErr w:type="spellEnd"/>
                          <w:r w:rsidRPr="00DE3047">
                            <w:rPr>
                              <w:b/>
                              <w:bCs/>
                              <w:iCs/>
                              <w:color w:val="000000" w:themeColor="text1"/>
                              <w:sz w:val="28"/>
                              <w:szCs w:val="28"/>
                            </w:rPr>
                            <w:t xml:space="preserve"> </w:t>
                          </w:r>
                          <w:proofErr w:type="spellStart"/>
                          <w:r w:rsidRPr="00DE3047">
                            <w:rPr>
                              <w:b/>
                              <w:bCs/>
                              <w:iCs/>
                              <w:color w:val="000000" w:themeColor="text1"/>
                              <w:sz w:val="28"/>
                              <w:szCs w:val="28"/>
                            </w:rPr>
                            <w:t>rātou</w:t>
                          </w:r>
                          <w:proofErr w:type="spellEnd"/>
                          <w:r w:rsidRPr="00DE3047">
                            <w:rPr>
                              <w:b/>
                              <w:bCs/>
                              <w:iCs/>
                              <w:color w:val="000000" w:themeColor="text1"/>
                              <w:sz w:val="28"/>
                              <w:szCs w:val="28"/>
                            </w:rPr>
                            <w:t>.</w:t>
                          </w:r>
                        </w:p>
                        <w:p w:rsidR="00F44F20" w:rsidRPr="002404B1" w:rsidRDefault="00F44F20" w:rsidP="00B7527A">
                          <w:pPr>
                            <w:rPr>
                              <w:b/>
                              <w:bCs/>
                              <w:i/>
                              <w:iCs/>
                              <w:color w:val="000000" w:themeColor="text1"/>
                              <w:sz w:val="28"/>
                              <w:szCs w:val="28"/>
                            </w:rPr>
                          </w:pPr>
                        </w:p>
                        <w:p w:rsidR="00F44F20" w:rsidRDefault="00F44F20" w:rsidP="00B7527A">
                          <w:pPr>
                            <w:rPr>
                              <w:b/>
                              <w:bCs/>
                              <w:i/>
                              <w:iCs/>
                              <w:color w:val="49AA48"/>
                              <w:sz w:val="28"/>
                              <w:szCs w:val="28"/>
                            </w:rPr>
                          </w:pPr>
                        </w:p>
                        <w:p w:rsidR="00F44F20" w:rsidRDefault="00F44F20" w:rsidP="00B7527A"/>
                      </w:txbxContent>
                    </v:textbox>
                  </v:shape>
                  <v:shape id="Picture 72" o:spid="_x0000_s1034" type="#_x0000_t75" style="position:absolute;left:12763;top:6667;width:30004;height:693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U/0dDGAAAA2wAAAA8AAABkcnMvZG93bnJldi54bWxEj0FrwkAUhO8F/8PyhF5K3ShFS+oqolQK&#10;ejFtCr29Zp/JavZtyK4a/323IHgcZuYbZjrvbC3O1HrjWMFwkIAgLpw2XCr4+nx/fgXhA7LG2jEp&#10;uJKH+az3MMVUuwvv6JyFUkQI+xQVVCE0qZS+qMiiH7iGOHp711oMUbal1C1eItzWcpQkY2nRcFyo&#10;sKFlRcUxO9lIOfxmy9X3Vo5/Xvb55smbVb42Sj32u8UbiEBduIdv7Q+tYDKC/y/xB8jZH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RT/R0MYAAADbAAAADwAAAAAAAAAAAAAA&#10;AACfAgAAZHJzL2Rvd25yZXYueG1sUEsFBgAAAAAEAAQA9wAAAJIDAAAAAA==&#10;">
                    <v:imagedata r:id="rId6" o:title=""/>
                    <v:path arrowok="t"/>
                  </v:shape>
                </v:group>
                <w10:wrap anchorx="margin"/>
              </v:group>
            </w:pict>
          </mc:Fallback>
        </mc:AlternateContent>
      </w:r>
    </w:p>
    <w:p w:rsidR="00B7527A" w:rsidRPr="0069635A" w:rsidRDefault="00B7527A" w:rsidP="00822923">
      <w:pPr>
        <w:spacing w:before="240" w:after="0"/>
        <w:rPr>
          <w:b/>
          <w:noProof/>
          <w:color w:val="000000" w:themeColor="text1"/>
          <w:sz w:val="28"/>
          <w:szCs w:val="28"/>
          <w:lang w:eastAsia="en-NZ"/>
        </w:rPr>
      </w:pPr>
    </w:p>
    <w:p w:rsidR="00632E5C" w:rsidRPr="0069635A" w:rsidRDefault="00632E5C" w:rsidP="00822923">
      <w:pPr>
        <w:spacing w:before="240" w:after="0"/>
        <w:rPr>
          <w:b/>
          <w:noProof/>
          <w:color w:val="000000" w:themeColor="text1"/>
          <w:sz w:val="28"/>
          <w:szCs w:val="28"/>
          <w:lang w:eastAsia="en-NZ"/>
        </w:rPr>
      </w:pPr>
    </w:p>
    <w:p w:rsidR="00644A93" w:rsidRPr="0069635A" w:rsidRDefault="00644A93" w:rsidP="00822923">
      <w:pPr>
        <w:spacing w:before="240" w:after="0"/>
        <w:rPr>
          <w:b/>
          <w:noProof/>
          <w:color w:val="000000" w:themeColor="text1"/>
          <w:sz w:val="28"/>
          <w:szCs w:val="28"/>
          <w:lang w:eastAsia="en-NZ"/>
        </w:rPr>
      </w:pPr>
    </w:p>
    <w:p w:rsidR="00644A93" w:rsidRPr="0069635A" w:rsidRDefault="00644A93" w:rsidP="00822923">
      <w:pPr>
        <w:spacing w:before="240" w:after="0"/>
        <w:rPr>
          <w:b/>
          <w:noProof/>
          <w:color w:val="000000" w:themeColor="text1"/>
          <w:sz w:val="28"/>
          <w:szCs w:val="28"/>
          <w:lang w:eastAsia="en-NZ"/>
        </w:rPr>
      </w:pPr>
    </w:p>
    <w:p w:rsidR="00644A93" w:rsidRPr="0069635A" w:rsidRDefault="00304953" w:rsidP="00822923">
      <w:pPr>
        <w:spacing w:before="240" w:after="0"/>
        <w:rPr>
          <w:b/>
          <w:noProof/>
          <w:color w:val="000000" w:themeColor="text1"/>
          <w:sz w:val="28"/>
          <w:szCs w:val="28"/>
          <w:lang w:eastAsia="en-NZ"/>
        </w:rPr>
      </w:pPr>
      <w:r w:rsidRPr="0069635A">
        <w:rPr>
          <w:b/>
          <w:noProof/>
          <w:color w:val="000000" w:themeColor="text1"/>
          <w:sz w:val="28"/>
          <w:szCs w:val="28"/>
          <w:lang w:eastAsia="en-NZ"/>
        </w:rPr>
        <mc:AlternateContent>
          <mc:Choice Requires="wpg">
            <w:drawing>
              <wp:anchor distT="0" distB="0" distL="114300" distR="114300" simplePos="0" relativeHeight="251645952" behindDoc="0" locked="0" layoutInCell="1" allowOverlap="1" wp14:anchorId="12B32CFE" wp14:editId="7ED1B8DA">
                <wp:simplePos x="0" y="0"/>
                <wp:positionH relativeFrom="margin">
                  <wp:posOffset>-353695</wp:posOffset>
                </wp:positionH>
                <wp:positionV relativeFrom="paragraph">
                  <wp:posOffset>403860</wp:posOffset>
                </wp:positionV>
                <wp:extent cx="6486525" cy="1828800"/>
                <wp:effectExtent l="19050" t="19050" r="28575" b="19050"/>
                <wp:wrapNone/>
                <wp:docPr id="81" name="Group 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86525" cy="1828800"/>
                          <a:chOff x="0" y="0"/>
                          <a:chExt cx="6486525" cy="1828800"/>
                        </a:xfrm>
                      </wpg:grpSpPr>
                      <wps:wsp>
                        <wps:cNvPr id="32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486525" cy="182880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38100">
                            <a:solidFill>
                              <a:srgbClr val="00AEE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190500" y="171451"/>
                            <a:ext cx="5924550" cy="838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4F20" w:rsidRPr="00DE3047" w:rsidRDefault="00F44F20" w:rsidP="00DE3047">
                              <w:pPr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</w:pPr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Mena </w:t>
                              </w:r>
                              <w:proofErr w:type="spellStart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>kua</w:t>
                              </w:r>
                              <w:proofErr w:type="spellEnd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>hapū</w:t>
                              </w:r>
                              <w:proofErr w:type="spellEnd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>koe</w:t>
                              </w:r>
                              <w:proofErr w:type="spellEnd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, </w:t>
                              </w:r>
                              <w:proofErr w:type="spellStart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>ko</w:t>
                              </w:r>
                              <w:proofErr w:type="spellEnd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>tētahi</w:t>
                              </w:r>
                              <w:proofErr w:type="spellEnd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>atu</w:t>
                              </w:r>
                              <w:proofErr w:type="spellEnd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>rānei</w:t>
                              </w:r>
                              <w:proofErr w:type="spellEnd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e </w:t>
                              </w:r>
                              <w:proofErr w:type="spellStart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>noho</w:t>
                              </w:r>
                              <w:proofErr w:type="spellEnd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>ana</w:t>
                              </w:r>
                              <w:proofErr w:type="spellEnd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>ki</w:t>
                              </w:r>
                              <w:proofErr w:type="spellEnd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>tō</w:t>
                              </w:r>
                              <w:proofErr w:type="spellEnd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>kāinga</w:t>
                              </w:r>
                              <w:proofErr w:type="spellEnd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, me </w:t>
                              </w:r>
                              <w:proofErr w:type="spellStart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>ahuahi</w:t>
                              </w:r>
                              <w:proofErr w:type="spellEnd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>kore</w:t>
                              </w:r>
                              <w:proofErr w:type="spellEnd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>te</w:t>
                              </w:r>
                              <w:proofErr w:type="spellEnd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>āhua</w:t>
                              </w:r>
                              <w:proofErr w:type="spellEnd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o </w:t>
                              </w:r>
                              <w:proofErr w:type="spellStart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>tō</w:t>
                              </w:r>
                              <w:proofErr w:type="spellEnd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>kāinga</w:t>
                              </w:r>
                              <w:proofErr w:type="spellEnd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me </w:t>
                              </w:r>
                              <w:proofErr w:type="spellStart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>tō</w:t>
                              </w:r>
                              <w:proofErr w:type="spellEnd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>motukā</w:t>
                              </w:r>
                              <w:proofErr w:type="spellEnd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>kia</w:t>
                              </w:r>
                              <w:proofErr w:type="spellEnd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>pakari</w:t>
                              </w:r>
                              <w:proofErr w:type="spellEnd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>ai</w:t>
                              </w:r>
                              <w:proofErr w:type="spellEnd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>te</w:t>
                              </w:r>
                              <w:proofErr w:type="spellEnd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>hauora</w:t>
                              </w:r>
                              <w:proofErr w:type="spellEnd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o </w:t>
                              </w:r>
                              <w:proofErr w:type="spellStart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>tāu</w:t>
                              </w:r>
                              <w:proofErr w:type="spellEnd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>pēpi</w:t>
                              </w:r>
                              <w:proofErr w:type="spellEnd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>mai</w:t>
                              </w:r>
                              <w:proofErr w:type="spellEnd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>i</w:t>
                              </w:r>
                              <w:proofErr w:type="spellEnd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>te</w:t>
                              </w:r>
                              <w:proofErr w:type="spellEnd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>tīmatanga</w:t>
                              </w:r>
                              <w:proofErr w:type="spellEnd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8" name="Picture 78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24025" y="1000125"/>
                            <a:ext cx="3000375" cy="693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2B32CFE" id="Group 81" o:spid="_x0000_s1035" style="position:absolute;margin-left:-27.85pt;margin-top:31.8pt;width:510.75pt;height:2in;z-index:251645952;mso-position-horizontal-relative:margin;mso-width-relative:margin;mso-height-relative:margin" coordsize="64865,1828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">
                <v:rect id="Rectangle 21" o:spid="_x0000_s1036" style="position:absolute;width:64865;height:1828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baUL4A&#10;AADbAAAADwAAAGRycy9kb3ducmV2LnhtbESPzQrCMBCE74LvEFbwpqkVVKpRiiB69QfPS7O2xWZT&#10;mlirT28EweMwM98wq01nKtFS40rLCibjCARxZnXJuYLLeTdagHAeWWNlmRS8yMFm3e+tMNH2yUdq&#10;Tz4XAcIuQQWF93UipcsKMujGtiYO3s02Bn2QTS51g88AN5WMo2gmDZYcFgqsaVtQdj89jIIY2/a1&#10;3S3m0YFTuU/d+Vplb6WGgy5dgvDU+X/41z5oBdMYvl/CD5DrD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CW2lC+AAAA2wAAAA8AAAAAAAAAAAAAAAAAmAIAAGRycy9kb3ducmV2&#10;LnhtbFBLBQYAAAAABAAEAPUAAACDAwAAAAA=&#10;" strokecolor="#00aeef" strokeweight="3pt">
                  <v:fill opacity="0"/>
                </v:rect>
                <v:shape id="Text Box 22" o:spid="_x0000_s1037" type="#_x0000_t202" style="position:absolute;left:1905;top:1714;width:59245;height:83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Y5asEA&#10;AADbAAAADwAAAGRycy9kb3ducmV2LnhtbESP3YrCMBSE7xd8h3AEbxZN/ddqFBVWvPXnAY7NsS02&#10;J6WJtr79RhC8HGbmG2a5bkwhnlS53LKCfi8CQZxYnXOq4HL+685AOI+ssbBMCl7kYL1q/Swx1rbm&#10;Iz1PPhUBwi5GBZn3ZSylSzIy6Hq2JA7ezVYGfZBVKnWFdYCbQg6iaCIN5hwWMixpl1FyPz2Mgtuh&#10;/h3P6+veX6bH0WSL+fRqX0p12s1mAcJT47/hT/ugFQyH8P4SfoBc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YGOWrBAAAA2wAAAA8AAAAAAAAAAAAAAAAAmAIAAGRycy9kb3du&#10;cmV2LnhtbFBLBQYAAAAABAAEAPUAAACGAwAAAAA=&#10;" stroked="f">
                  <v:textbox>
                    <w:txbxContent>
                      <w:p w:rsidR="00F44F20" w:rsidRPr="00DE3047" w:rsidRDefault="00F44F20" w:rsidP="00DE3047">
                        <w:pPr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</w:pPr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 xml:space="preserve">Mena </w:t>
                        </w:r>
                        <w:proofErr w:type="spellStart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>kua</w:t>
                        </w:r>
                        <w:proofErr w:type="spellEnd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>hapū</w:t>
                        </w:r>
                        <w:proofErr w:type="spellEnd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>koe</w:t>
                        </w:r>
                        <w:proofErr w:type="spellEnd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 xml:space="preserve">, </w:t>
                        </w:r>
                        <w:proofErr w:type="spellStart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>ko</w:t>
                        </w:r>
                        <w:proofErr w:type="spellEnd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>tētahi</w:t>
                        </w:r>
                        <w:proofErr w:type="spellEnd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>atu</w:t>
                        </w:r>
                        <w:proofErr w:type="spellEnd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>rānei</w:t>
                        </w:r>
                        <w:proofErr w:type="spellEnd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 xml:space="preserve"> e </w:t>
                        </w:r>
                        <w:proofErr w:type="spellStart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>noho</w:t>
                        </w:r>
                        <w:proofErr w:type="spellEnd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>ana</w:t>
                        </w:r>
                        <w:proofErr w:type="spellEnd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>ki</w:t>
                        </w:r>
                        <w:proofErr w:type="spellEnd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>tō</w:t>
                        </w:r>
                        <w:proofErr w:type="spellEnd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>kāinga</w:t>
                        </w:r>
                        <w:proofErr w:type="spellEnd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 xml:space="preserve"> , me </w:t>
                        </w:r>
                        <w:proofErr w:type="spellStart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>ahuahi</w:t>
                        </w:r>
                        <w:proofErr w:type="spellEnd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>kore</w:t>
                        </w:r>
                        <w:proofErr w:type="spellEnd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>te</w:t>
                        </w:r>
                        <w:proofErr w:type="spellEnd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>āhua</w:t>
                        </w:r>
                        <w:proofErr w:type="spellEnd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 xml:space="preserve"> o </w:t>
                        </w:r>
                        <w:proofErr w:type="spellStart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>tō</w:t>
                        </w:r>
                        <w:proofErr w:type="spellEnd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>kāinga</w:t>
                        </w:r>
                        <w:proofErr w:type="spellEnd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 xml:space="preserve"> me </w:t>
                        </w:r>
                        <w:proofErr w:type="spellStart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>tō</w:t>
                        </w:r>
                        <w:proofErr w:type="spellEnd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>motukā</w:t>
                        </w:r>
                        <w:proofErr w:type="spellEnd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>kia</w:t>
                        </w:r>
                        <w:proofErr w:type="spellEnd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>pakari</w:t>
                        </w:r>
                        <w:proofErr w:type="spellEnd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>ai</w:t>
                        </w:r>
                        <w:proofErr w:type="spellEnd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>te</w:t>
                        </w:r>
                        <w:proofErr w:type="spellEnd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>hauora</w:t>
                        </w:r>
                        <w:proofErr w:type="spellEnd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 xml:space="preserve"> o </w:t>
                        </w:r>
                        <w:proofErr w:type="spellStart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>tāu</w:t>
                        </w:r>
                        <w:proofErr w:type="spellEnd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>pēpi</w:t>
                        </w:r>
                        <w:proofErr w:type="spellEnd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>mai</w:t>
                        </w:r>
                        <w:proofErr w:type="spellEnd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>i</w:t>
                        </w:r>
                        <w:proofErr w:type="spellEnd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>te</w:t>
                        </w:r>
                        <w:proofErr w:type="spellEnd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>tīmatanga</w:t>
                        </w:r>
                        <w:proofErr w:type="spellEnd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>.</w:t>
                        </w:r>
                      </w:p>
                    </w:txbxContent>
                  </v:textbox>
                </v:shape>
                <v:shape id="Picture 78" o:spid="_x0000_s1038" type="#_x0000_t75" style="position:absolute;left:17240;top:10001;width:30004;height:693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TX5jrGAAAA2wAAAA8AAABkcnMvZG93bnJldi54bWxEj8FqwkAQhu8F32EZoZeim5aikrpKUVoK&#10;7cWohd6m2TFZzc6G7FbTt+8cCh6Hf/5v5psve9+oM3XRBTZwP85AEZfBOq4M7LYvoxmomJAtNoHJ&#10;wC9FWC4GN3PMbbjwhs5FqpRAOOZooE6pzbWOZU0e4zi0xJIdQucxydhV2nZ4Ebhv9EOWTbRHx3Kh&#10;xpZWNZWn4scL5fhdrNafH3ry9XjYv99Ft96/OmNuh/3zE6hEfbou/7ffrIGpPCsu4gF68Qc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JNfmOsYAAADbAAAADwAAAAAAAAAAAAAA&#10;AACfAgAAZHJzL2Rvd25yZXYueG1sUEsFBgAAAAAEAAQA9wAAAJIDAAAAAA==&#10;">
                  <v:imagedata r:id="rId6" o:title=""/>
                  <v:path arrowok="t"/>
                </v:shape>
                <w10:wrap anchorx="margin"/>
              </v:group>
            </w:pict>
          </mc:Fallback>
        </mc:AlternateContent>
      </w:r>
    </w:p>
    <w:p w:rsidR="00644A93" w:rsidRPr="0069635A" w:rsidRDefault="00644A93" w:rsidP="00822923">
      <w:pPr>
        <w:spacing w:before="240" w:after="0"/>
        <w:rPr>
          <w:b/>
          <w:noProof/>
          <w:color w:val="000000" w:themeColor="text1"/>
          <w:sz w:val="28"/>
          <w:szCs w:val="28"/>
          <w:lang w:eastAsia="en-NZ"/>
        </w:rPr>
      </w:pPr>
    </w:p>
    <w:p w:rsidR="00822923" w:rsidRPr="0069635A" w:rsidRDefault="00822923" w:rsidP="00822923">
      <w:pPr>
        <w:spacing w:before="240" w:after="0"/>
        <w:rPr>
          <w:b/>
          <w:noProof/>
          <w:color w:val="000000" w:themeColor="text1"/>
          <w:sz w:val="28"/>
          <w:szCs w:val="28"/>
          <w:lang w:eastAsia="en-NZ"/>
        </w:rPr>
      </w:pPr>
    </w:p>
    <w:p w:rsidR="00822923" w:rsidRPr="0069635A" w:rsidRDefault="00822923" w:rsidP="00822923">
      <w:pPr>
        <w:spacing w:after="0"/>
        <w:rPr>
          <w:b/>
          <w:color w:val="000000" w:themeColor="text1"/>
          <w:sz w:val="28"/>
          <w:szCs w:val="28"/>
        </w:rPr>
      </w:pPr>
    </w:p>
    <w:p w:rsidR="00822923" w:rsidRPr="0069635A" w:rsidRDefault="00822923" w:rsidP="00822923">
      <w:pPr>
        <w:spacing w:after="0"/>
        <w:rPr>
          <w:b/>
          <w:color w:val="000000" w:themeColor="text1"/>
          <w:sz w:val="28"/>
          <w:szCs w:val="28"/>
        </w:rPr>
      </w:pPr>
    </w:p>
    <w:p w:rsidR="00822923" w:rsidRPr="0069635A" w:rsidRDefault="00822923" w:rsidP="00822923">
      <w:pPr>
        <w:pStyle w:val="Default"/>
        <w:spacing w:line="276" w:lineRule="auto"/>
        <w:rPr>
          <w:rFonts w:asciiTheme="minorHAnsi" w:hAnsiTheme="minorHAnsi"/>
          <w:color w:val="000000" w:themeColor="text1"/>
          <w:sz w:val="28"/>
          <w:szCs w:val="28"/>
        </w:rPr>
      </w:pPr>
    </w:p>
    <w:p w:rsidR="00632E5C" w:rsidRPr="0069635A" w:rsidRDefault="00632E5C" w:rsidP="00822923">
      <w:pPr>
        <w:pStyle w:val="Default"/>
        <w:spacing w:line="276" w:lineRule="auto"/>
        <w:rPr>
          <w:rFonts w:asciiTheme="minorHAnsi" w:hAnsiTheme="minorHAnsi"/>
          <w:color w:val="000000" w:themeColor="text1"/>
          <w:sz w:val="28"/>
          <w:szCs w:val="28"/>
        </w:rPr>
      </w:pPr>
    </w:p>
    <w:p w:rsidR="00B65FC2" w:rsidRPr="0069635A" w:rsidRDefault="00B65FC2" w:rsidP="00822923">
      <w:pPr>
        <w:pStyle w:val="Default"/>
        <w:spacing w:line="276" w:lineRule="auto"/>
        <w:rPr>
          <w:rFonts w:asciiTheme="minorHAnsi" w:hAnsiTheme="minorHAnsi"/>
          <w:color w:val="000000" w:themeColor="text1"/>
          <w:sz w:val="28"/>
          <w:szCs w:val="28"/>
        </w:rPr>
      </w:pPr>
    </w:p>
    <w:p w:rsidR="00632E5C" w:rsidRPr="0069635A" w:rsidRDefault="00304953" w:rsidP="00822923">
      <w:pPr>
        <w:pStyle w:val="Default"/>
        <w:spacing w:line="276" w:lineRule="auto"/>
        <w:rPr>
          <w:rFonts w:asciiTheme="minorHAnsi" w:hAnsiTheme="minorHAnsi"/>
          <w:color w:val="000000" w:themeColor="text1"/>
          <w:sz w:val="28"/>
          <w:szCs w:val="28"/>
        </w:rPr>
      </w:pPr>
      <w:r w:rsidRPr="0069635A">
        <w:rPr>
          <w:rFonts w:asciiTheme="minorHAnsi" w:hAnsiTheme="minorHAnsi" w:cstheme="minorHAnsi"/>
          <w:b/>
          <w:noProof/>
          <w:color w:val="000000" w:themeColor="text1"/>
          <w:sz w:val="28"/>
          <w:szCs w:val="28"/>
          <w:lang w:eastAsia="en-NZ"/>
        </w:rPr>
        <mc:AlternateContent>
          <mc:Choice Requires="wpg">
            <w:drawing>
              <wp:anchor distT="0" distB="0" distL="114300" distR="114300" simplePos="0" relativeHeight="251830272" behindDoc="0" locked="0" layoutInCell="1" allowOverlap="1" wp14:anchorId="4C50DA93" wp14:editId="54DE26A6">
                <wp:simplePos x="0" y="0"/>
                <wp:positionH relativeFrom="margin">
                  <wp:posOffset>-353695</wp:posOffset>
                </wp:positionH>
                <wp:positionV relativeFrom="paragraph">
                  <wp:posOffset>273050</wp:posOffset>
                </wp:positionV>
                <wp:extent cx="6486525" cy="1647825"/>
                <wp:effectExtent l="19050" t="19050" r="28575" b="28575"/>
                <wp:wrapNone/>
                <wp:docPr id="73" name="Group 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86525" cy="1647825"/>
                          <a:chOff x="1" y="0"/>
                          <a:chExt cx="6419850" cy="1647825"/>
                        </a:xfrm>
                      </wpg:grpSpPr>
                      <wps:wsp>
                        <wps:cNvPr id="41" name="Rectangle 2"/>
                        <wps:cNvSpPr>
                          <a:spLocks noChangeArrowheads="1"/>
                        </wps:cNvSpPr>
                        <wps:spPr bwMode="auto">
                          <a:xfrm>
                            <a:off x="1" y="0"/>
                            <a:ext cx="6419850" cy="164782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38100">
                            <a:solidFill>
                              <a:srgbClr val="00AEE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66" name="Group 66"/>
                        <wpg:cNvGrpSpPr/>
                        <wpg:grpSpPr>
                          <a:xfrm>
                            <a:off x="200025" y="171451"/>
                            <a:ext cx="6163915" cy="1361438"/>
                            <a:chOff x="0" y="1"/>
                            <a:chExt cx="6163915" cy="1361438"/>
                          </a:xfrm>
                        </wpg:grpSpPr>
                        <wps:wsp>
                          <wps:cNvPr id="42" name="Text Box 1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1"/>
                              <a:ext cx="6163915" cy="8191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44F20" w:rsidRPr="00DE3047" w:rsidRDefault="00F44F20" w:rsidP="0069635A">
                                <w:pPr>
                                  <w:rPr>
                                    <w:b/>
                                    <w:bCs/>
                                    <w:iCs/>
                                    <w:color w:val="000000" w:themeColor="text1"/>
                                    <w:sz w:val="28"/>
                                    <w:szCs w:val="28"/>
                                  </w:rPr>
                                </w:pPr>
                                <w:r w:rsidRPr="00DE3047">
                                  <w:rPr>
                                    <w:b/>
                                    <w:bCs/>
                                    <w:iCs/>
                                    <w:color w:val="000000" w:themeColor="text1"/>
                                    <w:sz w:val="28"/>
                                    <w:szCs w:val="28"/>
                                  </w:rPr>
                                  <w:t xml:space="preserve">E </w:t>
                                </w:r>
                                <w:proofErr w:type="spellStart"/>
                                <w:r w:rsidRPr="00DE3047">
                                  <w:rPr>
                                    <w:b/>
                                    <w:bCs/>
                                    <w:iCs/>
                                    <w:color w:val="000000" w:themeColor="text1"/>
                                    <w:sz w:val="28"/>
                                    <w:szCs w:val="28"/>
                                  </w:rPr>
                                  <w:t>whā</w:t>
                                </w:r>
                                <w:proofErr w:type="spellEnd"/>
                                <w:r w:rsidRPr="00DE3047">
                                  <w:rPr>
                                    <w:b/>
                                    <w:bCs/>
                                    <w:iCs/>
                                    <w:color w:val="000000" w:themeColor="text1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proofErr w:type="spellStart"/>
                                <w:r w:rsidRPr="00DE3047">
                                  <w:rPr>
                                    <w:b/>
                                    <w:bCs/>
                                    <w:iCs/>
                                    <w:color w:val="000000" w:themeColor="text1"/>
                                    <w:sz w:val="28"/>
                                    <w:szCs w:val="28"/>
                                  </w:rPr>
                                  <w:t>mano</w:t>
                                </w:r>
                                <w:proofErr w:type="spellEnd"/>
                                <w:r w:rsidRPr="00DE3047">
                                  <w:rPr>
                                    <w:b/>
                                    <w:bCs/>
                                    <w:iCs/>
                                    <w:color w:val="000000" w:themeColor="text1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proofErr w:type="spellStart"/>
                                <w:r w:rsidRPr="00DE3047">
                                  <w:rPr>
                                    <w:b/>
                                    <w:bCs/>
                                    <w:iCs/>
                                    <w:color w:val="000000" w:themeColor="text1"/>
                                    <w:sz w:val="28"/>
                                    <w:szCs w:val="28"/>
                                  </w:rPr>
                                  <w:t>te</w:t>
                                </w:r>
                                <w:proofErr w:type="spellEnd"/>
                                <w:r w:rsidRPr="00DE3047">
                                  <w:rPr>
                                    <w:b/>
                                    <w:bCs/>
                                    <w:iCs/>
                                    <w:color w:val="000000" w:themeColor="text1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proofErr w:type="spellStart"/>
                                <w:r w:rsidRPr="00DE3047">
                                  <w:rPr>
                                    <w:b/>
                                    <w:bCs/>
                                    <w:iCs/>
                                    <w:color w:val="000000" w:themeColor="text1"/>
                                    <w:sz w:val="28"/>
                                    <w:szCs w:val="28"/>
                                  </w:rPr>
                                  <w:t>rahi</w:t>
                                </w:r>
                                <w:proofErr w:type="spellEnd"/>
                                <w:r w:rsidRPr="00DE3047">
                                  <w:rPr>
                                    <w:b/>
                                    <w:bCs/>
                                    <w:iCs/>
                                    <w:color w:val="000000" w:themeColor="text1"/>
                                    <w:sz w:val="28"/>
                                    <w:szCs w:val="28"/>
                                  </w:rPr>
                                  <w:t xml:space="preserve"> o </w:t>
                                </w:r>
                                <w:proofErr w:type="spellStart"/>
                                <w:r w:rsidRPr="00DE3047">
                                  <w:rPr>
                                    <w:b/>
                                    <w:bCs/>
                                    <w:iCs/>
                                    <w:color w:val="000000" w:themeColor="text1"/>
                                    <w:sz w:val="28"/>
                                    <w:szCs w:val="28"/>
                                  </w:rPr>
                                  <w:t>ngā</w:t>
                                </w:r>
                                <w:proofErr w:type="spellEnd"/>
                                <w:r w:rsidRPr="00DE3047">
                                  <w:rPr>
                                    <w:b/>
                                    <w:bCs/>
                                    <w:iCs/>
                                    <w:color w:val="000000" w:themeColor="text1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proofErr w:type="spellStart"/>
                                <w:r w:rsidRPr="00DE3047">
                                  <w:rPr>
                                    <w:b/>
                                    <w:bCs/>
                                    <w:iCs/>
                                    <w:color w:val="000000" w:themeColor="text1"/>
                                    <w:sz w:val="28"/>
                                    <w:szCs w:val="28"/>
                                  </w:rPr>
                                  <w:t>momo</w:t>
                                </w:r>
                                <w:proofErr w:type="spellEnd"/>
                                <w:r w:rsidRPr="00DE3047">
                                  <w:rPr>
                                    <w:b/>
                                    <w:bCs/>
                                    <w:iCs/>
                                    <w:color w:val="000000" w:themeColor="text1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proofErr w:type="spellStart"/>
                                <w:r w:rsidRPr="00DE3047">
                                  <w:rPr>
                                    <w:b/>
                                    <w:bCs/>
                                    <w:iCs/>
                                    <w:color w:val="000000" w:themeColor="text1"/>
                                    <w:sz w:val="28"/>
                                    <w:szCs w:val="28"/>
                                  </w:rPr>
                                  <w:t>paitini</w:t>
                                </w:r>
                                <w:proofErr w:type="spellEnd"/>
                                <w:r w:rsidRPr="00DE3047">
                                  <w:rPr>
                                    <w:b/>
                                    <w:bCs/>
                                    <w:iCs/>
                                    <w:color w:val="000000" w:themeColor="text1"/>
                                    <w:sz w:val="28"/>
                                    <w:szCs w:val="28"/>
                                  </w:rPr>
                                  <w:t xml:space="preserve"> o </w:t>
                                </w:r>
                                <w:proofErr w:type="spellStart"/>
                                <w:r w:rsidRPr="00DE3047">
                                  <w:rPr>
                                    <w:b/>
                                    <w:bCs/>
                                    <w:iCs/>
                                    <w:color w:val="000000" w:themeColor="text1"/>
                                    <w:sz w:val="28"/>
                                    <w:szCs w:val="28"/>
                                  </w:rPr>
                                  <w:t>roto</w:t>
                                </w:r>
                                <w:proofErr w:type="spellEnd"/>
                                <w:r w:rsidRPr="00DE3047">
                                  <w:rPr>
                                    <w:b/>
                                    <w:bCs/>
                                    <w:iCs/>
                                    <w:color w:val="000000" w:themeColor="text1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proofErr w:type="spellStart"/>
                                <w:r w:rsidRPr="00DE3047">
                                  <w:rPr>
                                    <w:b/>
                                    <w:bCs/>
                                    <w:iCs/>
                                    <w:color w:val="000000" w:themeColor="text1"/>
                                    <w:sz w:val="28"/>
                                    <w:szCs w:val="28"/>
                                  </w:rPr>
                                  <w:t>i</w:t>
                                </w:r>
                                <w:proofErr w:type="spellEnd"/>
                                <w:r w:rsidRPr="00DE3047">
                                  <w:rPr>
                                    <w:b/>
                                    <w:bCs/>
                                    <w:iCs/>
                                    <w:color w:val="000000" w:themeColor="text1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proofErr w:type="spellStart"/>
                                <w:r w:rsidRPr="00DE3047">
                                  <w:rPr>
                                    <w:b/>
                                    <w:bCs/>
                                    <w:iCs/>
                                    <w:color w:val="000000" w:themeColor="text1"/>
                                    <w:sz w:val="28"/>
                                    <w:szCs w:val="28"/>
                                  </w:rPr>
                                  <w:t>te</w:t>
                                </w:r>
                                <w:proofErr w:type="spellEnd"/>
                                <w:r w:rsidRPr="00DE3047">
                                  <w:rPr>
                                    <w:b/>
                                    <w:bCs/>
                                    <w:iCs/>
                                    <w:color w:val="000000" w:themeColor="text1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proofErr w:type="spellStart"/>
                                <w:r w:rsidRPr="00DE3047">
                                  <w:rPr>
                                    <w:b/>
                                    <w:bCs/>
                                    <w:iCs/>
                                    <w:color w:val="000000" w:themeColor="text1"/>
                                    <w:sz w:val="28"/>
                                    <w:szCs w:val="28"/>
                                  </w:rPr>
                                  <w:t>auahi-tuarua</w:t>
                                </w:r>
                                <w:proofErr w:type="spellEnd"/>
                                <w:r w:rsidRPr="00DE3047">
                                  <w:rPr>
                                    <w:b/>
                                    <w:bCs/>
                                    <w:iCs/>
                                    <w:color w:val="000000" w:themeColor="text1"/>
                                    <w:sz w:val="28"/>
                                    <w:szCs w:val="28"/>
                                  </w:rPr>
                                  <w:t xml:space="preserve">.  O </w:t>
                                </w:r>
                                <w:proofErr w:type="spellStart"/>
                                <w:r w:rsidRPr="00DE3047">
                                  <w:rPr>
                                    <w:b/>
                                    <w:bCs/>
                                    <w:iCs/>
                                    <w:color w:val="000000" w:themeColor="text1"/>
                                    <w:sz w:val="28"/>
                                    <w:szCs w:val="28"/>
                                  </w:rPr>
                                  <w:t>roto</w:t>
                                </w:r>
                                <w:proofErr w:type="spellEnd"/>
                                <w:r w:rsidRPr="00DE3047">
                                  <w:rPr>
                                    <w:b/>
                                    <w:bCs/>
                                    <w:iCs/>
                                    <w:color w:val="000000" w:themeColor="text1"/>
                                    <w:sz w:val="28"/>
                                    <w:szCs w:val="28"/>
                                  </w:rPr>
                                  <w:t xml:space="preserve"> o </w:t>
                                </w:r>
                                <w:proofErr w:type="spellStart"/>
                                <w:r w:rsidRPr="00DE3047">
                                  <w:rPr>
                                    <w:b/>
                                    <w:bCs/>
                                    <w:iCs/>
                                    <w:color w:val="000000" w:themeColor="text1"/>
                                    <w:sz w:val="28"/>
                                    <w:szCs w:val="28"/>
                                  </w:rPr>
                                  <w:t>taua</w:t>
                                </w:r>
                                <w:proofErr w:type="spellEnd"/>
                                <w:r w:rsidRPr="00DE3047">
                                  <w:rPr>
                                    <w:b/>
                                    <w:bCs/>
                                    <w:iCs/>
                                    <w:color w:val="000000" w:themeColor="text1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proofErr w:type="spellStart"/>
                                <w:r w:rsidRPr="00DE3047">
                                  <w:rPr>
                                    <w:b/>
                                    <w:bCs/>
                                    <w:iCs/>
                                    <w:color w:val="000000" w:themeColor="text1"/>
                                    <w:sz w:val="28"/>
                                    <w:szCs w:val="28"/>
                                  </w:rPr>
                                  <w:t>whā</w:t>
                                </w:r>
                                <w:proofErr w:type="spellEnd"/>
                                <w:r w:rsidRPr="00DE3047">
                                  <w:rPr>
                                    <w:b/>
                                    <w:bCs/>
                                    <w:iCs/>
                                    <w:color w:val="000000" w:themeColor="text1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proofErr w:type="spellStart"/>
                                <w:r w:rsidRPr="00DE3047">
                                  <w:rPr>
                                    <w:b/>
                                    <w:bCs/>
                                    <w:iCs/>
                                    <w:color w:val="000000" w:themeColor="text1"/>
                                    <w:sz w:val="28"/>
                                    <w:szCs w:val="28"/>
                                  </w:rPr>
                                  <w:t>mano</w:t>
                                </w:r>
                                <w:proofErr w:type="spellEnd"/>
                                <w:r w:rsidRPr="00DE3047">
                                  <w:rPr>
                                    <w:b/>
                                    <w:bCs/>
                                    <w:iCs/>
                                    <w:color w:val="000000" w:themeColor="text1"/>
                                    <w:sz w:val="28"/>
                                    <w:szCs w:val="28"/>
                                  </w:rPr>
                                  <w:t xml:space="preserve">, e </w:t>
                                </w:r>
                                <w:proofErr w:type="spellStart"/>
                                <w:r w:rsidRPr="00DE3047">
                                  <w:rPr>
                                    <w:b/>
                                    <w:bCs/>
                                    <w:iCs/>
                                    <w:color w:val="000000" w:themeColor="text1"/>
                                    <w:sz w:val="28"/>
                                    <w:szCs w:val="28"/>
                                  </w:rPr>
                                  <w:t>rua</w:t>
                                </w:r>
                                <w:proofErr w:type="spellEnd"/>
                                <w:r w:rsidRPr="00DE3047">
                                  <w:rPr>
                                    <w:b/>
                                    <w:bCs/>
                                    <w:iCs/>
                                    <w:color w:val="000000" w:themeColor="text1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proofErr w:type="spellStart"/>
                                <w:r w:rsidRPr="00DE3047">
                                  <w:rPr>
                                    <w:b/>
                                    <w:bCs/>
                                    <w:iCs/>
                                    <w:color w:val="000000" w:themeColor="text1"/>
                                    <w:sz w:val="28"/>
                                    <w:szCs w:val="28"/>
                                  </w:rPr>
                                  <w:t>rau</w:t>
                                </w:r>
                                <w:proofErr w:type="spellEnd"/>
                                <w:r w:rsidRPr="00DE3047">
                                  <w:rPr>
                                    <w:b/>
                                    <w:bCs/>
                                    <w:iCs/>
                                    <w:color w:val="000000" w:themeColor="text1"/>
                                    <w:sz w:val="28"/>
                                    <w:szCs w:val="28"/>
                                  </w:rPr>
                                  <w:t xml:space="preserve">, e </w:t>
                                </w:r>
                                <w:proofErr w:type="spellStart"/>
                                <w:r w:rsidRPr="00DE3047">
                                  <w:rPr>
                                    <w:b/>
                                    <w:bCs/>
                                    <w:iCs/>
                                    <w:color w:val="000000" w:themeColor="text1"/>
                                    <w:sz w:val="28"/>
                                    <w:szCs w:val="28"/>
                                  </w:rPr>
                                  <w:t>rima</w:t>
                                </w:r>
                                <w:proofErr w:type="spellEnd"/>
                                <w:r w:rsidRPr="00DE3047">
                                  <w:rPr>
                                    <w:b/>
                                    <w:bCs/>
                                    <w:iCs/>
                                    <w:color w:val="000000" w:themeColor="text1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proofErr w:type="spellStart"/>
                                <w:r w:rsidRPr="00DE3047">
                                  <w:rPr>
                                    <w:b/>
                                    <w:bCs/>
                                    <w:iCs/>
                                    <w:color w:val="000000" w:themeColor="text1"/>
                                    <w:sz w:val="28"/>
                                    <w:szCs w:val="28"/>
                                  </w:rPr>
                                  <w:t>tekau</w:t>
                                </w:r>
                                <w:proofErr w:type="spellEnd"/>
                                <w:r w:rsidRPr="00DE3047">
                                  <w:rPr>
                                    <w:b/>
                                    <w:bCs/>
                                    <w:iCs/>
                                    <w:color w:val="000000" w:themeColor="text1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proofErr w:type="spellStart"/>
                                <w:r w:rsidRPr="00DE3047">
                                  <w:rPr>
                                    <w:b/>
                                    <w:bCs/>
                                    <w:iCs/>
                                    <w:color w:val="000000" w:themeColor="text1"/>
                                    <w:sz w:val="28"/>
                                    <w:szCs w:val="28"/>
                                  </w:rPr>
                                  <w:t>te</w:t>
                                </w:r>
                                <w:proofErr w:type="spellEnd"/>
                                <w:r w:rsidRPr="00DE3047">
                                  <w:rPr>
                                    <w:b/>
                                    <w:bCs/>
                                    <w:iCs/>
                                    <w:color w:val="000000" w:themeColor="text1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proofErr w:type="spellStart"/>
                                <w:r w:rsidRPr="00DE3047">
                                  <w:rPr>
                                    <w:b/>
                                    <w:bCs/>
                                    <w:iCs/>
                                    <w:color w:val="000000" w:themeColor="text1"/>
                                    <w:sz w:val="28"/>
                                    <w:szCs w:val="28"/>
                                  </w:rPr>
                                  <w:t>rahi</w:t>
                                </w:r>
                                <w:proofErr w:type="spellEnd"/>
                                <w:r w:rsidRPr="00DE3047">
                                  <w:rPr>
                                    <w:b/>
                                    <w:bCs/>
                                    <w:iCs/>
                                    <w:color w:val="000000" w:themeColor="text1"/>
                                    <w:sz w:val="28"/>
                                    <w:szCs w:val="28"/>
                                  </w:rPr>
                                  <w:t xml:space="preserve"> o </w:t>
                                </w:r>
                                <w:proofErr w:type="spellStart"/>
                                <w:r w:rsidRPr="00DE3047">
                                  <w:rPr>
                                    <w:b/>
                                    <w:bCs/>
                                    <w:iCs/>
                                    <w:color w:val="000000" w:themeColor="text1"/>
                                    <w:sz w:val="28"/>
                                    <w:szCs w:val="28"/>
                                  </w:rPr>
                                  <w:t>aua</w:t>
                                </w:r>
                                <w:proofErr w:type="spellEnd"/>
                                <w:r w:rsidRPr="00DE3047">
                                  <w:rPr>
                                    <w:b/>
                                    <w:bCs/>
                                    <w:iCs/>
                                    <w:color w:val="000000" w:themeColor="text1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proofErr w:type="spellStart"/>
                                <w:r w:rsidRPr="00DE3047">
                                  <w:rPr>
                                    <w:b/>
                                    <w:bCs/>
                                    <w:iCs/>
                                    <w:color w:val="000000" w:themeColor="text1"/>
                                    <w:sz w:val="28"/>
                                    <w:szCs w:val="28"/>
                                  </w:rPr>
                                  <w:t>paitini</w:t>
                                </w:r>
                                <w:proofErr w:type="spellEnd"/>
                                <w:r w:rsidRPr="00DE3047">
                                  <w:rPr>
                                    <w:b/>
                                    <w:bCs/>
                                    <w:iCs/>
                                    <w:color w:val="000000" w:themeColor="text1"/>
                                    <w:sz w:val="28"/>
                                    <w:szCs w:val="28"/>
                                  </w:rPr>
                                  <w:t xml:space="preserve"> e </w:t>
                                </w:r>
                                <w:proofErr w:type="spellStart"/>
                                <w:r w:rsidRPr="00DE3047">
                                  <w:rPr>
                                    <w:b/>
                                    <w:bCs/>
                                    <w:iCs/>
                                    <w:color w:val="000000" w:themeColor="text1"/>
                                    <w:sz w:val="28"/>
                                    <w:szCs w:val="28"/>
                                  </w:rPr>
                                  <w:t>tipu</w:t>
                                </w:r>
                                <w:proofErr w:type="spellEnd"/>
                                <w:r w:rsidRPr="00DE3047">
                                  <w:rPr>
                                    <w:b/>
                                    <w:bCs/>
                                    <w:iCs/>
                                    <w:color w:val="000000" w:themeColor="text1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proofErr w:type="spellStart"/>
                                <w:r w:rsidRPr="00DE3047">
                                  <w:rPr>
                                    <w:b/>
                                    <w:bCs/>
                                    <w:iCs/>
                                    <w:color w:val="000000" w:themeColor="text1"/>
                                    <w:sz w:val="28"/>
                                    <w:szCs w:val="28"/>
                                  </w:rPr>
                                  <w:t>ai</w:t>
                                </w:r>
                                <w:proofErr w:type="spellEnd"/>
                                <w:r w:rsidRPr="00DE3047">
                                  <w:rPr>
                                    <w:b/>
                                    <w:bCs/>
                                    <w:iCs/>
                                    <w:color w:val="000000" w:themeColor="text1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proofErr w:type="spellStart"/>
                                <w:r w:rsidRPr="00DE3047">
                                  <w:rPr>
                                    <w:b/>
                                    <w:bCs/>
                                    <w:iCs/>
                                    <w:color w:val="000000" w:themeColor="text1"/>
                                    <w:sz w:val="28"/>
                                    <w:szCs w:val="28"/>
                                  </w:rPr>
                                  <w:t>te</w:t>
                                </w:r>
                                <w:proofErr w:type="spellEnd"/>
                                <w:r w:rsidRPr="00DE3047">
                                  <w:rPr>
                                    <w:b/>
                                    <w:bCs/>
                                    <w:iCs/>
                                    <w:color w:val="000000" w:themeColor="text1"/>
                                    <w:sz w:val="28"/>
                                    <w:szCs w:val="28"/>
                                  </w:rPr>
                                  <w:t xml:space="preserve"> mate </w:t>
                                </w:r>
                                <w:proofErr w:type="spellStart"/>
                                <w:r w:rsidRPr="00DE3047">
                                  <w:rPr>
                                    <w:b/>
                                    <w:bCs/>
                                    <w:iCs/>
                                    <w:color w:val="000000" w:themeColor="text1"/>
                                    <w:sz w:val="28"/>
                                    <w:szCs w:val="28"/>
                                  </w:rPr>
                                  <w:t>puku</w:t>
                                </w:r>
                                <w:proofErr w:type="spellEnd"/>
                                <w:r w:rsidRPr="00DE3047">
                                  <w:rPr>
                                    <w:b/>
                                    <w:bCs/>
                                    <w:iCs/>
                                    <w:color w:val="000000" w:themeColor="text1"/>
                                    <w:sz w:val="28"/>
                                    <w:szCs w:val="28"/>
                                  </w:rPr>
                                  <w:t xml:space="preserve">. </w:t>
                                </w:r>
                              </w:p>
                              <w:p w:rsidR="00F44F20" w:rsidRPr="002404B1" w:rsidRDefault="00F44F20" w:rsidP="0069635A">
                                <w:pPr>
                                  <w:rPr>
                                    <w:b/>
                                    <w:bCs/>
                                    <w:i/>
                                    <w:iCs/>
                                    <w:color w:val="000000" w:themeColor="text1"/>
                                    <w:sz w:val="28"/>
                                    <w:szCs w:val="28"/>
                                  </w:rPr>
                                </w:pPr>
                              </w:p>
                              <w:p w:rsidR="00F44F20" w:rsidRDefault="00F44F20" w:rsidP="0069635A">
                                <w:pPr>
                                  <w:rPr>
                                    <w:b/>
                                    <w:bCs/>
                                    <w:i/>
                                    <w:iCs/>
                                    <w:color w:val="49AA48"/>
                                    <w:sz w:val="28"/>
                                    <w:szCs w:val="28"/>
                                  </w:rPr>
                                </w:pPr>
                              </w:p>
                              <w:p w:rsidR="00F44F20" w:rsidRDefault="00F44F20" w:rsidP="0069635A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65" name="Picture 6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504950" y="669938"/>
                              <a:ext cx="2990850" cy="69150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C50DA93" id="Group 73" o:spid="_x0000_s1039" style="position:absolute;margin-left:-27.85pt;margin-top:21.5pt;width:510.75pt;height:129.75pt;z-index:251830272;mso-position-horizontal-relative:margin;mso-width-relative:margin;mso-height-relative:margin" coordorigin="" coordsize="64198,1647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">
                <v:rect id="Rectangle 2" o:spid="_x0000_s1040" style="position:absolute;width:64198;height:164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SACMQA&#10;AADbAAAADwAAAGRycy9kb3ducmV2LnhtbESPQWvCQBSE7wX/w/KEXkrdWFRC6ipBWinqRS2eX7PP&#10;JJh9G7NbE/+9Kwgeh5n5hpnOO1OJCzWutKxgOIhAEGdWl5wr+N1/v8cgnEfWWFkmBVdyMJ/1XqaY&#10;aNvyli47n4sAYZeggsL7OpHSZQUZdANbEwfvaBuDPsgml7rBNsBNJT+iaCINlhwWCqxpUVB22v0b&#10;BV9Lc4gP4+Vf+rZdy/Nkk65i0yr12u/STxCeOv8MP9o/WsFoCPcv4QfI2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UkgAjEAAAA2wAAAA8AAAAAAAAAAAAAAAAAmAIAAGRycy9k&#10;b3ducmV2LnhtbFBLBQYAAAAABAAEAPUAAACJAwAAAAA=&#10;" strokecolor="#00aeef" strokeweight="3pt">
                  <v:fill opacity="0"/>
                </v:rect>
                <v:group id="Group 66" o:spid="_x0000_s1041" style="position:absolute;left:2000;top:1714;width:61639;height:13614" coordorigin="" coordsize="61639,136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WejIjFAAAA2wAA&#10;AA8AAAAAAAAAAAAAAAAAqgIAAGRycy9kb3ducmV2LnhtbFBLBQYAAAAABAAEAPoAAACcAwAAAAA=&#10;">
                  <v:shape id="Text Box 12" o:spid="_x0000_s1042" type="#_x0000_t202" style="position:absolute;width:61639;height:81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zvjMQA&#10;AADbAAAADwAAAGRycy9kb3ducmV2LnhtbESP3WrCQBSE7wu+w3KE3hTdKKk/0U1oCxZvoz7AMXtM&#10;gtmzIbs1ydt3hUIvh5n5htlng2nEgzpXW1awmEcgiAuray4VXM6H2QaE88gaG8ukYCQHWTp52WOi&#10;bc85PU6+FAHCLkEFlfdtIqUrKjLo5rYlDt7NdgZ9kF0pdYd9gJtGLqNoJQ3WHBYqbOmrouJ++jEK&#10;bsf+7X3bX7/9ZZ3Hq0+s11c7KvU6HT52IDwN/j/81z5qBfESnl/CD5Dp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FM74zEAAAA2wAAAA8AAAAAAAAAAAAAAAAAmAIAAGRycy9k&#10;b3ducmV2LnhtbFBLBQYAAAAABAAEAPUAAACJAwAAAAA=&#10;" stroked="f">
                    <v:textbox>
                      <w:txbxContent>
                        <w:p w:rsidR="00F44F20" w:rsidRPr="00DE3047" w:rsidRDefault="00F44F20" w:rsidP="0069635A">
                          <w:pPr>
                            <w:rPr>
                              <w:b/>
                              <w:bCs/>
                              <w:iCs/>
                              <w:color w:val="000000" w:themeColor="text1"/>
                              <w:sz w:val="28"/>
                              <w:szCs w:val="28"/>
                            </w:rPr>
                          </w:pPr>
                          <w:r w:rsidRPr="00DE3047">
                            <w:rPr>
                              <w:b/>
                              <w:bCs/>
                              <w:iCs/>
                              <w:color w:val="000000" w:themeColor="text1"/>
                              <w:sz w:val="28"/>
                              <w:szCs w:val="28"/>
                            </w:rPr>
                            <w:t xml:space="preserve">E </w:t>
                          </w:r>
                          <w:proofErr w:type="spellStart"/>
                          <w:r w:rsidRPr="00DE3047">
                            <w:rPr>
                              <w:b/>
                              <w:bCs/>
                              <w:iCs/>
                              <w:color w:val="000000" w:themeColor="text1"/>
                              <w:sz w:val="28"/>
                              <w:szCs w:val="28"/>
                            </w:rPr>
                            <w:t>whā</w:t>
                          </w:r>
                          <w:proofErr w:type="spellEnd"/>
                          <w:r w:rsidRPr="00DE3047">
                            <w:rPr>
                              <w:b/>
                              <w:bCs/>
                              <w:iCs/>
                              <w:color w:val="000000" w:themeColor="text1"/>
                              <w:sz w:val="28"/>
                              <w:szCs w:val="28"/>
                            </w:rPr>
                            <w:t xml:space="preserve"> </w:t>
                          </w:r>
                          <w:proofErr w:type="spellStart"/>
                          <w:r w:rsidRPr="00DE3047">
                            <w:rPr>
                              <w:b/>
                              <w:bCs/>
                              <w:iCs/>
                              <w:color w:val="000000" w:themeColor="text1"/>
                              <w:sz w:val="28"/>
                              <w:szCs w:val="28"/>
                            </w:rPr>
                            <w:t>mano</w:t>
                          </w:r>
                          <w:proofErr w:type="spellEnd"/>
                          <w:r w:rsidRPr="00DE3047">
                            <w:rPr>
                              <w:b/>
                              <w:bCs/>
                              <w:iCs/>
                              <w:color w:val="000000" w:themeColor="text1"/>
                              <w:sz w:val="28"/>
                              <w:szCs w:val="28"/>
                            </w:rPr>
                            <w:t xml:space="preserve"> </w:t>
                          </w:r>
                          <w:proofErr w:type="spellStart"/>
                          <w:r w:rsidRPr="00DE3047">
                            <w:rPr>
                              <w:b/>
                              <w:bCs/>
                              <w:iCs/>
                              <w:color w:val="000000" w:themeColor="text1"/>
                              <w:sz w:val="28"/>
                              <w:szCs w:val="28"/>
                            </w:rPr>
                            <w:t>te</w:t>
                          </w:r>
                          <w:proofErr w:type="spellEnd"/>
                          <w:r w:rsidRPr="00DE3047">
                            <w:rPr>
                              <w:b/>
                              <w:bCs/>
                              <w:iCs/>
                              <w:color w:val="000000" w:themeColor="text1"/>
                              <w:sz w:val="28"/>
                              <w:szCs w:val="28"/>
                            </w:rPr>
                            <w:t xml:space="preserve"> </w:t>
                          </w:r>
                          <w:proofErr w:type="spellStart"/>
                          <w:r w:rsidRPr="00DE3047">
                            <w:rPr>
                              <w:b/>
                              <w:bCs/>
                              <w:iCs/>
                              <w:color w:val="000000" w:themeColor="text1"/>
                              <w:sz w:val="28"/>
                              <w:szCs w:val="28"/>
                            </w:rPr>
                            <w:t>rahi</w:t>
                          </w:r>
                          <w:proofErr w:type="spellEnd"/>
                          <w:r w:rsidRPr="00DE3047">
                            <w:rPr>
                              <w:b/>
                              <w:bCs/>
                              <w:iCs/>
                              <w:color w:val="000000" w:themeColor="text1"/>
                              <w:sz w:val="28"/>
                              <w:szCs w:val="28"/>
                            </w:rPr>
                            <w:t xml:space="preserve"> o </w:t>
                          </w:r>
                          <w:proofErr w:type="spellStart"/>
                          <w:r w:rsidRPr="00DE3047">
                            <w:rPr>
                              <w:b/>
                              <w:bCs/>
                              <w:iCs/>
                              <w:color w:val="000000" w:themeColor="text1"/>
                              <w:sz w:val="28"/>
                              <w:szCs w:val="28"/>
                            </w:rPr>
                            <w:t>ngā</w:t>
                          </w:r>
                          <w:proofErr w:type="spellEnd"/>
                          <w:r w:rsidRPr="00DE3047">
                            <w:rPr>
                              <w:b/>
                              <w:bCs/>
                              <w:iCs/>
                              <w:color w:val="000000" w:themeColor="text1"/>
                              <w:sz w:val="28"/>
                              <w:szCs w:val="28"/>
                            </w:rPr>
                            <w:t xml:space="preserve"> </w:t>
                          </w:r>
                          <w:proofErr w:type="spellStart"/>
                          <w:r w:rsidRPr="00DE3047">
                            <w:rPr>
                              <w:b/>
                              <w:bCs/>
                              <w:iCs/>
                              <w:color w:val="000000" w:themeColor="text1"/>
                              <w:sz w:val="28"/>
                              <w:szCs w:val="28"/>
                            </w:rPr>
                            <w:t>momo</w:t>
                          </w:r>
                          <w:proofErr w:type="spellEnd"/>
                          <w:r w:rsidRPr="00DE3047">
                            <w:rPr>
                              <w:b/>
                              <w:bCs/>
                              <w:iCs/>
                              <w:color w:val="000000" w:themeColor="text1"/>
                              <w:sz w:val="28"/>
                              <w:szCs w:val="28"/>
                            </w:rPr>
                            <w:t xml:space="preserve"> </w:t>
                          </w:r>
                          <w:proofErr w:type="spellStart"/>
                          <w:r w:rsidRPr="00DE3047">
                            <w:rPr>
                              <w:b/>
                              <w:bCs/>
                              <w:iCs/>
                              <w:color w:val="000000" w:themeColor="text1"/>
                              <w:sz w:val="28"/>
                              <w:szCs w:val="28"/>
                            </w:rPr>
                            <w:t>paitini</w:t>
                          </w:r>
                          <w:proofErr w:type="spellEnd"/>
                          <w:r w:rsidRPr="00DE3047">
                            <w:rPr>
                              <w:b/>
                              <w:bCs/>
                              <w:iCs/>
                              <w:color w:val="000000" w:themeColor="text1"/>
                              <w:sz w:val="28"/>
                              <w:szCs w:val="28"/>
                            </w:rPr>
                            <w:t xml:space="preserve"> o </w:t>
                          </w:r>
                          <w:proofErr w:type="spellStart"/>
                          <w:r w:rsidRPr="00DE3047">
                            <w:rPr>
                              <w:b/>
                              <w:bCs/>
                              <w:iCs/>
                              <w:color w:val="000000" w:themeColor="text1"/>
                              <w:sz w:val="28"/>
                              <w:szCs w:val="28"/>
                            </w:rPr>
                            <w:t>roto</w:t>
                          </w:r>
                          <w:proofErr w:type="spellEnd"/>
                          <w:r w:rsidRPr="00DE3047">
                            <w:rPr>
                              <w:b/>
                              <w:bCs/>
                              <w:iCs/>
                              <w:color w:val="000000" w:themeColor="text1"/>
                              <w:sz w:val="28"/>
                              <w:szCs w:val="28"/>
                            </w:rPr>
                            <w:t xml:space="preserve"> </w:t>
                          </w:r>
                          <w:proofErr w:type="spellStart"/>
                          <w:r w:rsidRPr="00DE3047">
                            <w:rPr>
                              <w:b/>
                              <w:bCs/>
                              <w:iCs/>
                              <w:color w:val="000000" w:themeColor="text1"/>
                              <w:sz w:val="28"/>
                              <w:szCs w:val="28"/>
                            </w:rPr>
                            <w:t>i</w:t>
                          </w:r>
                          <w:proofErr w:type="spellEnd"/>
                          <w:r w:rsidRPr="00DE3047">
                            <w:rPr>
                              <w:b/>
                              <w:bCs/>
                              <w:iCs/>
                              <w:color w:val="000000" w:themeColor="text1"/>
                              <w:sz w:val="28"/>
                              <w:szCs w:val="28"/>
                            </w:rPr>
                            <w:t xml:space="preserve"> </w:t>
                          </w:r>
                          <w:proofErr w:type="spellStart"/>
                          <w:r w:rsidRPr="00DE3047">
                            <w:rPr>
                              <w:b/>
                              <w:bCs/>
                              <w:iCs/>
                              <w:color w:val="000000" w:themeColor="text1"/>
                              <w:sz w:val="28"/>
                              <w:szCs w:val="28"/>
                            </w:rPr>
                            <w:t>te</w:t>
                          </w:r>
                          <w:proofErr w:type="spellEnd"/>
                          <w:r w:rsidRPr="00DE3047">
                            <w:rPr>
                              <w:b/>
                              <w:bCs/>
                              <w:iCs/>
                              <w:color w:val="000000" w:themeColor="text1"/>
                              <w:sz w:val="28"/>
                              <w:szCs w:val="28"/>
                            </w:rPr>
                            <w:t xml:space="preserve"> </w:t>
                          </w:r>
                          <w:proofErr w:type="spellStart"/>
                          <w:r w:rsidRPr="00DE3047">
                            <w:rPr>
                              <w:b/>
                              <w:bCs/>
                              <w:iCs/>
                              <w:color w:val="000000" w:themeColor="text1"/>
                              <w:sz w:val="28"/>
                              <w:szCs w:val="28"/>
                            </w:rPr>
                            <w:t>auahi-tuarua</w:t>
                          </w:r>
                          <w:proofErr w:type="spellEnd"/>
                          <w:r w:rsidRPr="00DE3047">
                            <w:rPr>
                              <w:b/>
                              <w:bCs/>
                              <w:iCs/>
                              <w:color w:val="000000" w:themeColor="text1"/>
                              <w:sz w:val="28"/>
                              <w:szCs w:val="28"/>
                            </w:rPr>
                            <w:t xml:space="preserve">.  O </w:t>
                          </w:r>
                          <w:proofErr w:type="spellStart"/>
                          <w:r w:rsidRPr="00DE3047">
                            <w:rPr>
                              <w:b/>
                              <w:bCs/>
                              <w:iCs/>
                              <w:color w:val="000000" w:themeColor="text1"/>
                              <w:sz w:val="28"/>
                              <w:szCs w:val="28"/>
                            </w:rPr>
                            <w:t>roto</w:t>
                          </w:r>
                          <w:proofErr w:type="spellEnd"/>
                          <w:r w:rsidRPr="00DE3047">
                            <w:rPr>
                              <w:b/>
                              <w:bCs/>
                              <w:iCs/>
                              <w:color w:val="000000" w:themeColor="text1"/>
                              <w:sz w:val="28"/>
                              <w:szCs w:val="28"/>
                            </w:rPr>
                            <w:t xml:space="preserve"> o </w:t>
                          </w:r>
                          <w:proofErr w:type="spellStart"/>
                          <w:r w:rsidRPr="00DE3047">
                            <w:rPr>
                              <w:b/>
                              <w:bCs/>
                              <w:iCs/>
                              <w:color w:val="000000" w:themeColor="text1"/>
                              <w:sz w:val="28"/>
                              <w:szCs w:val="28"/>
                            </w:rPr>
                            <w:t>taua</w:t>
                          </w:r>
                          <w:proofErr w:type="spellEnd"/>
                          <w:r w:rsidRPr="00DE3047">
                            <w:rPr>
                              <w:b/>
                              <w:bCs/>
                              <w:iCs/>
                              <w:color w:val="000000" w:themeColor="text1"/>
                              <w:sz w:val="28"/>
                              <w:szCs w:val="28"/>
                            </w:rPr>
                            <w:t xml:space="preserve"> </w:t>
                          </w:r>
                          <w:proofErr w:type="spellStart"/>
                          <w:r w:rsidRPr="00DE3047">
                            <w:rPr>
                              <w:b/>
                              <w:bCs/>
                              <w:iCs/>
                              <w:color w:val="000000" w:themeColor="text1"/>
                              <w:sz w:val="28"/>
                              <w:szCs w:val="28"/>
                            </w:rPr>
                            <w:t>whā</w:t>
                          </w:r>
                          <w:proofErr w:type="spellEnd"/>
                          <w:r w:rsidRPr="00DE3047">
                            <w:rPr>
                              <w:b/>
                              <w:bCs/>
                              <w:iCs/>
                              <w:color w:val="000000" w:themeColor="text1"/>
                              <w:sz w:val="28"/>
                              <w:szCs w:val="28"/>
                            </w:rPr>
                            <w:t xml:space="preserve"> </w:t>
                          </w:r>
                          <w:proofErr w:type="spellStart"/>
                          <w:r w:rsidRPr="00DE3047">
                            <w:rPr>
                              <w:b/>
                              <w:bCs/>
                              <w:iCs/>
                              <w:color w:val="000000" w:themeColor="text1"/>
                              <w:sz w:val="28"/>
                              <w:szCs w:val="28"/>
                            </w:rPr>
                            <w:t>mano</w:t>
                          </w:r>
                          <w:proofErr w:type="spellEnd"/>
                          <w:r w:rsidRPr="00DE3047">
                            <w:rPr>
                              <w:b/>
                              <w:bCs/>
                              <w:iCs/>
                              <w:color w:val="000000" w:themeColor="text1"/>
                              <w:sz w:val="28"/>
                              <w:szCs w:val="28"/>
                            </w:rPr>
                            <w:t xml:space="preserve">, e </w:t>
                          </w:r>
                          <w:proofErr w:type="spellStart"/>
                          <w:r w:rsidRPr="00DE3047">
                            <w:rPr>
                              <w:b/>
                              <w:bCs/>
                              <w:iCs/>
                              <w:color w:val="000000" w:themeColor="text1"/>
                              <w:sz w:val="28"/>
                              <w:szCs w:val="28"/>
                            </w:rPr>
                            <w:t>rua</w:t>
                          </w:r>
                          <w:proofErr w:type="spellEnd"/>
                          <w:r w:rsidRPr="00DE3047">
                            <w:rPr>
                              <w:b/>
                              <w:bCs/>
                              <w:iCs/>
                              <w:color w:val="000000" w:themeColor="text1"/>
                              <w:sz w:val="28"/>
                              <w:szCs w:val="28"/>
                            </w:rPr>
                            <w:t xml:space="preserve"> </w:t>
                          </w:r>
                          <w:proofErr w:type="spellStart"/>
                          <w:r w:rsidRPr="00DE3047">
                            <w:rPr>
                              <w:b/>
                              <w:bCs/>
                              <w:iCs/>
                              <w:color w:val="000000" w:themeColor="text1"/>
                              <w:sz w:val="28"/>
                              <w:szCs w:val="28"/>
                            </w:rPr>
                            <w:t>rau</w:t>
                          </w:r>
                          <w:proofErr w:type="spellEnd"/>
                          <w:r w:rsidRPr="00DE3047">
                            <w:rPr>
                              <w:b/>
                              <w:bCs/>
                              <w:iCs/>
                              <w:color w:val="000000" w:themeColor="text1"/>
                              <w:sz w:val="28"/>
                              <w:szCs w:val="28"/>
                            </w:rPr>
                            <w:t xml:space="preserve">, e </w:t>
                          </w:r>
                          <w:proofErr w:type="spellStart"/>
                          <w:r w:rsidRPr="00DE3047">
                            <w:rPr>
                              <w:b/>
                              <w:bCs/>
                              <w:iCs/>
                              <w:color w:val="000000" w:themeColor="text1"/>
                              <w:sz w:val="28"/>
                              <w:szCs w:val="28"/>
                            </w:rPr>
                            <w:t>rima</w:t>
                          </w:r>
                          <w:proofErr w:type="spellEnd"/>
                          <w:r w:rsidRPr="00DE3047">
                            <w:rPr>
                              <w:b/>
                              <w:bCs/>
                              <w:iCs/>
                              <w:color w:val="000000" w:themeColor="text1"/>
                              <w:sz w:val="28"/>
                              <w:szCs w:val="28"/>
                            </w:rPr>
                            <w:t xml:space="preserve"> </w:t>
                          </w:r>
                          <w:proofErr w:type="spellStart"/>
                          <w:r w:rsidRPr="00DE3047">
                            <w:rPr>
                              <w:b/>
                              <w:bCs/>
                              <w:iCs/>
                              <w:color w:val="000000" w:themeColor="text1"/>
                              <w:sz w:val="28"/>
                              <w:szCs w:val="28"/>
                            </w:rPr>
                            <w:t>tekau</w:t>
                          </w:r>
                          <w:proofErr w:type="spellEnd"/>
                          <w:r w:rsidRPr="00DE3047">
                            <w:rPr>
                              <w:b/>
                              <w:bCs/>
                              <w:iCs/>
                              <w:color w:val="000000" w:themeColor="text1"/>
                              <w:sz w:val="28"/>
                              <w:szCs w:val="28"/>
                            </w:rPr>
                            <w:t xml:space="preserve"> </w:t>
                          </w:r>
                          <w:proofErr w:type="spellStart"/>
                          <w:r w:rsidRPr="00DE3047">
                            <w:rPr>
                              <w:b/>
                              <w:bCs/>
                              <w:iCs/>
                              <w:color w:val="000000" w:themeColor="text1"/>
                              <w:sz w:val="28"/>
                              <w:szCs w:val="28"/>
                            </w:rPr>
                            <w:t>te</w:t>
                          </w:r>
                          <w:proofErr w:type="spellEnd"/>
                          <w:r w:rsidRPr="00DE3047">
                            <w:rPr>
                              <w:b/>
                              <w:bCs/>
                              <w:iCs/>
                              <w:color w:val="000000" w:themeColor="text1"/>
                              <w:sz w:val="28"/>
                              <w:szCs w:val="28"/>
                            </w:rPr>
                            <w:t xml:space="preserve"> </w:t>
                          </w:r>
                          <w:proofErr w:type="spellStart"/>
                          <w:r w:rsidRPr="00DE3047">
                            <w:rPr>
                              <w:b/>
                              <w:bCs/>
                              <w:iCs/>
                              <w:color w:val="000000" w:themeColor="text1"/>
                              <w:sz w:val="28"/>
                              <w:szCs w:val="28"/>
                            </w:rPr>
                            <w:t>rahi</w:t>
                          </w:r>
                          <w:proofErr w:type="spellEnd"/>
                          <w:r w:rsidRPr="00DE3047">
                            <w:rPr>
                              <w:b/>
                              <w:bCs/>
                              <w:iCs/>
                              <w:color w:val="000000" w:themeColor="text1"/>
                              <w:sz w:val="28"/>
                              <w:szCs w:val="28"/>
                            </w:rPr>
                            <w:t xml:space="preserve"> o </w:t>
                          </w:r>
                          <w:proofErr w:type="spellStart"/>
                          <w:r w:rsidRPr="00DE3047">
                            <w:rPr>
                              <w:b/>
                              <w:bCs/>
                              <w:iCs/>
                              <w:color w:val="000000" w:themeColor="text1"/>
                              <w:sz w:val="28"/>
                              <w:szCs w:val="28"/>
                            </w:rPr>
                            <w:t>aua</w:t>
                          </w:r>
                          <w:proofErr w:type="spellEnd"/>
                          <w:r w:rsidRPr="00DE3047">
                            <w:rPr>
                              <w:b/>
                              <w:bCs/>
                              <w:iCs/>
                              <w:color w:val="000000" w:themeColor="text1"/>
                              <w:sz w:val="28"/>
                              <w:szCs w:val="28"/>
                            </w:rPr>
                            <w:t xml:space="preserve"> </w:t>
                          </w:r>
                          <w:proofErr w:type="spellStart"/>
                          <w:r w:rsidRPr="00DE3047">
                            <w:rPr>
                              <w:b/>
                              <w:bCs/>
                              <w:iCs/>
                              <w:color w:val="000000" w:themeColor="text1"/>
                              <w:sz w:val="28"/>
                              <w:szCs w:val="28"/>
                            </w:rPr>
                            <w:t>paitini</w:t>
                          </w:r>
                          <w:proofErr w:type="spellEnd"/>
                          <w:r w:rsidRPr="00DE3047">
                            <w:rPr>
                              <w:b/>
                              <w:bCs/>
                              <w:iCs/>
                              <w:color w:val="000000" w:themeColor="text1"/>
                              <w:sz w:val="28"/>
                              <w:szCs w:val="28"/>
                            </w:rPr>
                            <w:t xml:space="preserve"> e </w:t>
                          </w:r>
                          <w:proofErr w:type="spellStart"/>
                          <w:r w:rsidRPr="00DE3047">
                            <w:rPr>
                              <w:b/>
                              <w:bCs/>
                              <w:iCs/>
                              <w:color w:val="000000" w:themeColor="text1"/>
                              <w:sz w:val="28"/>
                              <w:szCs w:val="28"/>
                            </w:rPr>
                            <w:t>tipu</w:t>
                          </w:r>
                          <w:proofErr w:type="spellEnd"/>
                          <w:r w:rsidRPr="00DE3047">
                            <w:rPr>
                              <w:b/>
                              <w:bCs/>
                              <w:iCs/>
                              <w:color w:val="000000" w:themeColor="text1"/>
                              <w:sz w:val="28"/>
                              <w:szCs w:val="28"/>
                            </w:rPr>
                            <w:t xml:space="preserve"> </w:t>
                          </w:r>
                          <w:proofErr w:type="spellStart"/>
                          <w:r w:rsidRPr="00DE3047">
                            <w:rPr>
                              <w:b/>
                              <w:bCs/>
                              <w:iCs/>
                              <w:color w:val="000000" w:themeColor="text1"/>
                              <w:sz w:val="28"/>
                              <w:szCs w:val="28"/>
                            </w:rPr>
                            <w:t>ai</w:t>
                          </w:r>
                          <w:proofErr w:type="spellEnd"/>
                          <w:r w:rsidRPr="00DE3047">
                            <w:rPr>
                              <w:b/>
                              <w:bCs/>
                              <w:iCs/>
                              <w:color w:val="000000" w:themeColor="text1"/>
                              <w:sz w:val="28"/>
                              <w:szCs w:val="28"/>
                            </w:rPr>
                            <w:t xml:space="preserve"> </w:t>
                          </w:r>
                          <w:proofErr w:type="spellStart"/>
                          <w:r w:rsidRPr="00DE3047">
                            <w:rPr>
                              <w:b/>
                              <w:bCs/>
                              <w:iCs/>
                              <w:color w:val="000000" w:themeColor="text1"/>
                              <w:sz w:val="28"/>
                              <w:szCs w:val="28"/>
                            </w:rPr>
                            <w:t>te</w:t>
                          </w:r>
                          <w:proofErr w:type="spellEnd"/>
                          <w:r w:rsidRPr="00DE3047">
                            <w:rPr>
                              <w:b/>
                              <w:bCs/>
                              <w:iCs/>
                              <w:color w:val="000000" w:themeColor="text1"/>
                              <w:sz w:val="28"/>
                              <w:szCs w:val="28"/>
                            </w:rPr>
                            <w:t xml:space="preserve"> mate </w:t>
                          </w:r>
                          <w:proofErr w:type="spellStart"/>
                          <w:r w:rsidRPr="00DE3047">
                            <w:rPr>
                              <w:b/>
                              <w:bCs/>
                              <w:iCs/>
                              <w:color w:val="000000" w:themeColor="text1"/>
                              <w:sz w:val="28"/>
                              <w:szCs w:val="28"/>
                            </w:rPr>
                            <w:t>puku</w:t>
                          </w:r>
                          <w:proofErr w:type="spellEnd"/>
                          <w:r w:rsidRPr="00DE3047">
                            <w:rPr>
                              <w:b/>
                              <w:bCs/>
                              <w:iCs/>
                              <w:color w:val="000000" w:themeColor="text1"/>
                              <w:sz w:val="28"/>
                              <w:szCs w:val="28"/>
                            </w:rPr>
                            <w:t xml:space="preserve">. </w:t>
                          </w:r>
                        </w:p>
                        <w:p w:rsidR="00F44F20" w:rsidRPr="002404B1" w:rsidRDefault="00F44F20" w:rsidP="0069635A">
                          <w:pPr>
                            <w:rPr>
                              <w:b/>
                              <w:bCs/>
                              <w:i/>
                              <w:iCs/>
                              <w:color w:val="000000" w:themeColor="text1"/>
                              <w:sz w:val="28"/>
                              <w:szCs w:val="28"/>
                            </w:rPr>
                          </w:pPr>
                        </w:p>
                        <w:p w:rsidR="00F44F20" w:rsidRDefault="00F44F20" w:rsidP="0069635A">
                          <w:pPr>
                            <w:rPr>
                              <w:b/>
                              <w:bCs/>
                              <w:i/>
                              <w:iCs/>
                              <w:color w:val="49AA48"/>
                              <w:sz w:val="28"/>
                              <w:szCs w:val="28"/>
                            </w:rPr>
                          </w:pPr>
                        </w:p>
                        <w:p w:rsidR="00F44F20" w:rsidRDefault="00F44F20" w:rsidP="0069635A"/>
                      </w:txbxContent>
                    </v:textbox>
                  </v:shape>
                  <v:shape id="Picture 65" o:spid="_x0000_s1043" type="#_x0000_t75" style="position:absolute;left:15049;top:6699;width:29909;height:691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8P33nFAAAA2wAAAA8AAABkcnMvZG93bnJldi54bWxEj0FrwkAUhO9C/8PyCr1I3bRoKNFVRGkR&#10;6sVYC95es89ka/ZtyG41/feuIHgcZuYbZjLrbC1O1HrjWMHLIAFBXDhtuFTwtX1/fgPhA7LG2jEp&#10;+CcPs+lDb4KZdmfe0CkPpYgQ9hkqqEJoMil9UZFFP3ANcfQOrrUYomxLqVs8R7it5WuSpNKi4bhQ&#10;YUOLiopj/mcj5fcnXyy/1zLdDw+7z743y92HUerpsZuPQQTqwj18a6+0gnQE1y/xB8jpB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PD995xQAAANsAAAAPAAAAAAAAAAAAAAAA&#10;AJ8CAABkcnMvZG93bnJldi54bWxQSwUGAAAAAAQABAD3AAAAkQMAAAAA&#10;">
                    <v:imagedata r:id="rId6" o:title=""/>
                    <v:path arrowok="t"/>
                  </v:shape>
                </v:group>
                <w10:wrap anchorx="margin"/>
              </v:group>
            </w:pict>
          </mc:Fallback>
        </mc:AlternateContent>
      </w:r>
    </w:p>
    <w:p w:rsidR="00822923" w:rsidRPr="0069635A" w:rsidRDefault="00822923" w:rsidP="00822923">
      <w:pPr>
        <w:pStyle w:val="Default"/>
        <w:spacing w:line="276" w:lineRule="auto"/>
        <w:rPr>
          <w:rFonts w:asciiTheme="minorHAnsi" w:hAnsiTheme="minorHAnsi"/>
          <w:color w:val="000000" w:themeColor="text1"/>
          <w:sz w:val="28"/>
          <w:szCs w:val="28"/>
        </w:rPr>
      </w:pPr>
    </w:p>
    <w:p w:rsidR="00822923" w:rsidRPr="0069635A" w:rsidRDefault="00822923" w:rsidP="00822923">
      <w:pPr>
        <w:spacing w:after="0"/>
        <w:rPr>
          <w:b/>
          <w:color w:val="000000" w:themeColor="text1"/>
          <w:sz w:val="28"/>
          <w:szCs w:val="28"/>
        </w:rPr>
      </w:pPr>
    </w:p>
    <w:p w:rsidR="00822923" w:rsidRPr="0069635A" w:rsidRDefault="00822923" w:rsidP="00822923">
      <w:pPr>
        <w:spacing w:after="0"/>
        <w:rPr>
          <w:b/>
          <w:color w:val="000000" w:themeColor="text1"/>
          <w:sz w:val="28"/>
          <w:szCs w:val="28"/>
        </w:rPr>
      </w:pPr>
    </w:p>
    <w:p w:rsidR="006C19BF" w:rsidRPr="0069635A" w:rsidRDefault="006C19BF" w:rsidP="00822923">
      <w:pPr>
        <w:spacing w:after="0"/>
        <w:rPr>
          <w:b/>
          <w:color w:val="000000" w:themeColor="text1"/>
          <w:sz w:val="28"/>
          <w:szCs w:val="28"/>
        </w:rPr>
      </w:pPr>
    </w:p>
    <w:p w:rsidR="00822923" w:rsidRPr="0069635A" w:rsidRDefault="00822923" w:rsidP="00072AD2">
      <w:pPr>
        <w:pStyle w:val="Default"/>
        <w:spacing w:line="276" w:lineRule="auto"/>
        <w:rPr>
          <w:rFonts w:asciiTheme="minorHAnsi" w:hAnsiTheme="minorHAnsi"/>
          <w:color w:val="000000" w:themeColor="text1"/>
          <w:sz w:val="28"/>
          <w:szCs w:val="28"/>
        </w:rPr>
      </w:pPr>
    </w:p>
    <w:p w:rsidR="00822923" w:rsidRPr="0069635A" w:rsidRDefault="00822923" w:rsidP="00822923">
      <w:pPr>
        <w:spacing w:after="0"/>
        <w:rPr>
          <w:b/>
          <w:color w:val="000000" w:themeColor="text1"/>
          <w:sz w:val="28"/>
          <w:szCs w:val="28"/>
        </w:rPr>
      </w:pPr>
    </w:p>
    <w:p w:rsidR="00822923" w:rsidRPr="0069635A" w:rsidRDefault="00822923" w:rsidP="00822923">
      <w:pPr>
        <w:spacing w:after="0"/>
        <w:rPr>
          <w:b/>
          <w:color w:val="000000" w:themeColor="text1"/>
          <w:sz w:val="28"/>
          <w:szCs w:val="28"/>
        </w:rPr>
      </w:pPr>
    </w:p>
    <w:p w:rsidR="00822923" w:rsidRPr="0069635A" w:rsidRDefault="00822923" w:rsidP="00822923">
      <w:pPr>
        <w:pStyle w:val="Default"/>
        <w:spacing w:line="276" w:lineRule="auto"/>
        <w:rPr>
          <w:rFonts w:asciiTheme="minorHAnsi" w:hAnsiTheme="minorHAnsi"/>
          <w:color w:val="000000" w:themeColor="text1"/>
          <w:sz w:val="28"/>
          <w:szCs w:val="28"/>
        </w:rPr>
      </w:pPr>
    </w:p>
    <w:p w:rsidR="00C073CC" w:rsidRPr="0069635A" w:rsidRDefault="00C073CC" w:rsidP="00822923">
      <w:pPr>
        <w:pStyle w:val="Default"/>
        <w:spacing w:line="276" w:lineRule="auto"/>
        <w:rPr>
          <w:rFonts w:asciiTheme="minorHAnsi" w:hAnsiTheme="minorHAnsi"/>
          <w:color w:val="000000" w:themeColor="text1"/>
          <w:sz w:val="28"/>
          <w:szCs w:val="28"/>
        </w:rPr>
      </w:pPr>
    </w:p>
    <w:p w:rsidR="00C073CC" w:rsidRPr="0069635A" w:rsidRDefault="00F44F20" w:rsidP="00822923">
      <w:pPr>
        <w:pStyle w:val="Default"/>
        <w:spacing w:line="276" w:lineRule="auto"/>
        <w:rPr>
          <w:rFonts w:asciiTheme="minorHAnsi" w:hAnsiTheme="minorHAnsi"/>
          <w:color w:val="000000" w:themeColor="text1"/>
          <w:sz w:val="28"/>
          <w:szCs w:val="28"/>
        </w:rPr>
      </w:pPr>
      <w:r w:rsidRPr="0069635A">
        <w:rPr>
          <w:rFonts w:asciiTheme="minorHAnsi" w:hAnsiTheme="minorHAnsi"/>
          <w:noProof/>
          <w:color w:val="000000" w:themeColor="text1"/>
          <w:sz w:val="28"/>
          <w:szCs w:val="28"/>
          <w:lang w:eastAsia="en-NZ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2874D9AC" wp14:editId="25CF6750">
                <wp:simplePos x="0" y="0"/>
                <wp:positionH relativeFrom="margin">
                  <wp:posOffset>-368300</wp:posOffset>
                </wp:positionH>
                <wp:positionV relativeFrom="paragraph">
                  <wp:posOffset>92710</wp:posOffset>
                </wp:positionV>
                <wp:extent cx="6486525" cy="1438275"/>
                <wp:effectExtent l="19050" t="19050" r="28575" b="28575"/>
                <wp:wrapNone/>
                <wp:docPr id="94" name="Group 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86525" cy="1438275"/>
                          <a:chOff x="-57150" y="95250"/>
                          <a:chExt cx="6486525" cy="1438275"/>
                        </a:xfrm>
                      </wpg:grpSpPr>
                      <wps:wsp>
                        <wps:cNvPr id="95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-57150" y="95250"/>
                            <a:ext cx="6486525" cy="143827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38100">
                            <a:solidFill>
                              <a:srgbClr val="00AEE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266700" y="190500"/>
                            <a:ext cx="5924550" cy="7334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4F20" w:rsidRPr="00DE3047" w:rsidRDefault="00F44F20" w:rsidP="001A2941">
                              <w:pPr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</w:pPr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Mena </w:t>
                              </w:r>
                              <w:proofErr w:type="spellStart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>kua</w:t>
                              </w:r>
                              <w:proofErr w:type="spellEnd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>auahi</w:t>
                              </w:r>
                              <w:proofErr w:type="spellEnd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>kore</w:t>
                              </w:r>
                              <w:proofErr w:type="spellEnd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>te</w:t>
                              </w:r>
                              <w:proofErr w:type="spellEnd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>āhua</w:t>
                              </w:r>
                              <w:proofErr w:type="spellEnd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o </w:t>
                              </w:r>
                              <w:proofErr w:type="spellStart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>tō</w:t>
                              </w:r>
                              <w:proofErr w:type="spellEnd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>te</w:t>
                              </w:r>
                              <w:proofErr w:type="spellEnd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>tamaiti</w:t>
                              </w:r>
                              <w:proofErr w:type="spellEnd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>ao</w:t>
                              </w:r>
                              <w:proofErr w:type="spellEnd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>ka</w:t>
                              </w:r>
                              <w:proofErr w:type="spellEnd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>pakari</w:t>
                              </w:r>
                              <w:proofErr w:type="spellEnd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>ake</w:t>
                              </w:r>
                              <w:proofErr w:type="spellEnd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>ia</w:t>
                              </w:r>
                              <w:proofErr w:type="spellEnd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me </w:t>
                              </w:r>
                              <w:proofErr w:type="spellStart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>tōna</w:t>
                              </w:r>
                              <w:proofErr w:type="spellEnd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>hauora</w:t>
                              </w:r>
                              <w:proofErr w:type="spellEnd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>.</w:t>
                              </w:r>
                            </w:p>
                            <w:p w:rsidR="00F44F20" w:rsidRPr="00B65FC2" w:rsidRDefault="00F44F20" w:rsidP="001A294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7" name="Picture 97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38300" y="762000"/>
                            <a:ext cx="3000375" cy="693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874D9AC" id="Group 94" o:spid="_x0000_s1044" style="position:absolute;margin-left:-29pt;margin-top:7.3pt;width:510.75pt;height:113.25pt;z-index:251657216;mso-position-horizontal-relative:margin;mso-height-relative:margin" coordorigin="-571,952" coordsize="64865,1438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">
                <v:rect id="Rectangle 21" o:spid="_x0000_s1045" style="position:absolute;left:-571;top:952;width:64864;height:1438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kdHr4A&#10;AADbAAAADwAAAGRycy9kb3ducmV2LnhtbESPSwvCMBCE74L/IazgTVMFX9UoRRC9+sDz0qxtsdmU&#10;JtbqrzeC4HGYmW+Y1aY1pWiodoVlBaNhBII4tbrgTMHlvBvMQTiPrLG0TApe5GCz7nZWGGv75CM1&#10;J5+JAGEXo4Lc+yqW0qU5GXRDWxEH72Zrgz7IOpO6xmeAm1KOo2gqDRYcFnKsaJtTej89jIIxNs1r&#10;u5vPogMncp+487VM30r1e22yBOGp9f/wr33QChYT+H4JP0CuP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kZHR6+AAAA2wAAAA8AAAAAAAAAAAAAAAAAmAIAAGRycy9kb3ducmV2&#10;LnhtbFBLBQYAAAAABAAEAPUAAACDAwAAAAA=&#10;" strokecolor="#00aeef" strokeweight="3pt">
                  <v:fill opacity="0"/>
                </v:rect>
                <v:shape id="Text Box 22" o:spid="_x0000_s1046" type="#_x0000_t202" style="position:absolute;left:2667;top:1905;width:59245;height:7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fFyMMA&#10;AADbAAAADwAAAGRycy9kb3ducmV2LnhtbESP0WrCQBRE3wX/YbmFvohulJrU1FW00JJXNR9wzV6T&#10;0OzdkF1N8vfdQsHHYWbOMNv9YBrxoM7VlhUsFxEI4sLqmksF+eVr/g7CeWSNjWVSMJKD/W462WKq&#10;bc8nepx9KQKEXYoKKu/bVEpXVGTQLWxLHLyb7Qz6ILtS6g77ADeNXEVRLA3WHBYqbOmzouLnfDcK&#10;blk/W2/667fPk9NbfMQ6udpRqdeX4fABwtPgn+H/dqYVbGL4+xJ+gN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BfFyMMAAADbAAAADwAAAAAAAAAAAAAAAACYAgAAZHJzL2Rv&#10;d25yZXYueG1sUEsFBgAAAAAEAAQA9QAAAIgDAAAAAA==&#10;" stroked="f">
                  <v:textbox>
                    <w:txbxContent>
                      <w:p w:rsidR="00F44F20" w:rsidRPr="00DE3047" w:rsidRDefault="00F44F20" w:rsidP="001A2941">
                        <w:pPr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</w:pPr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 xml:space="preserve">Mena </w:t>
                        </w:r>
                        <w:proofErr w:type="spellStart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>kua</w:t>
                        </w:r>
                        <w:proofErr w:type="spellEnd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>auahi</w:t>
                        </w:r>
                        <w:proofErr w:type="spellEnd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>kore</w:t>
                        </w:r>
                        <w:proofErr w:type="spellEnd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>te</w:t>
                        </w:r>
                        <w:proofErr w:type="spellEnd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>āhua</w:t>
                        </w:r>
                        <w:proofErr w:type="spellEnd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 xml:space="preserve"> o </w:t>
                        </w:r>
                        <w:proofErr w:type="spellStart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>tō</w:t>
                        </w:r>
                        <w:proofErr w:type="spellEnd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>te</w:t>
                        </w:r>
                        <w:proofErr w:type="spellEnd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>tamaiti</w:t>
                        </w:r>
                        <w:proofErr w:type="spellEnd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>ao</w:t>
                        </w:r>
                        <w:proofErr w:type="spellEnd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>ka</w:t>
                        </w:r>
                        <w:proofErr w:type="spellEnd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>pakari</w:t>
                        </w:r>
                        <w:proofErr w:type="spellEnd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>ake</w:t>
                        </w:r>
                        <w:proofErr w:type="spellEnd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>ia</w:t>
                        </w:r>
                        <w:proofErr w:type="spellEnd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 xml:space="preserve"> me </w:t>
                        </w:r>
                        <w:proofErr w:type="spellStart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>tōna</w:t>
                        </w:r>
                        <w:proofErr w:type="spellEnd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>hauora</w:t>
                        </w:r>
                        <w:proofErr w:type="spellEnd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>.</w:t>
                        </w:r>
                      </w:p>
                      <w:p w:rsidR="00F44F20" w:rsidRPr="00B65FC2" w:rsidRDefault="00F44F20" w:rsidP="001A2941"/>
                    </w:txbxContent>
                  </v:textbox>
                </v:shape>
                <v:shape id="Picture 97" o:spid="_x0000_s1047" type="#_x0000_t75" style="position:absolute;left:16383;top:7620;width:30003;height:693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VElLLHAAAA2wAAAA8AAABkcnMvZG93bnJldi54bWxEj1trAjEUhN8L/Q/hFHwpmq2Il61RitIi&#10;1BfXC/h2ujnupt2cLJtU13/fCAUfh5n5hpnOW1uJMzXeOFbw0ktAEOdOGy4U7Lbv3TEIH5A1Vo5J&#10;wZU8zGePD1NMtbvwhs5ZKESEsE9RQRlCnUrp85Is+p6riaN3co3FEGVTSN3gJcJtJftJMpQWDceF&#10;EmtalJT/ZL82Ur6/ssXysJbD4+C0/3z2Zrn/MEp1ntq3VxCB2nAP/7dXWsFkBLcv8QfI2R8A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OVElLLHAAAA2wAAAA8AAAAAAAAAAAAA&#10;AAAAnwIAAGRycy9kb3ducmV2LnhtbFBLBQYAAAAABAAEAPcAAACTAwAAAAA=&#10;">
                  <v:imagedata r:id="rId6" o:title=""/>
                  <v:path arrowok="t"/>
                </v:shape>
                <w10:wrap anchorx="margin"/>
              </v:group>
            </w:pict>
          </mc:Fallback>
        </mc:AlternateContent>
      </w:r>
    </w:p>
    <w:p w:rsidR="00C073CC" w:rsidRPr="0069635A" w:rsidRDefault="00C073CC" w:rsidP="00822923">
      <w:pPr>
        <w:pStyle w:val="Default"/>
        <w:spacing w:line="276" w:lineRule="auto"/>
        <w:rPr>
          <w:rFonts w:asciiTheme="minorHAnsi" w:hAnsiTheme="minorHAnsi"/>
          <w:color w:val="000000" w:themeColor="text1"/>
          <w:sz w:val="28"/>
          <w:szCs w:val="28"/>
        </w:rPr>
      </w:pPr>
    </w:p>
    <w:p w:rsidR="00C073CC" w:rsidRPr="0069635A" w:rsidRDefault="00C073CC" w:rsidP="00822923">
      <w:pPr>
        <w:pStyle w:val="Default"/>
        <w:spacing w:line="276" w:lineRule="auto"/>
        <w:rPr>
          <w:rFonts w:asciiTheme="minorHAnsi" w:hAnsiTheme="minorHAnsi"/>
          <w:color w:val="000000" w:themeColor="text1"/>
          <w:sz w:val="28"/>
          <w:szCs w:val="28"/>
        </w:rPr>
      </w:pPr>
    </w:p>
    <w:p w:rsidR="00C073CC" w:rsidRPr="0069635A" w:rsidRDefault="00C073CC" w:rsidP="00822923">
      <w:pPr>
        <w:pStyle w:val="Default"/>
        <w:spacing w:line="276" w:lineRule="auto"/>
        <w:rPr>
          <w:rFonts w:asciiTheme="minorHAnsi" w:hAnsiTheme="minorHAnsi"/>
          <w:color w:val="000000" w:themeColor="text1"/>
          <w:sz w:val="28"/>
          <w:szCs w:val="28"/>
        </w:rPr>
      </w:pPr>
    </w:p>
    <w:p w:rsidR="00C073CC" w:rsidRPr="0069635A" w:rsidRDefault="00C073CC" w:rsidP="00822923">
      <w:pPr>
        <w:pStyle w:val="Default"/>
        <w:spacing w:line="276" w:lineRule="auto"/>
        <w:rPr>
          <w:rFonts w:asciiTheme="minorHAnsi" w:hAnsiTheme="minorHAnsi"/>
          <w:color w:val="000000" w:themeColor="text1"/>
          <w:sz w:val="28"/>
          <w:szCs w:val="28"/>
        </w:rPr>
      </w:pPr>
    </w:p>
    <w:p w:rsidR="00C073CC" w:rsidRPr="0069635A" w:rsidRDefault="00C073CC" w:rsidP="00822923">
      <w:pPr>
        <w:pStyle w:val="Default"/>
        <w:spacing w:line="276" w:lineRule="auto"/>
        <w:rPr>
          <w:rFonts w:asciiTheme="minorHAnsi" w:hAnsiTheme="minorHAnsi"/>
          <w:color w:val="000000" w:themeColor="text1"/>
          <w:sz w:val="28"/>
          <w:szCs w:val="28"/>
        </w:rPr>
      </w:pPr>
    </w:p>
    <w:p w:rsidR="00C073CC" w:rsidRPr="0069635A" w:rsidRDefault="00C073CC" w:rsidP="00822923">
      <w:pPr>
        <w:pStyle w:val="Default"/>
        <w:spacing w:line="276" w:lineRule="auto"/>
        <w:rPr>
          <w:rFonts w:asciiTheme="minorHAnsi" w:hAnsiTheme="minorHAnsi"/>
          <w:color w:val="000000" w:themeColor="text1"/>
          <w:sz w:val="28"/>
          <w:szCs w:val="28"/>
        </w:rPr>
      </w:pPr>
    </w:p>
    <w:p w:rsidR="00C073CC" w:rsidRPr="0069635A" w:rsidRDefault="00F44F20" w:rsidP="00822923">
      <w:pPr>
        <w:pStyle w:val="Default"/>
        <w:spacing w:line="276" w:lineRule="auto"/>
        <w:rPr>
          <w:rFonts w:asciiTheme="minorHAnsi" w:hAnsiTheme="minorHAnsi"/>
          <w:color w:val="000000" w:themeColor="text1"/>
          <w:sz w:val="28"/>
          <w:szCs w:val="28"/>
        </w:rPr>
      </w:pPr>
      <w:r w:rsidRPr="0069635A">
        <w:rPr>
          <w:rFonts w:asciiTheme="minorHAnsi" w:hAnsiTheme="minorHAnsi"/>
          <w:noProof/>
          <w:color w:val="000000" w:themeColor="text1"/>
          <w:sz w:val="28"/>
          <w:szCs w:val="28"/>
          <w:lang w:eastAsia="en-NZ"/>
        </w:rPr>
        <mc:AlternateContent>
          <mc:Choice Requires="wpg">
            <w:drawing>
              <wp:anchor distT="0" distB="0" distL="114300" distR="114300" simplePos="0" relativeHeight="251724800" behindDoc="0" locked="0" layoutInCell="1" allowOverlap="1" wp14:anchorId="75065EC7" wp14:editId="106EDF79">
                <wp:simplePos x="0" y="0"/>
                <wp:positionH relativeFrom="margin">
                  <wp:posOffset>-368300</wp:posOffset>
                </wp:positionH>
                <wp:positionV relativeFrom="paragraph">
                  <wp:posOffset>222250</wp:posOffset>
                </wp:positionV>
                <wp:extent cx="6486525" cy="1685925"/>
                <wp:effectExtent l="19050" t="19050" r="28575" b="28575"/>
                <wp:wrapNone/>
                <wp:docPr id="107" name="Group 1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86525" cy="1685925"/>
                          <a:chOff x="0" y="0"/>
                          <a:chExt cx="6486525" cy="1685925"/>
                        </a:xfrm>
                      </wpg:grpSpPr>
                      <wps:wsp>
                        <wps:cNvPr id="104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486525" cy="168592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38100">
                            <a:solidFill>
                              <a:srgbClr val="00AEE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t" anchorCtr="0" upright="1">
                          <a:noAutofit/>
                        </wps:bodyPr>
                      </wps:wsp>
                      <wps:wsp>
                        <wps:cNvPr id="105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390525" y="66675"/>
                            <a:ext cx="5848350" cy="8667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4F20" w:rsidRPr="00DE3047" w:rsidRDefault="00F44F20" w:rsidP="00E97CE5">
                              <w:pPr>
                                <w:spacing w:before="240" w:after="120"/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</w:pPr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He </w:t>
                              </w:r>
                              <w:proofErr w:type="spellStart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>nui</w:t>
                              </w:r>
                              <w:proofErr w:type="spellEnd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>ake</w:t>
                              </w:r>
                              <w:proofErr w:type="spellEnd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>te</w:t>
                              </w:r>
                              <w:proofErr w:type="spellEnd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>whakapāhanga</w:t>
                              </w:r>
                              <w:proofErr w:type="spellEnd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>kino</w:t>
                              </w:r>
                              <w:proofErr w:type="spellEnd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o </w:t>
                              </w:r>
                              <w:proofErr w:type="spellStart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>te</w:t>
                              </w:r>
                              <w:proofErr w:type="spellEnd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>mahi</w:t>
                              </w:r>
                              <w:proofErr w:type="spellEnd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>momi</w:t>
                              </w:r>
                              <w:proofErr w:type="spellEnd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>paipa</w:t>
                              </w:r>
                              <w:proofErr w:type="spellEnd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>ki</w:t>
                              </w:r>
                              <w:proofErr w:type="spellEnd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>te</w:t>
                              </w:r>
                              <w:proofErr w:type="spellEnd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>hunga</w:t>
                              </w:r>
                              <w:proofErr w:type="spellEnd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>pakupaku</w:t>
                              </w:r>
                              <w:proofErr w:type="spellEnd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. He </w:t>
                              </w:r>
                              <w:proofErr w:type="spellStart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>iti</w:t>
                              </w:r>
                              <w:proofErr w:type="spellEnd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>iho</w:t>
                              </w:r>
                              <w:proofErr w:type="spellEnd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ō </w:t>
                              </w:r>
                              <w:proofErr w:type="spellStart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>te</w:t>
                              </w:r>
                              <w:proofErr w:type="spellEnd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>hunga</w:t>
                              </w:r>
                              <w:proofErr w:type="spellEnd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>pakupaku</w:t>
                              </w:r>
                              <w:proofErr w:type="spellEnd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>pūkahukahu</w:t>
                              </w:r>
                              <w:proofErr w:type="spellEnd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>.</w:t>
                              </w:r>
                            </w:p>
                            <w:p w:rsidR="00F44F20" w:rsidRPr="00B65FC2" w:rsidRDefault="00F44F20" w:rsidP="001A294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6" name="Picture 106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24025" y="885825"/>
                            <a:ext cx="3000375" cy="693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5065EC7" id="Group 107" o:spid="_x0000_s1048" style="position:absolute;margin-left:-29pt;margin-top:17.5pt;width:510.75pt;height:132.75pt;z-index:251724800;mso-position-horizontal-relative:margin;mso-height-relative:margin" coordsize="64865,1685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">
                <v:rect id="Rectangle 21" o:spid="_x0000_s1049" style="position:absolute;width:64865;height:1685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vn7b4A&#10;AADcAAAADwAAAGRycy9kb3ducmV2LnhtbERPy6rCMBDdX/AfwgjurokiWqpRiiC69YHroRnbYjMp&#10;TazVrzcXLribw3nOatPbWnTU+sqxhslYgSDOnam40HA5734TED4gG6wdk4YXedisBz8rTI178pG6&#10;UyhEDGGfooYyhCaV0uclWfRj1xBH7uZaiyHCtpCmxWcMt7WcKjWXFiuODSU2tC0pv58eVsMUu+61&#10;3SULdeBM7jN/vtb5W+vRsM+WIAL14Sv+dx9MnK9m8PdMvECuP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yL5+2+AAAA3AAAAA8AAAAAAAAAAAAAAAAAmAIAAGRycy9kb3ducmV2&#10;LnhtbFBLBQYAAAAABAAEAPUAAACDAwAAAAA=&#10;" strokecolor="#00aeef" strokeweight="3pt">
                  <v:fill opacity="0"/>
                </v:rect>
                <v:shape id="Text Box 22" o:spid="_x0000_s1050" type="#_x0000_t202" style="position:absolute;left:3905;top:666;width:58483;height:86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+vsib8A&#10;AADcAAAADwAAAGRycy9kb3ducmV2LnhtbERPy6rCMBDdX/AfwghuLtdU8VmNooLitl4/YGzGtthM&#10;ShNt/XsjCO7mcJ6zXLemFA+qXWFZwaAfgSBOrS44U3D+3//NQDiPrLG0TAqe5GC96vwsMda24YQe&#10;J5+JEMIuRgW591UspUtzMuj6tiIO3NXWBn2AdSZ1jU0IN6UcRtFEGiw4NORY0S6n9Ha6GwXXY/M7&#10;njeXgz9Pk9Fki8X0Yp9K9brtZgHCU+u/4o/7qMP8aAzvZ8IFcvU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6+yJvwAAANwAAAAPAAAAAAAAAAAAAAAAAJgCAABkcnMvZG93bnJl&#10;di54bWxQSwUGAAAAAAQABAD1AAAAhAMAAAAA&#10;" stroked="f">
                  <v:textbox>
                    <w:txbxContent>
                      <w:p w:rsidR="00F44F20" w:rsidRPr="00DE3047" w:rsidRDefault="00F44F20" w:rsidP="00E97CE5">
                        <w:pPr>
                          <w:spacing w:before="240" w:after="120"/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</w:pPr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 xml:space="preserve">He </w:t>
                        </w:r>
                        <w:proofErr w:type="spellStart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>nui</w:t>
                        </w:r>
                        <w:proofErr w:type="spellEnd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>ake</w:t>
                        </w:r>
                        <w:proofErr w:type="spellEnd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>te</w:t>
                        </w:r>
                        <w:proofErr w:type="spellEnd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>whakapāhanga</w:t>
                        </w:r>
                        <w:proofErr w:type="spellEnd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>kino</w:t>
                        </w:r>
                        <w:proofErr w:type="spellEnd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 xml:space="preserve"> o </w:t>
                        </w:r>
                        <w:proofErr w:type="spellStart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>te</w:t>
                        </w:r>
                        <w:proofErr w:type="spellEnd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>mahi</w:t>
                        </w:r>
                        <w:proofErr w:type="spellEnd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>momi</w:t>
                        </w:r>
                        <w:proofErr w:type="spellEnd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>paipa</w:t>
                        </w:r>
                        <w:proofErr w:type="spellEnd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>ki</w:t>
                        </w:r>
                        <w:proofErr w:type="spellEnd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>te</w:t>
                        </w:r>
                        <w:proofErr w:type="spellEnd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>hunga</w:t>
                        </w:r>
                        <w:proofErr w:type="spellEnd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>pakupaku</w:t>
                        </w:r>
                        <w:proofErr w:type="spellEnd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 xml:space="preserve">. He </w:t>
                        </w:r>
                        <w:proofErr w:type="spellStart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>iti</w:t>
                        </w:r>
                        <w:proofErr w:type="spellEnd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>iho</w:t>
                        </w:r>
                        <w:proofErr w:type="spellEnd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 xml:space="preserve"> ō </w:t>
                        </w:r>
                        <w:proofErr w:type="spellStart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>te</w:t>
                        </w:r>
                        <w:proofErr w:type="spellEnd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>hunga</w:t>
                        </w:r>
                        <w:proofErr w:type="spellEnd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>pakupaku</w:t>
                        </w:r>
                        <w:proofErr w:type="spellEnd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>pūkahukahu</w:t>
                        </w:r>
                        <w:proofErr w:type="spellEnd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>.</w:t>
                        </w:r>
                      </w:p>
                      <w:p w:rsidR="00F44F20" w:rsidRPr="00B65FC2" w:rsidRDefault="00F44F20" w:rsidP="001A2941"/>
                    </w:txbxContent>
                  </v:textbox>
                </v:shape>
                <v:shape id="Picture 106" o:spid="_x0000_s1051" type="#_x0000_t75" style="position:absolute;left:17240;top:8858;width:30004;height:693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6n/vPHAAAA3AAAAA8AAABkcnMvZG93bnJldi54bWxEj0FrwkAQhe+F/odlCl5EN5USJLqKKC2F&#10;9mI0grcxOyZrs7Mhu9X033cLQm8zvPe+eTNf9rYRV+q8cazgeZyAIC6dNlwp2O9eR1MQPiBrbByT&#10;gh/ysFw8Pswx0+7GW7rmoRIRwj5DBXUIbSalL2uy6MeuJY7a2XUWQ1y7SuoObxFuGzlJklRaNBwv&#10;1NjSuqbyK/+2kXI55evN4VOmx5dz8TH0ZlO8GaUGT/1qBiJQH/7N9/S7jvWTFP6eiRPIxS8A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I6n/vPHAAAA3AAAAA8AAAAAAAAAAAAA&#10;AAAAnwIAAGRycy9kb3ducmV2LnhtbFBLBQYAAAAABAAEAPcAAACTAwAAAAA=&#10;">
                  <v:imagedata r:id="rId6" o:title=""/>
                  <v:path arrowok="t"/>
                </v:shape>
                <w10:wrap anchorx="margin"/>
              </v:group>
            </w:pict>
          </mc:Fallback>
        </mc:AlternateContent>
      </w:r>
    </w:p>
    <w:p w:rsidR="00C073CC" w:rsidRPr="0069635A" w:rsidRDefault="00C073CC" w:rsidP="00822923">
      <w:pPr>
        <w:pStyle w:val="Default"/>
        <w:spacing w:line="276" w:lineRule="auto"/>
        <w:rPr>
          <w:rFonts w:asciiTheme="minorHAnsi" w:hAnsiTheme="minorHAnsi"/>
          <w:color w:val="000000" w:themeColor="text1"/>
          <w:sz w:val="28"/>
          <w:szCs w:val="28"/>
        </w:rPr>
      </w:pPr>
    </w:p>
    <w:p w:rsidR="00C073CC" w:rsidRPr="0069635A" w:rsidRDefault="00C073CC" w:rsidP="00822923">
      <w:pPr>
        <w:pStyle w:val="Default"/>
        <w:spacing w:line="276" w:lineRule="auto"/>
        <w:rPr>
          <w:rFonts w:asciiTheme="minorHAnsi" w:hAnsiTheme="minorHAnsi"/>
          <w:color w:val="000000" w:themeColor="text1"/>
          <w:sz w:val="28"/>
          <w:szCs w:val="28"/>
        </w:rPr>
      </w:pPr>
    </w:p>
    <w:p w:rsidR="00822923" w:rsidRPr="0069635A" w:rsidRDefault="00822923" w:rsidP="00822923">
      <w:pPr>
        <w:pStyle w:val="Default"/>
        <w:spacing w:line="276" w:lineRule="auto"/>
        <w:rPr>
          <w:rFonts w:asciiTheme="minorHAnsi" w:hAnsiTheme="minorHAnsi"/>
          <w:color w:val="000000" w:themeColor="text1"/>
          <w:sz w:val="28"/>
          <w:szCs w:val="28"/>
        </w:rPr>
      </w:pPr>
    </w:p>
    <w:p w:rsidR="00C073CC" w:rsidRPr="0069635A" w:rsidRDefault="00C073CC" w:rsidP="00C073CC">
      <w:pPr>
        <w:pStyle w:val="Default"/>
        <w:spacing w:line="276" w:lineRule="auto"/>
        <w:rPr>
          <w:rFonts w:asciiTheme="minorHAnsi" w:hAnsiTheme="minorHAnsi"/>
          <w:color w:val="000000" w:themeColor="text1"/>
          <w:sz w:val="28"/>
          <w:szCs w:val="28"/>
        </w:rPr>
      </w:pPr>
    </w:p>
    <w:p w:rsidR="001A2941" w:rsidRPr="0069635A" w:rsidRDefault="001A2941" w:rsidP="00C073CC">
      <w:pPr>
        <w:pStyle w:val="Default"/>
        <w:spacing w:line="276" w:lineRule="auto"/>
        <w:rPr>
          <w:rFonts w:asciiTheme="minorHAnsi" w:hAnsiTheme="minorHAnsi"/>
          <w:color w:val="000000" w:themeColor="text1"/>
          <w:sz w:val="28"/>
          <w:szCs w:val="28"/>
        </w:rPr>
      </w:pPr>
    </w:p>
    <w:p w:rsidR="001A2941" w:rsidRPr="0069635A" w:rsidRDefault="001A2941" w:rsidP="00C073CC">
      <w:pPr>
        <w:pStyle w:val="Default"/>
        <w:spacing w:line="276" w:lineRule="auto"/>
        <w:rPr>
          <w:rFonts w:asciiTheme="minorHAnsi" w:hAnsiTheme="minorHAnsi"/>
          <w:color w:val="000000" w:themeColor="text1"/>
          <w:sz w:val="28"/>
          <w:szCs w:val="28"/>
        </w:rPr>
      </w:pPr>
    </w:p>
    <w:p w:rsidR="001A2941" w:rsidRPr="0069635A" w:rsidRDefault="001A2941" w:rsidP="00C073CC">
      <w:pPr>
        <w:pStyle w:val="Default"/>
        <w:spacing w:line="276" w:lineRule="auto"/>
        <w:rPr>
          <w:rFonts w:asciiTheme="minorHAnsi" w:hAnsiTheme="minorHAnsi"/>
          <w:color w:val="000000" w:themeColor="text1"/>
          <w:sz w:val="28"/>
          <w:szCs w:val="28"/>
        </w:rPr>
      </w:pPr>
    </w:p>
    <w:p w:rsidR="001A2941" w:rsidRPr="0069635A" w:rsidRDefault="001A2941" w:rsidP="00C073CC">
      <w:pPr>
        <w:pStyle w:val="Default"/>
        <w:spacing w:line="276" w:lineRule="auto"/>
        <w:rPr>
          <w:rFonts w:asciiTheme="minorHAnsi" w:hAnsiTheme="minorHAnsi"/>
          <w:color w:val="000000" w:themeColor="text1"/>
          <w:sz w:val="28"/>
          <w:szCs w:val="28"/>
        </w:rPr>
      </w:pPr>
    </w:p>
    <w:p w:rsidR="001A2941" w:rsidRPr="0069635A" w:rsidRDefault="00F44F20" w:rsidP="00C073CC">
      <w:pPr>
        <w:pStyle w:val="Default"/>
        <w:spacing w:line="276" w:lineRule="auto"/>
        <w:rPr>
          <w:rFonts w:asciiTheme="minorHAnsi" w:hAnsiTheme="minorHAnsi"/>
          <w:color w:val="000000" w:themeColor="text1"/>
          <w:sz w:val="28"/>
          <w:szCs w:val="28"/>
        </w:rPr>
      </w:pPr>
      <w:r w:rsidRPr="0069635A">
        <w:rPr>
          <w:rFonts w:asciiTheme="minorHAnsi" w:hAnsiTheme="minorHAnsi"/>
          <w:noProof/>
          <w:color w:val="000000" w:themeColor="text1"/>
          <w:sz w:val="28"/>
          <w:szCs w:val="28"/>
          <w:lang w:eastAsia="en-NZ"/>
        </w:rPr>
        <mc:AlternateContent>
          <mc:Choice Requires="wpg">
            <w:drawing>
              <wp:anchor distT="0" distB="0" distL="114300" distR="114300" simplePos="0" relativeHeight="251841536" behindDoc="0" locked="0" layoutInCell="1" allowOverlap="1" wp14:anchorId="0E62079F" wp14:editId="61CB135C">
                <wp:simplePos x="0" y="0"/>
                <wp:positionH relativeFrom="margin">
                  <wp:posOffset>-368300</wp:posOffset>
                </wp:positionH>
                <wp:positionV relativeFrom="paragraph">
                  <wp:posOffset>90170</wp:posOffset>
                </wp:positionV>
                <wp:extent cx="6486525" cy="1590675"/>
                <wp:effectExtent l="19050" t="19050" r="28575" b="28575"/>
                <wp:wrapNone/>
                <wp:docPr id="93" name="Group 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86525" cy="1590675"/>
                          <a:chOff x="0" y="0"/>
                          <a:chExt cx="6486525" cy="1590675"/>
                        </a:xfrm>
                      </wpg:grpSpPr>
                      <wps:wsp>
                        <wps:cNvPr id="90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486525" cy="159067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38100">
                            <a:solidFill>
                              <a:srgbClr val="00AEE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266700" y="190500"/>
                            <a:ext cx="5924550" cy="6191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4F20" w:rsidRPr="00F44F20" w:rsidRDefault="00F44F20" w:rsidP="0069635A">
                              <w:pPr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</w:pPr>
                              <w:r w:rsidRPr="00F44F20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Me ū </w:t>
                              </w:r>
                              <w:proofErr w:type="spellStart"/>
                              <w:r w:rsidRPr="00F44F20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>koe</w:t>
                              </w:r>
                              <w:proofErr w:type="spellEnd"/>
                              <w:r w:rsidRPr="00F44F20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F44F20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>ki</w:t>
                              </w:r>
                              <w:proofErr w:type="spellEnd"/>
                              <w:r w:rsidRPr="00F44F20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F44F20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>te</w:t>
                              </w:r>
                              <w:proofErr w:type="spellEnd"/>
                              <w:r w:rsidRPr="00F44F20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F44F20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>mahi</w:t>
                              </w:r>
                              <w:proofErr w:type="spellEnd"/>
                              <w:r w:rsidRPr="00F44F20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F44F20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>auahi</w:t>
                              </w:r>
                              <w:proofErr w:type="spellEnd"/>
                              <w:r w:rsidRPr="00F44F20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F44F20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>kore</w:t>
                              </w:r>
                              <w:proofErr w:type="spellEnd"/>
                              <w:r w:rsidRPr="00F44F20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F44F20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>ki</w:t>
                              </w:r>
                              <w:proofErr w:type="spellEnd"/>
                              <w:r w:rsidRPr="00F44F20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F44F20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>roto</w:t>
                              </w:r>
                              <w:proofErr w:type="spellEnd"/>
                              <w:r w:rsidRPr="00F44F20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F44F20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>i</w:t>
                              </w:r>
                              <w:proofErr w:type="spellEnd"/>
                              <w:r w:rsidRPr="00F44F20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F44F20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>tō</w:t>
                              </w:r>
                              <w:proofErr w:type="spellEnd"/>
                              <w:r w:rsidRPr="00F44F20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F44F20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>motokā</w:t>
                              </w:r>
                              <w:proofErr w:type="spellEnd"/>
                              <w:r w:rsidRPr="00F44F20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F44F20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>hei</w:t>
                              </w:r>
                              <w:proofErr w:type="spellEnd"/>
                              <w:r w:rsidRPr="00F44F20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F44F20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>āhurutanga</w:t>
                              </w:r>
                              <w:proofErr w:type="spellEnd"/>
                              <w:r w:rsidRPr="00F44F20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F44F20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>auahi</w:t>
                              </w:r>
                              <w:proofErr w:type="spellEnd"/>
                              <w:r w:rsidRPr="00F44F20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F44F20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>kore</w:t>
                              </w:r>
                              <w:proofErr w:type="spellEnd"/>
                              <w:r w:rsidRPr="00F44F20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F44F20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>mā</w:t>
                              </w:r>
                              <w:proofErr w:type="spellEnd"/>
                              <w:r w:rsidRPr="00F44F20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F44F20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>te</w:t>
                              </w:r>
                              <w:proofErr w:type="spellEnd"/>
                              <w:r w:rsidRPr="00F44F20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F44F20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>hunga</w:t>
                              </w:r>
                              <w:proofErr w:type="spellEnd"/>
                              <w:r w:rsidRPr="00F44F20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F44F20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>tamariki</w:t>
                              </w:r>
                              <w:proofErr w:type="spellEnd"/>
                              <w:r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4"/>
                                  <w:szCs w:val="24"/>
                                </w:rPr>
                                <w:t>.</w:t>
                              </w:r>
                            </w:p>
                            <w:p w:rsidR="00F44F20" w:rsidRPr="00B65FC2" w:rsidRDefault="00F44F20" w:rsidP="0069635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2" name="Picture 92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28775" y="819150"/>
                            <a:ext cx="3000375" cy="693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E62079F" id="Group 93" o:spid="_x0000_s1052" style="position:absolute;margin-left:-29pt;margin-top:7.1pt;width:510.75pt;height:125.25pt;z-index:251841536;mso-position-horizontal-relative:margin;mso-height-relative:margin" coordsize="64865,1590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">
                <v:rect id="Rectangle 21" o:spid="_x0000_s1053" style="position:absolute;width:64865;height:1590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6+hrsA&#10;AADbAAAADwAAAGRycy9kb3ducmV2LnhtbERPyQrCMBC9C/5DGMGbpnpwqaalCKJXFzwPzdgWm0lp&#10;Yq1+vTkIHh9v36a9qUVHrassK5hNIxDEudUVFwqul/1kBcJ5ZI21ZVLwJgdpMhxsMdb2xSfqzr4Q&#10;IYRdjApK75tYSpeXZNBNbUMcuLttDfoA20LqFl8h3NRyHkULabDi0FBiQ7uS8sf5aRTMseveu/1q&#10;GR05k4fMXW51/lFqPOqzDQhPvf+Lf+6jVrAO68OX8ANk8gU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Dluvoa7AAAA2wAAAA8AAAAAAAAAAAAAAAAAmAIAAGRycy9kb3ducmV2Lnht&#10;bFBLBQYAAAAABAAEAPUAAACAAwAAAAA=&#10;" strokecolor="#00aeef" strokeweight="3pt">
                  <v:fill opacity="0"/>
                </v:rect>
                <v:shape id="Text Box 22" o:spid="_x0000_s1054" type="#_x0000_t202" style="position:absolute;left:2667;top:1905;width:59245;height:61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/5dvMMA&#10;AADbAAAADwAAAGRycy9kb3ducmV2LnhtbESP0WrCQBRE34X+w3ILfRHdKDZqmo1ooeKr0Q+4Zq9J&#10;aPZuyK4m/n1XEPo4zMwZJt0MphF36lxtWcFsGoEgLqyuuVRwPv1MViCcR9bYWCYFD3Kwyd5GKSba&#10;9nyke+5LESDsElRQed8mUrqiIoNualvi4F1tZ9AH2ZVSd9gHuGnkPIpiabDmsFBhS98VFb/5zSi4&#10;Hvrx57q/7P15eVzEO6yXF/tQ6uN92H6B8DT4//CrfdAK1jN4fgk/QG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/5dvMMAAADbAAAADwAAAAAAAAAAAAAAAACYAgAAZHJzL2Rv&#10;d25yZXYueG1sUEsFBgAAAAAEAAQA9QAAAIgDAAAAAA==&#10;" stroked="f">
                  <v:textbox>
                    <w:txbxContent>
                      <w:p w:rsidR="00F44F20" w:rsidRPr="00F44F20" w:rsidRDefault="00F44F20" w:rsidP="0069635A">
                        <w:pPr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</w:pPr>
                        <w:r w:rsidRPr="00F44F20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 xml:space="preserve">Me ū </w:t>
                        </w:r>
                        <w:proofErr w:type="spellStart"/>
                        <w:r w:rsidRPr="00F44F20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>koe</w:t>
                        </w:r>
                        <w:proofErr w:type="spellEnd"/>
                        <w:r w:rsidRPr="00F44F20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F44F20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>ki</w:t>
                        </w:r>
                        <w:proofErr w:type="spellEnd"/>
                        <w:r w:rsidRPr="00F44F20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F44F20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>te</w:t>
                        </w:r>
                        <w:proofErr w:type="spellEnd"/>
                        <w:r w:rsidRPr="00F44F20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F44F20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>mahi</w:t>
                        </w:r>
                        <w:proofErr w:type="spellEnd"/>
                        <w:r w:rsidRPr="00F44F20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F44F20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>auahi</w:t>
                        </w:r>
                        <w:proofErr w:type="spellEnd"/>
                        <w:r w:rsidRPr="00F44F20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F44F20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>kore</w:t>
                        </w:r>
                        <w:proofErr w:type="spellEnd"/>
                        <w:r w:rsidRPr="00F44F20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F44F20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>ki</w:t>
                        </w:r>
                        <w:proofErr w:type="spellEnd"/>
                        <w:r w:rsidRPr="00F44F20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F44F20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>roto</w:t>
                        </w:r>
                        <w:proofErr w:type="spellEnd"/>
                        <w:r w:rsidRPr="00F44F20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F44F20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>i</w:t>
                        </w:r>
                        <w:proofErr w:type="spellEnd"/>
                        <w:r w:rsidRPr="00F44F20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F44F20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>tō</w:t>
                        </w:r>
                        <w:proofErr w:type="spellEnd"/>
                        <w:r w:rsidRPr="00F44F20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F44F20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>motokā</w:t>
                        </w:r>
                        <w:proofErr w:type="spellEnd"/>
                        <w:r w:rsidRPr="00F44F20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F44F20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>hei</w:t>
                        </w:r>
                        <w:proofErr w:type="spellEnd"/>
                        <w:r w:rsidRPr="00F44F20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F44F20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>āhurutanga</w:t>
                        </w:r>
                        <w:proofErr w:type="spellEnd"/>
                        <w:r w:rsidRPr="00F44F20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F44F20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>auahi</w:t>
                        </w:r>
                        <w:proofErr w:type="spellEnd"/>
                        <w:r w:rsidRPr="00F44F20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F44F20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>kore</w:t>
                        </w:r>
                        <w:proofErr w:type="spellEnd"/>
                        <w:r w:rsidRPr="00F44F20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F44F20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>mā</w:t>
                        </w:r>
                        <w:proofErr w:type="spellEnd"/>
                        <w:r w:rsidRPr="00F44F20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F44F20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>te</w:t>
                        </w:r>
                        <w:proofErr w:type="spellEnd"/>
                        <w:r w:rsidRPr="00F44F20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F44F20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>hunga</w:t>
                        </w:r>
                        <w:proofErr w:type="spellEnd"/>
                        <w:r w:rsidRPr="00F44F20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F44F20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>tamariki</w:t>
                        </w:r>
                        <w:proofErr w:type="spellEnd"/>
                        <w:r>
                          <w:rPr>
                            <w:b/>
                            <w:bCs/>
                            <w:iCs/>
                            <w:color w:val="000000" w:themeColor="text1"/>
                            <w:sz w:val="24"/>
                            <w:szCs w:val="24"/>
                          </w:rPr>
                          <w:t>.</w:t>
                        </w:r>
                      </w:p>
                      <w:p w:rsidR="00F44F20" w:rsidRPr="00B65FC2" w:rsidRDefault="00F44F20" w:rsidP="0069635A"/>
                    </w:txbxContent>
                  </v:textbox>
                </v:shape>
                <v:shape id="Picture 92" o:spid="_x0000_s1055" type="#_x0000_t75" style="position:absolute;left:16287;top:8191;width:30004;height:693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UzNyrGAAAA2wAAAA8AAABkcnMvZG93bnJldi54bWxEj0FrwkAUhO8F/8PyhF5K3ShFbOoqolQK&#10;ejFtCr29Zp/JavZtyK4a/323IHgcZuYbZjrvbC3O1HrjWMFwkIAgLpw2XCr4+nx/noDwAVlj7ZgU&#10;XMnDfNZ7mGKq3YV3dM5CKSKEfYoKqhCaVEpfVGTRD1xDHL29ay2GKNtS6hYvEW5rOUqSsbRoOC5U&#10;2NCyouKYnWykHH6z5ep7K8c/L/t88+TNKl8bpR773eINRKAu3MO39odW8DqC/y/xB8jZH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9TM3KsYAAADbAAAADwAAAAAAAAAAAAAA&#10;AACfAgAAZHJzL2Rvd25yZXYueG1sUEsFBgAAAAAEAAQA9wAAAJIDAAAAAA==&#10;">
                  <v:imagedata r:id="rId6" o:title=""/>
                  <v:path arrowok="t"/>
                </v:shape>
                <w10:wrap anchorx="margin"/>
              </v:group>
            </w:pict>
          </mc:Fallback>
        </mc:AlternateContent>
      </w:r>
    </w:p>
    <w:p w:rsidR="001A2941" w:rsidRPr="0069635A" w:rsidRDefault="001A2941" w:rsidP="00C073CC">
      <w:pPr>
        <w:pStyle w:val="Default"/>
        <w:spacing w:line="276" w:lineRule="auto"/>
        <w:rPr>
          <w:rFonts w:asciiTheme="minorHAnsi" w:hAnsiTheme="minorHAnsi"/>
          <w:color w:val="000000" w:themeColor="text1"/>
          <w:sz w:val="28"/>
          <w:szCs w:val="28"/>
        </w:rPr>
      </w:pPr>
    </w:p>
    <w:p w:rsidR="001A2941" w:rsidRPr="0069635A" w:rsidRDefault="001A2941" w:rsidP="00C073CC">
      <w:pPr>
        <w:pStyle w:val="Default"/>
        <w:spacing w:line="276" w:lineRule="auto"/>
        <w:rPr>
          <w:rFonts w:asciiTheme="minorHAnsi" w:hAnsiTheme="minorHAnsi"/>
          <w:color w:val="000000" w:themeColor="text1"/>
          <w:sz w:val="28"/>
          <w:szCs w:val="28"/>
        </w:rPr>
      </w:pPr>
    </w:p>
    <w:p w:rsidR="001A2941" w:rsidRPr="0069635A" w:rsidRDefault="001A2941" w:rsidP="00C073CC">
      <w:pPr>
        <w:pStyle w:val="Default"/>
        <w:spacing w:line="276" w:lineRule="auto"/>
        <w:rPr>
          <w:rFonts w:asciiTheme="minorHAnsi" w:hAnsiTheme="minorHAnsi"/>
          <w:color w:val="000000" w:themeColor="text1"/>
          <w:sz w:val="28"/>
          <w:szCs w:val="28"/>
        </w:rPr>
      </w:pPr>
    </w:p>
    <w:p w:rsidR="001A2941" w:rsidRPr="0069635A" w:rsidRDefault="001A2941" w:rsidP="00C073CC">
      <w:pPr>
        <w:pStyle w:val="Default"/>
        <w:spacing w:line="276" w:lineRule="auto"/>
        <w:rPr>
          <w:rFonts w:asciiTheme="minorHAnsi" w:hAnsiTheme="minorHAnsi"/>
          <w:color w:val="000000" w:themeColor="text1"/>
          <w:sz w:val="28"/>
          <w:szCs w:val="28"/>
        </w:rPr>
      </w:pPr>
    </w:p>
    <w:p w:rsidR="001A2941" w:rsidRPr="0069635A" w:rsidRDefault="001A2941" w:rsidP="00C073CC">
      <w:pPr>
        <w:pStyle w:val="Default"/>
        <w:spacing w:line="276" w:lineRule="auto"/>
        <w:rPr>
          <w:rFonts w:asciiTheme="minorHAnsi" w:hAnsiTheme="minorHAnsi"/>
          <w:color w:val="000000" w:themeColor="text1"/>
          <w:sz w:val="28"/>
          <w:szCs w:val="28"/>
        </w:rPr>
      </w:pPr>
    </w:p>
    <w:p w:rsidR="001A2941" w:rsidRPr="0069635A" w:rsidRDefault="001A2941" w:rsidP="00C073CC">
      <w:pPr>
        <w:pStyle w:val="Default"/>
        <w:spacing w:line="276" w:lineRule="auto"/>
        <w:rPr>
          <w:rFonts w:asciiTheme="minorHAnsi" w:hAnsiTheme="minorHAnsi"/>
          <w:color w:val="000000" w:themeColor="text1"/>
          <w:sz w:val="28"/>
          <w:szCs w:val="28"/>
        </w:rPr>
      </w:pPr>
    </w:p>
    <w:p w:rsidR="001A2941" w:rsidRPr="0069635A" w:rsidRDefault="001A2941" w:rsidP="00C073CC">
      <w:pPr>
        <w:pStyle w:val="Default"/>
        <w:spacing w:line="276" w:lineRule="auto"/>
        <w:rPr>
          <w:rFonts w:asciiTheme="minorHAnsi" w:hAnsiTheme="minorHAnsi"/>
          <w:color w:val="000000" w:themeColor="text1"/>
          <w:sz w:val="28"/>
          <w:szCs w:val="28"/>
        </w:rPr>
      </w:pPr>
    </w:p>
    <w:p w:rsidR="001A2941" w:rsidRPr="0069635A" w:rsidRDefault="00F44F20" w:rsidP="00C073CC">
      <w:pPr>
        <w:pStyle w:val="Default"/>
        <w:spacing w:line="276" w:lineRule="auto"/>
        <w:rPr>
          <w:rFonts w:asciiTheme="minorHAnsi" w:hAnsiTheme="minorHAnsi"/>
          <w:color w:val="000000" w:themeColor="text1"/>
          <w:sz w:val="28"/>
          <w:szCs w:val="28"/>
        </w:rPr>
      </w:pPr>
      <w:r w:rsidRPr="0069635A">
        <w:rPr>
          <w:noProof/>
          <w:color w:val="000000" w:themeColor="text1"/>
          <w:sz w:val="28"/>
          <w:szCs w:val="28"/>
          <w:lang w:eastAsia="en-NZ"/>
        </w:rPr>
        <mc:AlternateContent>
          <mc:Choice Requires="wpg">
            <w:drawing>
              <wp:anchor distT="0" distB="0" distL="114300" distR="114300" simplePos="0" relativeHeight="251779072" behindDoc="0" locked="0" layoutInCell="1" allowOverlap="1" wp14:anchorId="4A038F4A" wp14:editId="059CF7E2">
                <wp:simplePos x="0" y="0"/>
                <wp:positionH relativeFrom="margin">
                  <wp:posOffset>-368300</wp:posOffset>
                </wp:positionH>
                <wp:positionV relativeFrom="paragraph">
                  <wp:posOffset>159385</wp:posOffset>
                </wp:positionV>
                <wp:extent cx="6486525" cy="1571625"/>
                <wp:effectExtent l="19050" t="19050" r="28575" b="28575"/>
                <wp:wrapNone/>
                <wp:docPr id="113" name="Group 1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86525" cy="1571625"/>
                          <a:chOff x="0" y="0"/>
                          <a:chExt cx="6486525" cy="1571625"/>
                        </a:xfrm>
                      </wpg:grpSpPr>
                      <wps:wsp>
                        <wps:cNvPr id="114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486525" cy="157162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38100">
                            <a:solidFill>
                              <a:srgbClr val="00AEE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t" anchorCtr="0" upright="1">
                          <a:noAutofit/>
                        </wps:bodyPr>
                      </wps:wsp>
                      <wps:wsp>
                        <wps:cNvPr id="115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285750" y="171452"/>
                            <a:ext cx="5924550" cy="67627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4F20" w:rsidRPr="00DE3047" w:rsidRDefault="00F44F20" w:rsidP="00DE3047">
                              <w:pPr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</w:pPr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I a tau, </w:t>
                              </w:r>
                              <w:proofErr w:type="spellStart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>i</w:t>
                              </w:r>
                              <w:proofErr w:type="spellEnd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a tau, </w:t>
                              </w:r>
                              <w:proofErr w:type="spellStart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>kotahi</w:t>
                              </w:r>
                              <w:proofErr w:type="spellEnd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>mano</w:t>
                              </w:r>
                              <w:proofErr w:type="spellEnd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, e </w:t>
                              </w:r>
                              <w:proofErr w:type="spellStart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>rima</w:t>
                              </w:r>
                              <w:proofErr w:type="spellEnd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>rau</w:t>
                              </w:r>
                              <w:proofErr w:type="spellEnd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>ngā</w:t>
                              </w:r>
                              <w:proofErr w:type="spellEnd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>tamariki</w:t>
                              </w:r>
                              <w:proofErr w:type="spellEnd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>ka</w:t>
                              </w:r>
                              <w:proofErr w:type="spellEnd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>pokaina</w:t>
                              </w:r>
                              <w:proofErr w:type="spellEnd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ō </w:t>
                              </w:r>
                              <w:proofErr w:type="spellStart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>rātou</w:t>
                              </w:r>
                              <w:proofErr w:type="spellEnd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>taringa</w:t>
                              </w:r>
                              <w:proofErr w:type="spellEnd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>mā</w:t>
                              </w:r>
                              <w:proofErr w:type="spellEnd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>te</w:t>
                              </w:r>
                              <w:proofErr w:type="spellEnd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>tūkinotanga</w:t>
                              </w:r>
                              <w:proofErr w:type="spellEnd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o </w:t>
                              </w:r>
                              <w:proofErr w:type="spellStart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>te</w:t>
                              </w:r>
                              <w:proofErr w:type="spellEnd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>auahi</w:t>
                              </w:r>
                              <w:proofErr w:type="spellEnd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>tuarua</w:t>
                              </w:r>
                              <w:proofErr w:type="spellEnd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6" name="Picture 116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800100"/>
                            <a:ext cx="3000375" cy="693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A038F4A" id="Group 113" o:spid="_x0000_s1056" style="position:absolute;margin-left:-29pt;margin-top:12.55pt;width:510.75pt;height:123.75pt;z-index:251779072;mso-position-horizontal-relative:margin;mso-height-relative:margin" coordsize="64865,157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">
                <v:rect id="Rectangle 21" o:spid="_x0000_s1057" style="position:absolute;width:64865;height:1571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JxMLwA&#10;AADcAAAADwAAAGRycy9kb3ducmV2LnhtbERPSwrCMBDdC94hjOBOU0W0VKMUQXTrB9dDM7bFZlKa&#10;WKunN4Lgbh7vO6tNZyrRUuNKywom4wgEcWZ1ybmCy3k3ikE4j6yxskwKXuRgs+73Vpho++QjtSef&#10;ixDCLkEFhfd1IqXLCjLoxrYmDtzNNgZ9gE0udYPPEG4qOY2iuTRYcmgosKZtQdn99DAKpti2r+0u&#10;XkQHTuU+dedrlb2VGg66dAnCU+f/4p/7oMP8yQy+z4QL5PoD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ZUnEwvAAAANwAAAAPAAAAAAAAAAAAAAAAAJgCAABkcnMvZG93bnJldi54&#10;bWxQSwUGAAAAAAQABAD1AAAAgQMAAAAA&#10;" strokecolor="#00aeef" strokeweight="3pt">
                  <v:fill opacity="0"/>
                </v:rect>
                <v:shape id="Text Box 22" o:spid="_x0000_s1058" type="#_x0000_t202" style="position:absolute;left:2857;top:1714;width:59246;height:67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J6VMIA&#10;AADcAAAADwAAAGRycy9kb3ducmV2LnhtbERP22rCQBB9F/yHZQp9Ed1YvDV1E7RgyWvUDxizYxKa&#10;nQ3Z1SR/3y0U+jaHc519OphGPKlztWUFy0UEgriwuuZSwfVymu9AOI+ssbFMCkZykCbTyR5jbXvO&#10;6Xn2pQgh7GJUUHnfxlK6oiKDbmFb4sDdbWfQB9iVUnfYh3DTyLco2kiDNYeGClv6rKj4Pj+MgnvW&#10;z9bv/e3LX7f5anPEenuzo1KvL8PhA4Snwf+L/9yZDvOXa/h9Jlwgk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MnpUwgAAANwAAAAPAAAAAAAAAAAAAAAAAJgCAABkcnMvZG93&#10;bnJldi54bWxQSwUGAAAAAAQABAD1AAAAhwMAAAAA&#10;" stroked="f">
                  <v:textbox>
                    <w:txbxContent>
                      <w:p w:rsidR="00F44F20" w:rsidRPr="00DE3047" w:rsidRDefault="00F44F20" w:rsidP="00DE3047">
                        <w:pPr>
                          <w:rPr>
                            <w:color w:val="000000" w:themeColor="text1"/>
                            <w:sz w:val="28"/>
                            <w:szCs w:val="28"/>
                          </w:rPr>
                        </w:pPr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 xml:space="preserve">I a tau, </w:t>
                        </w:r>
                        <w:proofErr w:type="spellStart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>i</w:t>
                        </w:r>
                        <w:proofErr w:type="spellEnd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 xml:space="preserve"> a tau, </w:t>
                        </w:r>
                        <w:proofErr w:type="spellStart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>kotahi</w:t>
                        </w:r>
                        <w:proofErr w:type="spellEnd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>mano</w:t>
                        </w:r>
                        <w:proofErr w:type="spellEnd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 xml:space="preserve">, e </w:t>
                        </w:r>
                        <w:proofErr w:type="spellStart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>rima</w:t>
                        </w:r>
                        <w:proofErr w:type="spellEnd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>rau</w:t>
                        </w:r>
                        <w:proofErr w:type="spellEnd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>ngā</w:t>
                        </w:r>
                        <w:proofErr w:type="spellEnd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>tamariki</w:t>
                        </w:r>
                        <w:proofErr w:type="spellEnd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>ka</w:t>
                        </w:r>
                        <w:proofErr w:type="spellEnd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>pokaina</w:t>
                        </w:r>
                        <w:proofErr w:type="spellEnd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 xml:space="preserve"> ō </w:t>
                        </w:r>
                        <w:proofErr w:type="spellStart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>rātou</w:t>
                        </w:r>
                        <w:proofErr w:type="spellEnd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>taringa</w:t>
                        </w:r>
                        <w:proofErr w:type="spellEnd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>mā</w:t>
                        </w:r>
                        <w:proofErr w:type="spellEnd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>te</w:t>
                        </w:r>
                        <w:proofErr w:type="spellEnd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>tūkinotanga</w:t>
                        </w:r>
                        <w:proofErr w:type="spellEnd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 xml:space="preserve"> o </w:t>
                        </w:r>
                        <w:proofErr w:type="spellStart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>te</w:t>
                        </w:r>
                        <w:proofErr w:type="spellEnd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>auahi</w:t>
                        </w:r>
                        <w:proofErr w:type="spellEnd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>tuarua</w:t>
                        </w:r>
                        <w:proofErr w:type="spellEnd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>.</w:t>
                        </w:r>
                      </w:p>
                    </w:txbxContent>
                  </v:textbox>
                </v:shape>
                <v:shape id="Picture 116" o:spid="_x0000_s1059" type="#_x0000_t75" style="position:absolute;left:17526;top:8001;width:30003;height:693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t+aC7HAAAA3AAAAA8AAABkcnMvZG93bnJldi54bWxEj0FrwkAQhe9C/8MyBS9SN4qEkrpKUZSC&#10;vRibQm/T7Jhsm50N2a2m/94VBG8zvPe+eTNf9rYRJ+q8caxgMk5AEJdOG64UfBw2T88gfEDW2Dgm&#10;Bf/kYbl4GMwx0+7MezrloRIRwj5DBXUIbSalL2uy6MeuJY7a0XUWQ1y7SuoOzxFuGzlNklRaNBwv&#10;1NjSqqbyN/+zkfLzna/Wn+8y/Zodi93Im3WxNUoNH/vXFxCB+nA339JvOtafpHB9Jk4gFxcA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At+aC7HAAAA3AAAAA8AAAAAAAAAAAAA&#10;AAAAnwIAAGRycy9kb3ducmV2LnhtbFBLBQYAAAAABAAEAPcAAACTAwAAAAA=&#10;">
                  <v:imagedata r:id="rId6" o:title=""/>
                  <v:path arrowok="t"/>
                </v:shape>
                <w10:wrap anchorx="margin"/>
              </v:group>
            </w:pict>
          </mc:Fallback>
        </mc:AlternateContent>
      </w:r>
    </w:p>
    <w:p w:rsidR="001A2941" w:rsidRPr="0069635A" w:rsidRDefault="001A2941" w:rsidP="00C073CC">
      <w:pPr>
        <w:pStyle w:val="Default"/>
        <w:spacing w:line="276" w:lineRule="auto"/>
        <w:rPr>
          <w:rFonts w:asciiTheme="minorHAnsi" w:hAnsiTheme="minorHAnsi"/>
          <w:color w:val="000000" w:themeColor="text1"/>
          <w:sz w:val="28"/>
          <w:szCs w:val="28"/>
        </w:rPr>
      </w:pPr>
    </w:p>
    <w:p w:rsidR="001A2941" w:rsidRPr="0069635A" w:rsidRDefault="001A2941" w:rsidP="00C073CC">
      <w:pPr>
        <w:pStyle w:val="Default"/>
        <w:spacing w:line="276" w:lineRule="auto"/>
        <w:rPr>
          <w:rFonts w:asciiTheme="minorHAnsi" w:hAnsiTheme="minorHAnsi"/>
          <w:color w:val="000000" w:themeColor="text1"/>
          <w:sz w:val="28"/>
          <w:szCs w:val="28"/>
        </w:rPr>
      </w:pPr>
    </w:p>
    <w:p w:rsidR="001A2941" w:rsidRPr="0069635A" w:rsidRDefault="001A2941" w:rsidP="00C073CC">
      <w:pPr>
        <w:pStyle w:val="Default"/>
        <w:spacing w:line="276" w:lineRule="auto"/>
        <w:rPr>
          <w:rFonts w:asciiTheme="minorHAnsi" w:hAnsiTheme="minorHAnsi"/>
          <w:color w:val="000000" w:themeColor="text1"/>
          <w:sz w:val="28"/>
          <w:szCs w:val="28"/>
        </w:rPr>
      </w:pPr>
    </w:p>
    <w:p w:rsidR="00B65FC2" w:rsidRPr="0069635A" w:rsidRDefault="00B65FC2" w:rsidP="00822923">
      <w:pPr>
        <w:pStyle w:val="Default"/>
        <w:spacing w:line="276" w:lineRule="auto"/>
        <w:rPr>
          <w:rFonts w:asciiTheme="minorHAnsi" w:hAnsiTheme="minorHAnsi"/>
          <w:color w:val="000000" w:themeColor="text1"/>
          <w:sz w:val="28"/>
          <w:szCs w:val="28"/>
        </w:rPr>
      </w:pPr>
    </w:p>
    <w:p w:rsidR="00B65FC2" w:rsidRPr="0069635A" w:rsidRDefault="00B65FC2" w:rsidP="00822923">
      <w:pPr>
        <w:pStyle w:val="Default"/>
        <w:spacing w:line="276" w:lineRule="auto"/>
        <w:rPr>
          <w:rFonts w:asciiTheme="minorHAnsi" w:hAnsiTheme="minorHAnsi"/>
          <w:color w:val="000000" w:themeColor="text1"/>
          <w:sz w:val="28"/>
          <w:szCs w:val="28"/>
        </w:rPr>
      </w:pPr>
    </w:p>
    <w:p w:rsidR="00B65FC2" w:rsidRPr="0069635A" w:rsidRDefault="00B65FC2" w:rsidP="009D3A9E">
      <w:pPr>
        <w:pStyle w:val="Default"/>
        <w:spacing w:line="276" w:lineRule="auto"/>
        <w:rPr>
          <w:rFonts w:asciiTheme="minorHAnsi" w:hAnsiTheme="minorHAnsi"/>
          <w:noProof/>
          <w:color w:val="000000" w:themeColor="text1"/>
          <w:sz w:val="28"/>
          <w:szCs w:val="28"/>
          <w:lang w:eastAsia="en-NZ"/>
        </w:rPr>
      </w:pPr>
    </w:p>
    <w:p w:rsidR="009D3A9E" w:rsidRPr="0069635A" w:rsidRDefault="009D3A9E" w:rsidP="009D3A9E">
      <w:pPr>
        <w:pStyle w:val="Default"/>
        <w:spacing w:line="276" w:lineRule="auto"/>
        <w:rPr>
          <w:rFonts w:asciiTheme="minorHAnsi" w:hAnsiTheme="minorHAnsi"/>
          <w:color w:val="000000" w:themeColor="text1"/>
          <w:sz w:val="28"/>
          <w:szCs w:val="28"/>
        </w:rPr>
      </w:pPr>
    </w:p>
    <w:p w:rsidR="009D3A9E" w:rsidRPr="0069635A" w:rsidRDefault="00B07797" w:rsidP="009D3A9E">
      <w:pPr>
        <w:spacing w:after="0"/>
        <w:rPr>
          <w:b/>
          <w:color w:val="000000" w:themeColor="text1"/>
          <w:sz w:val="28"/>
          <w:szCs w:val="28"/>
        </w:rPr>
      </w:pPr>
      <w:r w:rsidRPr="0069635A">
        <w:rPr>
          <w:noProof/>
          <w:color w:val="000000" w:themeColor="text1"/>
          <w:sz w:val="28"/>
          <w:szCs w:val="28"/>
          <w:lang w:eastAsia="en-NZ"/>
        </w:rPr>
        <mc:AlternateContent>
          <mc:Choice Requires="wpg">
            <w:drawing>
              <wp:anchor distT="0" distB="0" distL="114300" distR="114300" simplePos="0" relativeHeight="251753472" behindDoc="0" locked="0" layoutInCell="1" allowOverlap="1" wp14:anchorId="568A0F0D" wp14:editId="0970396C">
                <wp:simplePos x="0" y="0"/>
                <wp:positionH relativeFrom="margin">
                  <wp:posOffset>-368300</wp:posOffset>
                </wp:positionH>
                <wp:positionV relativeFrom="paragraph">
                  <wp:posOffset>143510</wp:posOffset>
                </wp:positionV>
                <wp:extent cx="6486525" cy="1562100"/>
                <wp:effectExtent l="19050" t="19050" r="28575" b="19050"/>
                <wp:wrapNone/>
                <wp:docPr id="102" name="Group 1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86525" cy="1562100"/>
                          <a:chOff x="0" y="0"/>
                          <a:chExt cx="6486525" cy="1562100"/>
                        </a:xfrm>
                      </wpg:grpSpPr>
                      <wps:wsp>
                        <wps:cNvPr id="99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486525" cy="156210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38100">
                            <a:solidFill>
                              <a:srgbClr val="00AEE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228600" y="323851"/>
                            <a:ext cx="6115050" cy="4571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4F20" w:rsidRPr="00DE3047" w:rsidRDefault="00F44F20" w:rsidP="0069635A">
                              <w:pPr>
                                <w:rPr>
                                  <w:bCs/>
                                  <w:iCs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>Ka</w:t>
                              </w:r>
                              <w:proofErr w:type="spellEnd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>ngaro</w:t>
                              </w:r>
                              <w:proofErr w:type="spellEnd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>ngā</w:t>
                              </w:r>
                              <w:proofErr w:type="spellEnd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>paitini</w:t>
                              </w:r>
                              <w:proofErr w:type="spellEnd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e </w:t>
                              </w:r>
                              <w:proofErr w:type="spellStart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>whā</w:t>
                              </w:r>
                              <w:proofErr w:type="spellEnd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>mano</w:t>
                              </w:r>
                              <w:proofErr w:type="spellEnd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>inā</w:t>
                              </w:r>
                              <w:proofErr w:type="spellEnd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e </w:t>
                              </w:r>
                              <w:proofErr w:type="spellStart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>auahi</w:t>
                              </w:r>
                              <w:proofErr w:type="spellEnd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>kore</w:t>
                              </w:r>
                              <w:proofErr w:type="spellEnd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>ana</w:t>
                              </w:r>
                              <w:proofErr w:type="spellEnd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>te</w:t>
                              </w:r>
                              <w:proofErr w:type="spellEnd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>āhua</w:t>
                              </w:r>
                              <w:proofErr w:type="spellEnd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o </w:t>
                              </w:r>
                              <w:proofErr w:type="spellStart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>te</w:t>
                              </w:r>
                              <w:proofErr w:type="spellEnd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>kāinga</w:t>
                              </w:r>
                              <w:proofErr w:type="spellEnd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>noho</w:t>
                              </w:r>
                              <w:proofErr w:type="spellEnd"/>
                              <w:r w:rsidRPr="00DE3047">
                                <w:rPr>
                                  <w:b/>
                                  <w:bCs/>
                                  <w:iCs/>
                                  <w:color w:val="000000" w:themeColor="text1"/>
                                  <w:sz w:val="28"/>
                                  <w:szCs w:val="28"/>
                                </w:rPr>
                                <w:t>.</w:t>
                              </w:r>
                            </w:p>
                            <w:p w:rsidR="00F44F20" w:rsidRPr="00B65FC2" w:rsidRDefault="00F44F20" w:rsidP="0069635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1" name="Picture 101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76400" y="771525"/>
                            <a:ext cx="3000375" cy="693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68A0F0D" id="Group 102" o:spid="_x0000_s1060" style="position:absolute;margin-left:-29pt;margin-top:11.3pt;width:510.75pt;height:123pt;z-index:251753472;mso-position-horizontal-relative:margin;mso-height-relative:margin" coordsize="64865,1562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">
                <v:rect id="Rectangle 21" o:spid="_x0000_s1061" style="position:absolute;width:64865;height:1562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QXG74A&#10;AADbAAAADwAAAGRycy9kb3ducmV2LnhtbESPzQrCMBCE74LvEFbwpqke1FajFEH06g+el2Zti82m&#10;NLFWn94IgsdhZr5hVpvOVKKlxpWWFUzGEQjizOqScwWX8260AOE8ssbKMil4kYPNut9bYaLtk4/U&#10;nnwuAoRdggoK7+tESpcVZNCNbU0cvJttDPogm1zqBp8Bbio5jaKZNFhyWCiwpm1B2f30MAqm2Lav&#10;7W4xjw6cyn3qztcqeys1HHTpEoSnzv/Dv/ZBK4hj+H4JP0CuP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hUFxu+AAAA2wAAAA8AAAAAAAAAAAAAAAAAmAIAAGRycy9kb3ducmV2&#10;LnhtbFBLBQYAAAAABAAEAPUAAACDAwAAAAA=&#10;" strokecolor="#00aeef" strokeweight="3pt">
                  <v:fill opacity="0"/>
                </v:rect>
                <v:shape id="Text Box 22" o:spid="_x0000_s1062" type="#_x0000_t202" style="position:absolute;left:2286;top:3238;width:61150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xPEcUA&#10;AADcAAAADwAAAGRycy9kb3ducmV2LnhtbESPzW7CQAyE75V4h5WRuFRlA2qhTVkiqNQqVygPYLIm&#10;iZr1RtklP29fHyr1ZmvGM5932ega1VMXas8GVssEFHHhbc2lgcv359MrqBCRLTaeycBEAbL97GGH&#10;qfUDn6g/x1JJCIcUDVQxtqnWoajIYVj6lli0m+8cRlm7UtsOBwl3jV4nyUY7rFkaKmzpo6Li53x3&#10;Bm758PjyNly/4mV7et4csd5e/WTMYj4e3kFFGuO/+e86t4KfCL48IxPo/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nE8RxQAAANwAAAAPAAAAAAAAAAAAAAAAAJgCAABkcnMv&#10;ZG93bnJldi54bWxQSwUGAAAAAAQABAD1AAAAigMAAAAA&#10;" stroked="f">
                  <v:textbox>
                    <w:txbxContent>
                      <w:p w:rsidR="00F44F20" w:rsidRPr="00DE3047" w:rsidRDefault="00F44F20" w:rsidP="0069635A">
                        <w:pPr>
                          <w:rPr>
                            <w:bCs/>
                            <w:iCs/>
                            <w:color w:val="000000" w:themeColor="text1"/>
                            <w:sz w:val="24"/>
                            <w:szCs w:val="24"/>
                          </w:rPr>
                        </w:pPr>
                        <w:proofErr w:type="spellStart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>Ka</w:t>
                        </w:r>
                        <w:proofErr w:type="spellEnd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>ngaro</w:t>
                        </w:r>
                        <w:proofErr w:type="spellEnd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>ngā</w:t>
                        </w:r>
                        <w:proofErr w:type="spellEnd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>paitini</w:t>
                        </w:r>
                        <w:proofErr w:type="spellEnd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 xml:space="preserve"> e </w:t>
                        </w:r>
                        <w:proofErr w:type="spellStart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>whā</w:t>
                        </w:r>
                        <w:proofErr w:type="spellEnd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>mano</w:t>
                        </w:r>
                        <w:proofErr w:type="spellEnd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>inā</w:t>
                        </w:r>
                        <w:proofErr w:type="spellEnd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 xml:space="preserve"> e </w:t>
                        </w:r>
                        <w:proofErr w:type="spellStart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>auahi</w:t>
                        </w:r>
                        <w:proofErr w:type="spellEnd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>kore</w:t>
                        </w:r>
                        <w:proofErr w:type="spellEnd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>ana</w:t>
                        </w:r>
                        <w:proofErr w:type="spellEnd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>te</w:t>
                        </w:r>
                        <w:proofErr w:type="spellEnd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>āhua</w:t>
                        </w:r>
                        <w:proofErr w:type="spellEnd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 xml:space="preserve"> o </w:t>
                        </w:r>
                        <w:proofErr w:type="spellStart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>te</w:t>
                        </w:r>
                        <w:proofErr w:type="spellEnd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>kāinga</w:t>
                        </w:r>
                        <w:proofErr w:type="spellEnd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>noho</w:t>
                        </w:r>
                        <w:proofErr w:type="spellEnd"/>
                        <w:r w:rsidRPr="00DE3047">
                          <w:rPr>
                            <w:b/>
                            <w:bCs/>
                            <w:iCs/>
                            <w:color w:val="000000" w:themeColor="text1"/>
                            <w:sz w:val="28"/>
                            <w:szCs w:val="28"/>
                          </w:rPr>
                          <w:t>.</w:t>
                        </w:r>
                      </w:p>
                      <w:p w:rsidR="00F44F20" w:rsidRPr="00B65FC2" w:rsidRDefault="00F44F20" w:rsidP="0069635A"/>
                    </w:txbxContent>
                  </v:textbox>
                </v:shape>
                <v:shape id="Picture 101" o:spid="_x0000_s1063" type="#_x0000_t75" style="position:absolute;left:16764;top:7715;width:30003;height:693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FOZofGAAAA3AAAAA8AAABkcnMvZG93bnJldi54bWxEj0FrAjEQhe8F/0MYoZeiWUsRWY0iilKo&#10;l25V8DZuxt3oZrJsUl3/vREKvc3w3vvmzWTW2kpcqfHGsYJBPwFBnDttuFCw/Vn1RiB8QNZYOSYF&#10;d/Iwm3ZeJphqd+NvumahEBHCPkUFZQh1KqXPS7Lo+64mjtrJNRZDXJtC6gZvEW4r+Z4kQ2nRcLxQ&#10;Yk2LkvJL9msj5XzMFsv9Rg4PH6fd15s3y93aKPXabedjEIHa8G/+S3/qWD8ZwPOZOIGcPg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AU5mh8YAAADcAAAADwAAAAAAAAAAAAAA&#10;AACfAgAAZHJzL2Rvd25yZXYueG1sUEsFBgAAAAAEAAQA9wAAAJIDAAAAAA==&#10;">
                  <v:imagedata r:id="rId6" o:title=""/>
                  <v:path arrowok="t"/>
                </v:shape>
                <w10:wrap anchorx="margin"/>
              </v:group>
            </w:pict>
          </mc:Fallback>
        </mc:AlternateContent>
      </w:r>
    </w:p>
    <w:p w:rsidR="009D3A9E" w:rsidRPr="0069635A" w:rsidRDefault="009D3A9E" w:rsidP="00822923">
      <w:pPr>
        <w:pStyle w:val="Default"/>
        <w:spacing w:line="276" w:lineRule="auto"/>
        <w:rPr>
          <w:rFonts w:asciiTheme="minorHAnsi" w:hAnsiTheme="minorHAnsi"/>
          <w:color w:val="000000" w:themeColor="text1"/>
          <w:sz w:val="28"/>
          <w:szCs w:val="28"/>
        </w:rPr>
      </w:pPr>
    </w:p>
    <w:p w:rsidR="00680F62" w:rsidRPr="0069635A" w:rsidRDefault="00680F62" w:rsidP="00822923">
      <w:pPr>
        <w:pStyle w:val="Default"/>
        <w:spacing w:line="276" w:lineRule="auto"/>
        <w:rPr>
          <w:rFonts w:asciiTheme="minorHAnsi" w:hAnsiTheme="minorHAnsi"/>
          <w:color w:val="000000" w:themeColor="text1"/>
          <w:sz w:val="28"/>
          <w:szCs w:val="28"/>
        </w:rPr>
      </w:pPr>
    </w:p>
    <w:p w:rsidR="009D3A9E" w:rsidRPr="0069635A" w:rsidRDefault="009D3A9E" w:rsidP="009D3A9E">
      <w:pPr>
        <w:pStyle w:val="Default"/>
        <w:spacing w:line="276" w:lineRule="auto"/>
        <w:rPr>
          <w:rFonts w:asciiTheme="minorHAnsi" w:hAnsiTheme="minorHAnsi"/>
          <w:color w:val="000000" w:themeColor="text1"/>
          <w:sz w:val="28"/>
          <w:szCs w:val="28"/>
        </w:rPr>
      </w:pPr>
    </w:p>
    <w:p w:rsidR="00B65FC2" w:rsidRPr="0069635A" w:rsidRDefault="00B65FC2" w:rsidP="009D3A9E">
      <w:pPr>
        <w:pStyle w:val="Default"/>
        <w:spacing w:line="276" w:lineRule="auto"/>
        <w:rPr>
          <w:rFonts w:asciiTheme="minorHAnsi" w:hAnsiTheme="minorHAnsi"/>
          <w:color w:val="000000" w:themeColor="text1"/>
          <w:sz w:val="28"/>
          <w:szCs w:val="28"/>
        </w:rPr>
      </w:pPr>
    </w:p>
    <w:p w:rsidR="00B65FC2" w:rsidRPr="0069635A" w:rsidRDefault="00B65FC2" w:rsidP="009D3A9E">
      <w:pPr>
        <w:pStyle w:val="Default"/>
        <w:spacing w:line="276" w:lineRule="auto"/>
        <w:rPr>
          <w:rFonts w:asciiTheme="minorHAnsi" w:hAnsiTheme="minorHAnsi"/>
          <w:color w:val="000000" w:themeColor="text1"/>
          <w:sz w:val="28"/>
          <w:szCs w:val="28"/>
        </w:rPr>
      </w:pPr>
    </w:p>
    <w:p w:rsidR="00E97CE5" w:rsidRPr="0069635A" w:rsidRDefault="00E97CE5" w:rsidP="00822923">
      <w:pPr>
        <w:spacing w:after="0"/>
        <w:rPr>
          <w:sz w:val="28"/>
          <w:szCs w:val="28"/>
        </w:rPr>
      </w:pPr>
    </w:p>
    <w:sectPr w:rsidR="00E97CE5" w:rsidRPr="0069635A" w:rsidSect="00304953">
      <w:pgSz w:w="11906" w:h="16838"/>
      <w:pgMar w:top="567" w:right="1440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912"/>
    <w:rsid w:val="00000158"/>
    <w:rsid w:val="00001898"/>
    <w:rsid w:val="000019D0"/>
    <w:rsid w:val="00001CC8"/>
    <w:rsid w:val="00001CD4"/>
    <w:rsid w:val="0000207C"/>
    <w:rsid w:val="00003401"/>
    <w:rsid w:val="0000398E"/>
    <w:rsid w:val="00004756"/>
    <w:rsid w:val="00004DB2"/>
    <w:rsid w:val="000050EA"/>
    <w:rsid w:val="000053E1"/>
    <w:rsid w:val="000057BD"/>
    <w:rsid w:val="0000583A"/>
    <w:rsid w:val="00005C6D"/>
    <w:rsid w:val="000065FC"/>
    <w:rsid w:val="0000773D"/>
    <w:rsid w:val="00007C80"/>
    <w:rsid w:val="00007E25"/>
    <w:rsid w:val="00007EC1"/>
    <w:rsid w:val="0001061B"/>
    <w:rsid w:val="00011237"/>
    <w:rsid w:val="0001129C"/>
    <w:rsid w:val="00012832"/>
    <w:rsid w:val="00012F3A"/>
    <w:rsid w:val="00014284"/>
    <w:rsid w:val="00014A2B"/>
    <w:rsid w:val="0001546A"/>
    <w:rsid w:val="000160A3"/>
    <w:rsid w:val="00016344"/>
    <w:rsid w:val="00016682"/>
    <w:rsid w:val="00017825"/>
    <w:rsid w:val="00017B1B"/>
    <w:rsid w:val="00020469"/>
    <w:rsid w:val="00020AFF"/>
    <w:rsid w:val="0002105A"/>
    <w:rsid w:val="00021510"/>
    <w:rsid w:val="00021ECE"/>
    <w:rsid w:val="00022A76"/>
    <w:rsid w:val="00023F76"/>
    <w:rsid w:val="000242D8"/>
    <w:rsid w:val="00024340"/>
    <w:rsid w:val="00025B27"/>
    <w:rsid w:val="000270E1"/>
    <w:rsid w:val="000271ED"/>
    <w:rsid w:val="0002725A"/>
    <w:rsid w:val="000307F4"/>
    <w:rsid w:val="000318A1"/>
    <w:rsid w:val="000321CF"/>
    <w:rsid w:val="0003307F"/>
    <w:rsid w:val="00033219"/>
    <w:rsid w:val="0003326E"/>
    <w:rsid w:val="00033899"/>
    <w:rsid w:val="000346B2"/>
    <w:rsid w:val="00035365"/>
    <w:rsid w:val="0003551F"/>
    <w:rsid w:val="00035B8F"/>
    <w:rsid w:val="000365D1"/>
    <w:rsid w:val="00036C80"/>
    <w:rsid w:val="000370FB"/>
    <w:rsid w:val="00037B37"/>
    <w:rsid w:val="00037C3E"/>
    <w:rsid w:val="0004087C"/>
    <w:rsid w:val="000409B9"/>
    <w:rsid w:val="00040AAC"/>
    <w:rsid w:val="00040E8E"/>
    <w:rsid w:val="000410A8"/>
    <w:rsid w:val="00041774"/>
    <w:rsid w:val="00041E33"/>
    <w:rsid w:val="00042201"/>
    <w:rsid w:val="0004290B"/>
    <w:rsid w:val="00044795"/>
    <w:rsid w:val="00044E1C"/>
    <w:rsid w:val="00044EDA"/>
    <w:rsid w:val="000458DC"/>
    <w:rsid w:val="00045976"/>
    <w:rsid w:val="00045A28"/>
    <w:rsid w:val="00045B29"/>
    <w:rsid w:val="000466AB"/>
    <w:rsid w:val="00046738"/>
    <w:rsid w:val="00046D91"/>
    <w:rsid w:val="00047300"/>
    <w:rsid w:val="000501E1"/>
    <w:rsid w:val="00050251"/>
    <w:rsid w:val="000511CB"/>
    <w:rsid w:val="00051982"/>
    <w:rsid w:val="00052992"/>
    <w:rsid w:val="00052CD9"/>
    <w:rsid w:val="00053366"/>
    <w:rsid w:val="00053952"/>
    <w:rsid w:val="00053ACA"/>
    <w:rsid w:val="00053B18"/>
    <w:rsid w:val="0005513C"/>
    <w:rsid w:val="00056C7C"/>
    <w:rsid w:val="00060240"/>
    <w:rsid w:val="00060876"/>
    <w:rsid w:val="00060B59"/>
    <w:rsid w:val="00060C8F"/>
    <w:rsid w:val="0006163E"/>
    <w:rsid w:val="00061796"/>
    <w:rsid w:val="00061814"/>
    <w:rsid w:val="000630CE"/>
    <w:rsid w:val="000634C7"/>
    <w:rsid w:val="00063CF6"/>
    <w:rsid w:val="00064EEF"/>
    <w:rsid w:val="000650C9"/>
    <w:rsid w:val="00065FA7"/>
    <w:rsid w:val="000706E6"/>
    <w:rsid w:val="00070B46"/>
    <w:rsid w:val="00071F45"/>
    <w:rsid w:val="00072482"/>
    <w:rsid w:val="00072909"/>
    <w:rsid w:val="00072AD2"/>
    <w:rsid w:val="000732C9"/>
    <w:rsid w:val="00073BA2"/>
    <w:rsid w:val="000744E0"/>
    <w:rsid w:val="00075E86"/>
    <w:rsid w:val="000765A3"/>
    <w:rsid w:val="00077C0A"/>
    <w:rsid w:val="00077C66"/>
    <w:rsid w:val="00077E1A"/>
    <w:rsid w:val="00080AD2"/>
    <w:rsid w:val="00080F8F"/>
    <w:rsid w:val="00081080"/>
    <w:rsid w:val="00081157"/>
    <w:rsid w:val="00081888"/>
    <w:rsid w:val="00081C36"/>
    <w:rsid w:val="000838B1"/>
    <w:rsid w:val="00083D91"/>
    <w:rsid w:val="00083ECD"/>
    <w:rsid w:val="00083F91"/>
    <w:rsid w:val="00086100"/>
    <w:rsid w:val="00086CB4"/>
    <w:rsid w:val="0009025A"/>
    <w:rsid w:val="000916B8"/>
    <w:rsid w:val="00091A14"/>
    <w:rsid w:val="00091CA2"/>
    <w:rsid w:val="00093E2A"/>
    <w:rsid w:val="000943A8"/>
    <w:rsid w:val="0009466D"/>
    <w:rsid w:val="0009621D"/>
    <w:rsid w:val="00096EED"/>
    <w:rsid w:val="00097559"/>
    <w:rsid w:val="00097D1F"/>
    <w:rsid w:val="00097E2A"/>
    <w:rsid w:val="00097F40"/>
    <w:rsid w:val="000A0051"/>
    <w:rsid w:val="000A02B1"/>
    <w:rsid w:val="000A19AE"/>
    <w:rsid w:val="000A393A"/>
    <w:rsid w:val="000A469B"/>
    <w:rsid w:val="000A4AE1"/>
    <w:rsid w:val="000A57A3"/>
    <w:rsid w:val="000A6B0B"/>
    <w:rsid w:val="000A6C84"/>
    <w:rsid w:val="000A7757"/>
    <w:rsid w:val="000B037F"/>
    <w:rsid w:val="000B047E"/>
    <w:rsid w:val="000B30C2"/>
    <w:rsid w:val="000B39A6"/>
    <w:rsid w:val="000B493E"/>
    <w:rsid w:val="000B562F"/>
    <w:rsid w:val="000B57F3"/>
    <w:rsid w:val="000B5D4D"/>
    <w:rsid w:val="000B6209"/>
    <w:rsid w:val="000B6869"/>
    <w:rsid w:val="000B7635"/>
    <w:rsid w:val="000B7CAC"/>
    <w:rsid w:val="000B7FF3"/>
    <w:rsid w:val="000C0836"/>
    <w:rsid w:val="000C1BBE"/>
    <w:rsid w:val="000C1FDA"/>
    <w:rsid w:val="000C22AB"/>
    <w:rsid w:val="000C2DC5"/>
    <w:rsid w:val="000C4BCD"/>
    <w:rsid w:val="000C5B43"/>
    <w:rsid w:val="000C6A9B"/>
    <w:rsid w:val="000C7734"/>
    <w:rsid w:val="000C79BF"/>
    <w:rsid w:val="000D09D1"/>
    <w:rsid w:val="000D1050"/>
    <w:rsid w:val="000D122C"/>
    <w:rsid w:val="000D3086"/>
    <w:rsid w:val="000D3960"/>
    <w:rsid w:val="000D45E8"/>
    <w:rsid w:val="000D4CB9"/>
    <w:rsid w:val="000D4D4D"/>
    <w:rsid w:val="000D533A"/>
    <w:rsid w:val="000D57BD"/>
    <w:rsid w:val="000D6367"/>
    <w:rsid w:val="000D650E"/>
    <w:rsid w:val="000D6B83"/>
    <w:rsid w:val="000D7161"/>
    <w:rsid w:val="000D7C04"/>
    <w:rsid w:val="000E0079"/>
    <w:rsid w:val="000E0C3D"/>
    <w:rsid w:val="000E2338"/>
    <w:rsid w:val="000E2394"/>
    <w:rsid w:val="000E2575"/>
    <w:rsid w:val="000E3057"/>
    <w:rsid w:val="000E3344"/>
    <w:rsid w:val="000E4128"/>
    <w:rsid w:val="000E450F"/>
    <w:rsid w:val="000E51B7"/>
    <w:rsid w:val="000E56D0"/>
    <w:rsid w:val="000E5C1C"/>
    <w:rsid w:val="000E6227"/>
    <w:rsid w:val="000E7AEB"/>
    <w:rsid w:val="000E7B3C"/>
    <w:rsid w:val="000F081A"/>
    <w:rsid w:val="000F1018"/>
    <w:rsid w:val="000F1C4E"/>
    <w:rsid w:val="000F25D1"/>
    <w:rsid w:val="000F2EC6"/>
    <w:rsid w:val="000F3879"/>
    <w:rsid w:val="000F56BD"/>
    <w:rsid w:val="000F6283"/>
    <w:rsid w:val="000F6392"/>
    <w:rsid w:val="000F704C"/>
    <w:rsid w:val="000F74CD"/>
    <w:rsid w:val="000F79F2"/>
    <w:rsid w:val="000F7A62"/>
    <w:rsid w:val="000F7FC5"/>
    <w:rsid w:val="00100161"/>
    <w:rsid w:val="001001AF"/>
    <w:rsid w:val="0010104F"/>
    <w:rsid w:val="0010152D"/>
    <w:rsid w:val="00101990"/>
    <w:rsid w:val="00101CE4"/>
    <w:rsid w:val="00102634"/>
    <w:rsid w:val="00103DA3"/>
    <w:rsid w:val="00104835"/>
    <w:rsid w:val="00104E45"/>
    <w:rsid w:val="00106F36"/>
    <w:rsid w:val="00106FD8"/>
    <w:rsid w:val="0010731E"/>
    <w:rsid w:val="001073AD"/>
    <w:rsid w:val="00107E8C"/>
    <w:rsid w:val="001109FA"/>
    <w:rsid w:val="00111828"/>
    <w:rsid w:val="00111DCD"/>
    <w:rsid w:val="00111F60"/>
    <w:rsid w:val="001128D3"/>
    <w:rsid w:val="00113007"/>
    <w:rsid w:val="0011329F"/>
    <w:rsid w:val="00113D0F"/>
    <w:rsid w:val="00114099"/>
    <w:rsid w:val="0011451B"/>
    <w:rsid w:val="0011461C"/>
    <w:rsid w:val="00114D12"/>
    <w:rsid w:val="001153E4"/>
    <w:rsid w:val="0011690A"/>
    <w:rsid w:val="00116BF6"/>
    <w:rsid w:val="00116C06"/>
    <w:rsid w:val="00116DFF"/>
    <w:rsid w:val="00117463"/>
    <w:rsid w:val="00117B62"/>
    <w:rsid w:val="001203C4"/>
    <w:rsid w:val="00121080"/>
    <w:rsid w:val="0012204A"/>
    <w:rsid w:val="00122A67"/>
    <w:rsid w:val="001230ED"/>
    <w:rsid w:val="0012359E"/>
    <w:rsid w:val="0012398E"/>
    <w:rsid w:val="001239DE"/>
    <w:rsid w:val="00123B88"/>
    <w:rsid w:val="00124958"/>
    <w:rsid w:val="001268E5"/>
    <w:rsid w:val="00126D08"/>
    <w:rsid w:val="00127709"/>
    <w:rsid w:val="00130274"/>
    <w:rsid w:val="0013042F"/>
    <w:rsid w:val="0013057E"/>
    <w:rsid w:val="001306E8"/>
    <w:rsid w:val="0013085F"/>
    <w:rsid w:val="00130AB4"/>
    <w:rsid w:val="001310C7"/>
    <w:rsid w:val="00131A97"/>
    <w:rsid w:val="00131ED6"/>
    <w:rsid w:val="00132945"/>
    <w:rsid w:val="001349DD"/>
    <w:rsid w:val="00134D88"/>
    <w:rsid w:val="00134FF4"/>
    <w:rsid w:val="00136189"/>
    <w:rsid w:val="00136378"/>
    <w:rsid w:val="0013779D"/>
    <w:rsid w:val="00140DA0"/>
    <w:rsid w:val="00142332"/>
    <w:rsid w:val="001426D6"/>
    <w:rsid w:val="00142CBA"/>
    <w:rsid w:val="00143016"/>
    <w:rsid w:val="001434BD"/>
    <w:rsid w:val="00143993"/>
    <w:rsid w:val="00144F92"/>
    <w:rsid w:val="0014556F"/>
    <w:rsid w:val="001456B8"/>
    <w:rsid w:val="00145A90"/>
    <w:rsid w:val="00146075"/>
    <w:rsid w:val="00146205"/>
    <w:rsid w:val="00146227"/>
    <w:rsid w:val="0014675D"/>
    <w:rsid w:val="0014718E"/>
    <w:rsid w:val="00147384"/>
    <w:rsid w:val="0014774B"/>
    <w:rsid w:val="00150499"/>
    <w:rsid w:val="00150650"/>
    <w:rsid w:val="00150E7F"/>
    <w:rsid w:val="001511A4"/>
    <w:rsid w:val="001511BA"/>
    <w:rsid w:val="0015179B"/>
    <w:rsid w:val="001518DB"/>
    <w:rsid w:val="00152642"/>
    <w:rsid w:val="00152EA7"/>
    <w:rsid w:val="00153151"/>
    <w:rsid w:val="00153EF4"/>
    <w:rsid w:val="0015460F"/>
    <w:rsid w:val="001547F9"/>
    <w:rsid w:val="0015496C"/>
    <w:rsid w:val="001553FC"/>
    <w:rsid w:val="0015714A"/>
    <w:rsid w:val="001571A4"/>
    <w:rsid w:val="00157533"/>
    <w:rsid w:val="00157611"/>
    <w:rsid w:val="00157BA7"/>
    <w:rsid w:val="001607E1"/>
    <w:rsid w:val="00161446"/>
    <w:rsid w:val="00161BDB"/>
    <w:rsid w:val="0016249E"/>
    <w:rsid w:val="00162CFC"/>
    <w:rsid w:val="00162FA8"/>
    <w:rsid w:val="0016344E"/>
    <w:rsid w:val="00163F41"/>
    <w:rsid w:val="001641D5"/>
    <w:rsid w:val="001643C5"/>
    <w:rsid w:val="001645E9"/>
    <w:rsid w:val="00165898"/>
    <w:rsid w:val="001658E3"/>
    <w:rsid w:val="00165C76"/>
    <w:rsid w:val="00166E32"/>
    <w:rsid w:val="00167687"/>
    <w:rsid w:val="00167D19"/>
    <w:rsid w:val="00173153"/>
    <w:rsid w:val="00173788"/>
    <w:rsid w:val="00174140"/>
    <w:rsid w:val="0017415A"/>
    <w:rsid w:val="001741C0"/>
    <w:rsid w:val="001750C4"/>
    <w:rsid w:val="001754DE"/>
    <w:rsid w:val="00175A45"/>
    <w:rsid w:val="00180A32"/>
    <w:rsid w:val="00180C08"/>
    <w:rsid w:val="00180D6E"/>
    <w:rsid w:val="0018109B"/>
    <w:rsid w:val="00181A46"/>
    <w:rsid w:val="00181C3F"/>
    <w:rsid w:val="00182883"/>
    <w:rsid w:val="001828F6"/>
    <w:rsid w:val="00182EAB"/>
    <w:rsid w:val="00183D68"/>
    <w:rsid w:val="00184F4D"/>
    <w:rsid w:val="00185C3C"/>
    <w:rsid w:val="00185F1D"/>
    <w:rsid w:val="00190087"/>
    <w:rsid w:val="00190320"/>
    <w:rsid w:val="0019077D"/>
    <w:rsid w:val="00191579"/>
    <w:rsid w:val="00192115"/>
    <w:rsid w:val="00192606"/>
    <w:rsid w:val="001927E8"/>
    <w:rsid w:val="00192C82"/>
    <w:rsid w:val="00192EC2"/>
    <w:rsid w:val="00193A42"/>
    <w:rsid w:val="00193C22"/>
    <w:rsid w:val="00194513"/>
    <w:rsid w:val="001946F9"/>
    <w:rsid w:val="00194A01"/>
    <w:rsid w:val="001954CB"/>
    <w:rsid w:val="00196B7A"/>
    <w:rsid w:val="00197ED0"/>
    <w:rsid w:val="001A0D82"/>
    <w:rsid w:val="001A1762"/>
    <w:rsid w:val="001A21AB"/>
    <w:rsid w:val="001A2941"/>
    <w:rsid w:val="001A43D9"/>
    <w:rsid w:val="001A45B1"/>
    <w:rsid w:val="001A4819"/>
    <w:rsid w:val="001A4AFF"/>
    <w:rsid w:val="001A5B23"/>
    <w:rsid w:val="001A7860"/>
    <w:rsid w:val="001A786F"/>
    <w:rsid w:val="001B0C90"/>
    <w:rsid w:val="001B1778"/>
    <w:rsid w:val="001B3015"/>
    <w:rsid w:val="001B30AC"/>
    <w:rsid w:val="001B4103"/>
    <w:rsid w:val="001B4D61"/>
    <w:rsid w:val="001B5EA0"/>
    <w:rsid w:val="001B6318"/>
    <w:rsid w:val="001B6676"/>
    <w:rsid w:val="001B6DF3"/>
    <w:rsid w:val="001B797E"/>
    <w:rsid w:val="001B7BF0"/>
    <w:rsid w:val="001B7C62"/>
    <w:rsid w:val="001B7CF6"/>
    <w:rsid w:val="001B7DB4"/>
    <w:rsid w:val="001C1778"/>
    <w:rsid w:val="001C2EC9"/>
    <w:rsid w:val="001C3F42"/>
    <w:rsid w:val="001C4616"/>
    <w:rsid w:val="001C4CBF"/>
    <w:rsid w:val="001C5482"/>
    <w:rsid w:val="001C5926"/>
    <w:rsid w:val="001C5B4E"/>
    <w:rsid w:val="001C5C1B"/>
    <w:rsid w:val="001C7C05"/>
    <w:rsid w:val="001D04CA"/>
    <w:rsid w:val="001D10A4"/>
    <w:rsid w:val="001D1191"/>
    <w:rsid w:val="001D1EBE"/>
    <w:rsid w:val="001D28CD"/>
    <w:rsid w:val="001D31D3"/>
    <w:rsid w:val="001D31F7"/>
    <w:rsid w:val="001D3DA9"/>
    <w:rsid w:val="001D3F21"/>
    <w:rsid w:val="001D4AF8"/>
    <w:rsid w:val="001D54D8"/>
    <w:rsid w:val="001D5CD6"/>
    <w:rsid w:val="001D652E"/>
    <w:rsid w:val="001D6B1E"/>
    <w:rsid w:val="001D6DF5"/>
    <w:rsid w:val="001E1B10"/>
    <w:rsid w:val="001E1D1E"/>
    <w:rsid w:val="001E2761"/>
    <w:rsid w:val="001E54B0"/>
    <w:rsid w:val="001E5AF2"/>
    <w:rsid w:val="001E6184"/>
    <w:rsid w:val="001E6535"/>
    <w:rsid w:val="001E6726"/>
    <w:rsid w:val="001E67ED"/>
    <w:rsid w:val="001E6CB0"/>
    <w:rsid w:val="001E6CE9"/>
    <w:rsid w:val="001E7780"/>
    <w:rsid w:val="001E79A0"/>
    <w:rsid w:val="001F0410"/>
    <w:rsid w:val="001F3209"/>
    <w:rsid w:val="001F3E35"/>
    <w:rsid w:val="001F4498"/>
    <w:rsid w:val="001F45A2"/>
    <w:rsid w:val="001F46D5"/>
    <w:rsid w:val="001F5234"/>
    <w:rsid w:val="001F5BE7"/>
    <w:rsid w:val="001F5CBA"/>
    <w:rsid w:val="001F75FD"/>
    <w:rsid w:val="0020033D"/>
    <w:rsid w:val="00200855"/>
    <w:rsid w:val="00200C0E"/>
    <w:rsid w:val="002015F5"/>
    <w:rsid w:val="002016E1"/>
    <w:rsid w:val="00202485"/>
    <w:rsid w:val="00202B26"/>
    <w:rsid w:val="00204504"/>
    <w:rsid w:val="00204632"/>
    <w:rsid w:val="00204EA8"/>
    <w:rsid w:val="00205A09"/>
    <w:rsid w:val="00206706"/>
    <w:rsid w:val="00206A91"/>
    <w:rsid w:val="00207898"/>
    <w:rsid w:val="0021071F"/>
    <w:rsid w:val="002123D4"/>
    <w:rsid w:val="00213522"/>
    <w:rsid w:val="002135A8"/>
    <w:rsid w:val="0021414E"/>
    <w:rsid w:val="00214A80"/>
    <w:rsid w:val="002150B5"/>
    <w:rsid w:val="00215D7F"/>
    <w:rsid w:val="002174A2"/>
    <w:rsid w:val="0021757F"/>
    <w:rsid w:val="002179D6"/>
    <w:rsid w:val="00220587"/>
    <w:rsid w:val="00220E10"/>
    <w:rsid w:val="0022114D"/>
    <w:rsid w:val="00222053"/>
    <w:rsid w:val="00222F8F"/>
    <w:rsid w:val="0022328D"/>
    <w:rsid w:val="00223E8C"/>
    <w:rsid w:val="00224A6D"/>
    <w:rsid w:val="002250D4"/>
    <w:rsid w:val="00226414"/>
    <w:rsid w:val="00227304"/>
    <w:rsid w:val="00227434"/>
    <w:rsid w:val="002277D8"/>
    <w:rsid w:val="00227A4C"/>
    <w:rsid w:val="00227B9B"/>
    <w:rsid w:val="00227DFD"/>
    <w:rsid w:val="002317BE"/>
    <w:rsid w:val="0023188E"/>
    <w:rsid w:val="00233108"/>
    <w:rsid w:val="002337A8"/>
    <w:rsid w:val="002337D6"/>
    <w:rsid w:val="00234895"/>
    <w:rsid w:val="00234971"/>
    <w:rsid w:val="00235C8D"/>
    <w:rsid w:val="002364AF"/>
    <w:rsid w:val="00236C6D"/>
    <w:rsid w:val="002371DE"/>
    <w:rsid w:val="00237D48"/>
    <w:rsid w:val="00237F65"/>
    <w:rsid w:val="002404B1"/>
    <w:rsid w:val="00242AF7"/>
    <w:rsid w:val="00242AFA"/>
    <w:rsid w:val="00242D95"/>
    <w:rsid w:val="00242DD2"/>
    <w:rsid w:val="00242E64"/>
    <w:rsid w:val="002432DF"/>
    <w:rsid w:val="00246023"/>
    <w:rsid w:val="0024620B"/>
    <w:rsid w:val="002466D5"/>
    <w:rsid w:val="00246AF2"/>
    <w:rsid w:val="002478CE"/>
    <w:rsid w:val="00251008"/>
    <w:rsid w:val="00251F57"/>
    <w:rsid w:val="002538E1"/>
    <w:rsid w:val="00253FCF"/>
    <w:rsid w:val="00255180"/>
    <w:rsid w:val="0025613C"/>
    <w:rsid w:val="002567F8"/>
    <w:rsid w:val="00257B3C"/>
    <w:rsid w:val="00260F28"/>
    <w:rsid w:val="00261329"/>
    <w:rsid w:val="002629B7"/>
    <w:rsid w:val="00262AC3"/>
    <w:rsid w:val="0026358F"/>
    <w:rsid w:val="00265DFC"/>
    <w:rsid w:val="00266401"/>
    <w:rsid w:val="0026674A"/>
    <w:rsid w:val="00267AEA"/>
    <w:rsid w:val="0027056A"/>
    <w:rsid w:val="0027102E"/>
    <w:rsid w:val="00272533"/>
    <w:rsid w:val="00273157"/>
    <w:rsid w:val="002734DF"/>
    <w:rsid w:val="00273B07"/>
    <w:rsid w:val="00274204"/>
    <w:rsid w:val="002743F5"/>
    <w:rsid w:val="00274725"/>
    <w:rsid w:val="0027537F"/>
    <w:rsid w:val="00275CFB"/>
    <w:rsid w:val="0027625F"/>
    <w:rsid w:val="00276A2B"/>
    <w:rsid w:val="00276CB0"/>
    <w:rsid w:val="00280603"/>
    <w:rsid w:val="00280719"/>
    <w:rsid w:val="00280D44"/>
    <w:rsid w:val="002818AE"/>
    <w:rsid w:val="00281C55"/>
    <w:rsid w:val="00281C8A"/>
    <w:rsid w:val="00284106"/>
    <w:rsid w:val="002850BC"/>
    <w:rsid w:val="00285D4A"/>
    <w:rsid w:val="00286FD6"/>
    <w:rsid w:val="002910D5"/>
    <w:rsid w:val="0029127A"/>
    <w:rsid w:val="002929AE"/>
    <w:rsid w:val="00294077"/>
    <w:rsid w:val="00294782"/>
    <w:rsid w:val="0029557D"/>
    <w:rsid w:val="00295928"/>
    <w:rsid w:val="00296314"/>
    <w:rsid w:val="002963DE"/>
    <w:rsid w:val="00296433"/>
    <w:rsid w:val="00296592"/>
    <w:rsid w:val="0029694A"/>
    <w:rsid w:val="00296E41"/>
    <w:rsid w:val="00297971"/>
    <w:rsid w:val="00297C2B"/>
    <w:rsid w:val="002A003C"/>
    <w:rsid w:val="002A00E1"/>
    <w:rsid w:val="002A015C"/>
    <w:rsid w:val="002A0F85"/>
    <w:rsid w:val="002A17B1"/>
    <w:rsid w:val="002A2166"/>
    <w:rsid w:val="002A2438"/>
    <w:rsid w:val="002A282A"/>
    <w:rsid w:val="002A3658"/>
    <w:rsid w:val="002A45BE"/>
    <w:rsid w:val="002A5E63"/>
    <w:rsid w:val="002A7696"/>
    <w:rsid w:val="002A7BB2"/>
    <w:rsid w:val="002A7CE7"/>
    <w:rsid w:val="002B0A43"/>
    <w:rsid w:val="002B14FC"/>
    <w:rsid w:val="002B1C59"/>
    <w:rsid w:val="002B38C4"/>
    <w:rsid w:val="002B3A45"/>
    <w:rsid w:val="002B61A9"/>
    <w:rsid w:val="002B635E"/>
    <w:rsid w:val="002B6673"/>
    <w:rsid w:val="002B7907"/>
    <w:rsid w:val="002C0284"/>
    <w:rsid w:val="002C07AA"/>
    <w:rsid w:val="002C07FA"/>
    <w:rsid w:val="002C1021"/>
    <w:rsid w:val="002C1AC5"/>
    <w:rsid w:val="002C1EE8"/>
    <w:rsid w:val="002C38E2"/>
    <w:rsid w:val="002C4241"/>
    <w:rsid w:val="002C46C0"/>
    <w:rsid w:val="002C4C3F"/>
    <w:rsid w:val="002C4D05"/>
    <w:rsid w:val="002C60B8"/>
    <w:rsid w:val="002C6176"/>
    <w:rsid w:val="002C6F8F"/>
    <w:rsid w:val="002C7D84"/>
    <w:rsid w:val="002D0CD1"/>
    <w:rsid w:val="002D0CE2"/>
    <w:rsid w:val="002D0DD1"/>
    <w:rsid w:val="002D10CE"/>
    <w:rsid w:val="002D146A"/>
    <w:rsid w:val="002D1FB3"/>
    <w:rsid w:val="002D221C"/>
    <w:rsid w:val="002D2E5E"/>
    <w:rsid w:val="002D3A63"/>
    <w:rsid w:val="002D3F52"/>
    <w:rsid w:val="002D41F7"/>
    <w:rsid w:val="002D533B"/>
    <w:rsid w:val="002D53D2"/>
    <w:rsid w:val="002D5467"/>
    <w:rsid w:val="002D5E07"/>
    <w:rsid w:val="002D6B9C"/>
    <w:rsid w:val="002D6C4F"/>
    <w:rsid w:val="002D73C7"/>
    <w:rsid w:val="002E03A4"/>
    <w:rsid w:val="002E10B3"/>
    <w:rsid w:val="002E1669"/>
    <w:rsid w:val="002E1B6F"/>
    <w:rsid w:val="002E1E7D"/>
    <w:rsid w:val="002E21CA"/>
    <w:rsid w:val="002E440F"/>
    <w:rsid w:val="002E4C85"/>
    <w:rsid w:val="002E5691"/>
    <w:rsid w:val="002E612D"/>
    <w:rsid w:val="002E61B8"/>
    <w:rsid w:val="002E6792"/>
    <w:rsid w:val="002E67C1"/>
    <w:rsid w:val="002F00CA"/>
    <w:rsid w:val="002F0A16"/>
    <w:rsid w:val="002F15C6"/>
    <w:rsid w:val="002F1A05"/>
    <w:rsid w:val="002F1E60"/>
    <w:rsid w:val="002F236B"/>
    <w:rsid w:val="002F3648"/>
    <w:rsid w:val="002F3975"/>
    <w:rsid w:val="002F4375"/>
    <w:rsid w:val="002F52E9"/>
    <w:rsid w:val="002F5381"/>
    <w:rsid w:val="002F5658"/>
    <w:rsid w:val="002F5C70"/>
    <w:rsid w:val="002F631F"/>
    <w:rsid w:val="002F66CA"/>
    <w:rsid w:val="002F6E64"/>
    <w:rsid w:val="002F7C3C"/>
    <w:rsid w:val="00300CE7"/>
    <w:rsid w:val="00301176"/>
    <w:rsid w:val="00301333"/>
    <w:rsid w:val="00302340"/>
    <w:rsid w:val="003025AE"/>
    <w:rsid w:val="00302B75"/>
    <w:rsid w:val="00302DCE"/>
    <w:rsid w:val="003031A0"/>
    <w:rsid w:val="00303822"/>
    <w:rsid w:val="00304953"/>
    <w:rsid w:val="00304EB1"/>
    <w:rsid w:val="003053E7"/>
    <w:rsid w:val="00305533"/>
    <w:rsid w:val="0030585D"/>
    <w:rsid w:val="0030588F"/>
    <w:rsid w:val="00305B36"/>
    <w:rsid w:val="00306996"/>
    <w:rsid w:val="00310220"/>
    <w:rsid w:val="0031052D"/>
    <w:rsid w:val="003124A8"/>
    <w:rsid w:val="003129A0"/>
    <w:rsid w:val="00312EB5"/>
    <w:rsid w:val="0031305F"/>
    <w:rsid w:val="00313B58"/>
    <w:rsid w:val="00313DDF"/>
    <w:rsid w:val="00314A8A"/>
    <w:rsid w:val="00314A9B"/>
    <w:rsid w:val="00316062"/>
    <w:rsid w:val="00316295"/>
    <w:rsid w:val="003166D6"/>
    <w:rsid w:val="0031699A"/>
    <w:rsid w:val="00316F5A"/>
    <w:rsid w:val="00316FCB"/>
    <w:rsid w:val="003170D3"/>
    <w:rsid w:val="003173A8"/>
    <w:rsid w:val="003173EB"/>
    <w:rsid w:val="003176BB"/>
    <w:rsid w:val="003179A2"/>
    <w:rsid w:val="00320469"/>
    <w:rsid w:val="00320594"/>
    <w:rsid w:val="0032085A"/>
    <w:rsid w:val="00321E19"/>
    <w:rsid w:val="00322A83"/>
    <w:rsid w:val="00323367"/>
    <w:rsid w:val="0032365B"/>
    <w:rsid w:val="00323D4A"/>
    <w:rsid w:val="00324499"/>
    <w:rsid w:val="00324F1A"/>
    <w:rsid w:val="003261A1"/>
    <w:rsid w:val="00326BD5"/>
    <w:rsid w:val="003279C9"/>
    <w:rsid w:val="0033055F"/>
    <w:rsid w:val="00330D4E"/>
    <w:rsid w:val="00331842"/>
    <w:rsid w:val="0033212C"/>
    <w:rsid w:val="00332C4E"/>
    <w:rsid w:val="00333F52"/>
    <w:rsid w:val="00335AA1"/>
    <w:rsid w:val="0033649B"/>
    <w:rsid w:val="00336A62"/>
    <w:rsid w:val="00337239"/>
    <w:rsid w:val="003379C7"/>
    <w:rsid w:val="003408E7"/>
    <w:rsid w:val="0034091C"/>
    <w:rsid w:val="00341503"/>
    <w:rsid w:val="003422C6"/>
    <w:rsid w:val="00342B42"/>
    <w:rsid w:val="00342D75"/>
    <w:rsid w:val="00343B8B"/>
    <w:rsid w:val="00344528"/>
    <w:rsid w:val="00344E15"/>
    <w:rsid w:val="00345928"/>
    <w:rsid w:val="0034790A"/>
    <w:rsid w:val="00347C1A"/>
    <w:rsid w:val="00347C29"/>
    <w:rsid w:val="00347FA3"/>
    <w:rsid w:val="0035017D"/>
    <w:rsid w:val="003502C2"/>
    <w:rsid w:val="00351039"/>
    <w:rsid w:val="003523A1"/>
    <w:rsid w:val="00352998"/>
    <w:rsid w:val="003529D8"/>
    <w:rsid w:val="00352D0F"/>
    <w:rsid w:val="0035315F"/>
    <w:rsid w:val="0035414D"/>
    <w:rsid w:val="00354C8E"/>
    <w:rsid w:val="00354CE8"/>
    <w:rsid w:val="0035511C"/>
    <w:rsid w:val="00356124"/>
    <w:rsid w:val="0035639E"/>
    <w:rsid w:val="00356CBA"/>
    <w:rsid w:val="00357986"/>
    <w:rsid w:val="00357A3F"/>
    <w:rsid w:val="00360268"/>
    <w:rsid w:val="00360424"/>
    <w:rsid w:val="003610A5"/>
    <w:rsid w:val="0036187B"/>
    <w:rsid w:val="00362308"/>
    <w:rsid w:val="0036255F"/>
    <w:rsid w:val="00362A33"/>
    <w:rsid w:val="00362BF2"/>
    <w:rsid w:val="003635CE"/>
    <w:rsid w:val="0036396C"/>
    <w:rsid w:val="00363D47"/>
    <w:rsid w:val="0036607F"/>
    <w:rsid w:val="00366C8C"/>
    <w:rsid w:val="00367D20"/>
    <w:rsid w:val="00367FA1"/>
    <w:rsid w:val="003707A2"/>
    <w:rsid w:val="003708AB"/>
    <w:rsid w:val="0037107E"/>
    <w:rsid w:val="00371441"/>
    <w:rsid w:val="00371BD3"/>
    <w:rsid w:val="00371D21"/>
    <w:rsid w:val="003720BF"/>
    <w:rsid w:val="00372644"/>
    <w:rsid w:val="00373EAC"/>
    <w:rsid w:val="00373F84"/>
    <w:rsid w:val="00374640"/>
    <w:rsid w:val="00374BC7"/>
    <w:rsid w:val="00374D64"/>
    <w:rsid w:val="003753E9"/>
    <w:rsid w:val="003755EB"/>
    <w:rsid w:val="00375CD6"/>
    <w:rsid w:val="00375D22"/>
    <w:rsid w:val="0037613C"/>
    <w:rsid w:val="003766D0"/>
    <w:rsid w:val="00377EAF"/>
    <w:rsid w:val="003812F0"/>
    <w:rsid w:val="00382379"/>
    <w:rsid w:val="0038283D"/>
    <w:rsid w:val="00382FE4"/>
    <w:rsid w:val="00384468"/>
    <w:rsid w:val="00384BA4"/>
    <w:rsid w:val="00384BA8"/>
    <w:rsid w:val="003851E5"/>
    <w:rsid w:val="00385210"/>
    <w:rsid w:val="00385F63"/>
    <w:rsid w:val="003877BA"/>
    <w:rsid w:val="003900B6"/>
    <w:rsid w:val="003914F3"/>
    <w:rsid w:val="003921FA"/>
    <w:rsid w:val="00392C41"/>
    <w:rsid w:val="00393A88"/>
    <w:rsid w:val="00393F40"/>
    <w:rsid w:val="00394268"/>
    <w:rsid w:val="00394631"/>
    <w:rsid w:val="00394958"/>
    <w:rsid w:val="003954B6"/>
    <w:rsid w:val="0039662E"/>
    <w:rsid w:val="00396E60"/>
    <w:rsid w:val="00397056"/>
    <w:rsid w:val="00397689"/>
    <w:rsid w:val="003A0191"/>
    <w:rsid w:val="003A0909"/>
    <w:rsid w:val="003A0E93"/>
    <w:rsid w:val="003A13B8"/>
    <w:rsid w:val="003A1C8B"/>
    <w:rsid w:val="003A1DD5"/>
    <w:rsid w:val="003A2D55"/>
    <w:rsid w:val="003A335B"/>
    <w:rsid w:val="003A4F05"/>
    <w:rsid w:val="003A5785"/>
    <w:rsid w:val="003A5A26"/>
    <w:rsid w:val="003A5E1C"/>
    <w:rsid w:val="003A62F7"/>
    <w:rsid w:val="003A63B2"/>
    <w:rsid w:val="003A675D"/>
    <w:rsid w:val="003A67C8"/>
    <w:rsid w:val="003B10F8"/>
    <w:rsid w:val="003B2BB8"/>
    <w:rsid w:val="003B2C16"/>
    <w:rsid w:val="003B3A62"/>
    <w:rsid w:val="003B3F14"/>
    <w:rsid w:val="003B4667"/>
    <w:rsid w:val="003B46F4"/>
    <w:rsid w:val="003B4E65"/>
    <w:rsid w:val="003B56C1"/>
    <w:rsid w:val="003B5D45"/>
    <w:rsid w:val="003B60D1"/>
    <w:rsid w:val="003B664B"/>
    <w:rsid w:val="003B6A3A"/>
    <w:rsid w:val="003B6DBE"/>
    <w:rsid w:val="003C045F"/>
    <w:rsid w:val="003C08B5"/>
    <w:rsid w:val="003C0993"/>
    <w:rsid w:val="003C1EC8"/>
    <w:rsid w:val="003C242F"/>
    <w:rsid w:val="003C271D"/>
    <w:rsid w:val="003C3843"/>
    <w:rsid w:val="003C3C47"/>
    <w:rsid w:val="003C4460"/>
    <w:rsid w:val="003C50BC"/>
    <w:rsid w:val="003C5A39"/>
    <w:rsid w:val="003C5B6F"/>
    <w:rsid w:val="003C63A6"/>
    <w:rsid w:val="003C6CC3"/>
    <w:rsid w:val="003C7E42"/>
    <w:rsid w:val="003D078A"/>
    <w:rsid w:val="003D09D4"/>
    <w:rsid w:val="003D09DA"/>
    <w:rsid w:val="003D12FD"/>
    <w:rsid w:val="003D2742"/>
    <w:rsid w:val="003D29B2"/>
    <w:rsid w:val="003D3957"/>
    <w:rsid w:val="003D4BD6"/>
    <w:rsid w:val="003D51A3"/>
    <w:rsid w:val="003D5253"/>
    <w:rsid w:val="003D5BF2"/>
    <w:rsid w:val="003D5F4E"/>
    <w:rsid w:val="003D651E"/>
    <w:rsid w:val="003D71ED"/>
    <w:rsid w:val="003D7E3E"/>
    <w:rsid w:val="003E01E7"/>
    <w:rsid w:val="003E0D13"/>
    <w:rsid w:val="003E10FE"/>
    <w:rsid w:val="003E1247"/>
    <w:rsid w:val="003E1DD5"/>
    <w:rsid w:val="003E31C2"/>
    <w:rsid w:val="003E34D3"/>
    <w:rsid w:val="003E4DB5"/>
    <w:rsid w:val="003E538E"/>
    <w:rsid w:val="003E5BC8"/>
    <w:rsid w:val="003E5C4B"/>
    <w:rsid w:val="003E5CB2"/>
    <w:rsid w:val="003E6E1D"/>
    <w:rsid w:val="003F0138"/>
    <w:rsid w:val="003F03D6"/>
    <w:rsid w:val="003F07C6"/>
    <w:rsid w:val="003F0BB8"/>
    <w:rsid w:val="003F108F"/>
    <w:rsid w:val="003F1F07"/>
    <w:rsid w:val="003F2617"/>
    <w:rsid w:val="003F2B74"/>
    <w:rsid w:val="003F2CCA"/>
    <w:rsid w:val="003F2FBE"/>
    <w:rsid w:val="003F348C"/>
    <w:rsid w:val="003F38CD"/>
    <w:rsid w:val="003F4D4A"/>
    <w:rsid w:val="003F54AE"/>
    <w:rsid w:val="003F5D1F"/>
    <w:rsid w:val="003F6431"/>
    <w:rsid w:val="00401DDE"/>
    <w:rsid w:val="00402DC0"/>
    <w:rsid w:val="00403206"/>
    <w:rsid w:val="004043E9"/>
    <w:rsid w:val="004048DF"/>
    <w:rsid w:val="00405688"/>
    <w:rsid w:val="004067CE"/>
    <w:rsid w:val="0040680E"/>
    <w:rsid w:val="00406B0A"/>
    <w:rsid w:val="00407117"/>
    <w:rsid w:val="004072DD"/>
    <w:rsid w:val="00407CE7"/>
    <w:rsid w:val="00407D98"/>
    <w:rsid w:val="00407EF9"/>
    <w:rsid w:val="00410867"/>
    <w:rsid w:val="0041165E"/>
    <w:rsid w:val="00411723"/>
    <w:rsid w:val="00411821"/>
    <w:rsid w:val="0041296F"/>
    <w:rsid w:val="00412A4F"/>
    <w:rsid w:val="004130E3"/>
    <w:rsid w:val="00413A20"/>
    <w:rsid w:val="00414673"/>
    <w:rsid w:val="004148B9"/>
    <w:rsid w:val="004149E1"/>
    <w:rsid w:val="00414C52"/>
    <w:rsid w:val="004169BD"/>
    <w:rsid w:val="00416A0A"/>
    <w:rsid w:val="00416BB0"/>
    <w:rsid w:val="004176E4"/>
    <w:rsid w:val="00417E62"/>
    <w:rsid w:val="0042081E"/>
    <w:rsid w:val="00420B83"/>
    <w:rsid w:val="0042177D"/>
    <w:rsid w:val="00421B10"/>
    <w:rsid w:val="00421E31"/>
    <w:rsid w:val="004222A8"/>
    <w:rsid w:val="004229F7"/>
    <w:rsid w:val="00422D63"/>
    <w:rsid w:val="00424D10"/>
    <w:rsid w:val="004250B5"/>
    <w:rsid w:val="00426FE0"/>
    <w:rsid w:val="00427008"/>
    <w:rsid w:val="004277E9"/>
    <w:rsid w:val="00430418"/>
    <w:rsid w:val="00430630"/>
    <w:rsid w:val="0043090C"/>
    <w:rsid w:val="004311EA"/>
    <w:rsid w:val="00431F23"/>
    <w:rsid w:val="00432FE2"/>
    <w:rsid w:val="00433157"/>
    <w:rsid w:val="00433DAE"/>
    <w:rsid w:val="00433F87"/>
    <w:rsid w:val="0043481A"/>
    <w:rsid w:val="00435C2E"/>
    <w:rsid w:val="004369E8"/>
    <w:rsid w:val="00440378"/>
    <w:rsid w:val="004404B0"/>
    <w:rsid w:val="004407C9"/>
    <w:rsid w:val="00440A82"/>
    <w:rsid w:val="00440ECE"/>
    <w:rsid w:val="004415C1"/>
    <w:rsid w:val="004419CB"/>
    <w:rsid w:val="00442A2C"/>
    <w:rsid w:val="00443A2F"/>
    <w:rsid w:val="004447C3"/>
    <w:rsid w:val="00445620"/>
    <w:rsid w:val="004467AF"/>
    <w:rsid w:val="00447218"/>
    <w:rsid w:val="004516C8"/>
    <w:rsid w:val="00451ED7"/>
    <w:rsid w:val="00452074"/>
    <w:rsid w:val="0045525B"/>
    <w:rsid w:val="0045536B"/>
    <w:rsid w:val="00455B38"/>
    <w:rsid w:val="00456030"/>
    <w:rsid w:val="00456411"/>
    <w:rsid w:val="00456A14"/>
    <w:rsid w:val="004572AC"/>
    <w:rsid w:val="00457468"/>
    <w:rsid w:val="004577F8"/>
    <w:rsid w:val="00457D08"/>
    <w:rsid w:val="0046039A"/>
    <w:rsid w:val="00460F56"/>
    <w:rsid w:val="00461077"/>
    <w:rsid w:val="0046135E"/>
    <w:rsid w:val="004613AF"/>
    <w:rsid w:val="00461EFD"/>
    <w:rsid w:val="004632DC"/>
    <w:rsid w:val="0046347E"/>
    <w:rsid w:val="00465770"/>
    <w:rsid w:val="00465C51"/>
    <w:rsid w:val="00465E17"/>
    <w:rsid w:val="00465F12"/>
    <w:rsid w:val="00466456"/>
    <w:rsid w:val="00466D4D"/>
    <w:rsid w:val="00466DB4"/>
    <w:rsid w:val="0046747F"/>
    <w:rsid w:val="004676D8"/>
    <w:rsid w:val="00467C40"/>
    <w:rsid w:val="00467C72"/>
    <w:rsid w:val="0047063D"/>
    <w:rsid w:val="00470786"/>
    <w:rsid w:val="00471C3D"/>
    <w:rsid w:val="0047215B"/>
    <w:rsid w:val="00472D4B"/>
    <w:rsid w:val="00472E3D"/>
    <w:rsid w:val="00473151"/>
    <w:rsid w:val="00473BC6"/>
    <w:rsid w:val="004744B1"/>
    <w:rsid w:val="00475203"/>
    <w:rsid w:val="004761AD"/>
    <w:rsid w:val="004769C2"/>
    <w:rsid w:val="004771A5"/>
    <w:rsid w:val="00477547"/>
    <w:rsid w:val="00477AF4"/>
    <w:rsid w:val="00480941"/>
    <w:rsid w:val="00480FA4"/>
    <w:rsid w:val="00481170"/>
    <w:rsid w:val="0048153E"/>
    <w:rsid w:val="0048242D"/>
    <w:rsid w:val="00482B16"/>
    <w:rsid w:val="0048311B"/>
    <w:rsid w:val="00483AC5"/>
    <w:rsid w:val="004850C2"/>
    <w:rsid w:val="00485C13"/>
    <w:rsid w:val="00485C17"/>
    <w:rsid w:val="004862CA"/>
    <w:rsid w:val="00490174"/>
    <w:rsid w:val="00490A79"/>
    <w:rsid w:val="004912A5"/>
    <w:rsid w:val="00491338"/>
    <w:rsid w:val="004921DC"/>
    <w:rsid w:val="00492260"/>
    <w:rsid w:val="004929AB"/>
    <w:rsid w:val="00492B9A"/>
    <w:rsid w:val="0049314A"/>
    <w:rsid w:val="004942FF"/>
    <w:rsid w:val="00494925"/>
    <w:rsid w:val="00495C37"/>
    <w:rsid w:val="00496232"/>
    <w:rsid w:val="004964E4"/>
    <w:rsid w:val="00496AA5"/>
    <w:rsid w:val="004A03B7"/>
    <w:rsid w:val="004A0990"/>
    <w:rsid w:val="004A1211"/>
    <w:rsid w:val="004A1591"/>
    <w:rsid w:val="004A179C"/>
    <w:rsid w:val="004A268D"/>
    <w:rsid w:val="004A2F29"/>
    <w:rsid w:val="004A348A"/>
    <w:rsid w:val="004A355B"/>
    <w:rsid w:val="004A5597"/>
    <w:rsid w:val="004A5783"/>
    <w:rsid w:val="004A59BE"/>
    <w:rsid w:val="004A7FA7"/>
    <w:rsid w:val="004B036F"/>
    <w:rsid w:val="004B03A6"/>
    <w:rsid w:val="004B1131"/>
    <w:rsid w:val="004B299F"/>
    <w:rsid w:val="004B2DFE"/>
    <w:rsid w:val="004B2FF1"/>
    <w:rsid w:val="004B3511"/>
    <w:rsid w:val="004B3AE1"/>
    <w:rsid w:val="004B5040"/>
    <w:rsid w:val="004B5202"/>
    <w:rsid w:val="004B6647"/>
    <w:rsid w:val="004B686E"/>
    <w:rsid w:val="004B6D93"/>
    <w:rsid w:val="004B6FA2"/>
    <w:rsid w:val="004B7372"/>
    <w:rsid w:val="004B7DF6"/>
    <w:rsid w:val="004C02CC"/>
    <w:rsid w:val="004C08E6"/>
    <w:rsid w:val="004C0972"/>
    <w:rsid w:val="004C11D2"/>
    <w:rsid w:val="004C1272"/>
    <w:rsid w:val="004C2375"/>
    <w:rsid w:val="004C24E7"/>
    <w:rsid w:val="004C2591"/>
    <w:rsid w:val="004C2745"/>
    <w:rsid w:val="004C2BFC"/>
    <w:rsid w:val="004C339F"/>
    <w:rsid w:val="004C4257"/>
    <w:rsid w:val="004C49A7"/>
    <w:rsid w:val="004C4A4D"/>
    <w:rsid w:val="004C4D6B"/>
    <w:rsid w:val="004C51AD"/>
    <w:rsid w:val="004C5ECF"/>
    <w:rsid w:val="004D02CF"/>
    <w:rsid w:val="004D0E01"/>
    <w:rsid w:val="004D0EF5"/>
    <w:rsid w:val="004D1BE8"/>
    <w:rsid w:val="004D2D0A"/>
    <w:rsid w:val="004D2E08"/>
    <w:rsid w:val="004D2FDB"/>
    <w:rsid w:val="004D3F72"/>
    <w:rsid w:val="004D4046"/>
    <w:rsid w:val="004D4058"/>
    <w:rsid w:val="004D423C"/>
    <w:rsid w:val="004D4B27"/>
    <w:rsid w:val="004D5045"/>
    <w:rsid w:val="004D51CC"/>
    <w:rsid w:val="004D5998"/>
    <w:rsid w:val="004D64A3"/>
    <w:rsid w:val="004D72B9"/>
    <w:rsid w:val="004D76C5"/>
    <w:rsid w:val="004E0EFA"/>
    <w:rsid w:val="004E0FED"/>
    <w:rsid w:val="004E1570"/>
    <w:rsid w:val="004E279C"/>
    <w:rsid w:val="004E3752"/>
    <w:rsid w:val="004E4285"/>
    <w:rsid w:val="004E48F6"/>
    <w:rsid w:val="004E4F46"/>
    <w:rsid w:val="004E5950"/>
    <w:rsid w:val="004E65BD"/>
    <w:rsid w:val="004E6815"/>
    <w:rsid w:val="004E7555"/>
    <w:rsid w:val="004E7601"/>
    <w:rsid w:val="004F02A7"/>
    <w:rsid w:val="004F03A6"/>
    <w:rsid w:val="004F06C8"/>
    <w:rsid w:val="004F0D4F"/>
    <w:rsid w:val="004F223D"/>
    <w:rsid w:val="004F2287"/>
    <w:rsid w:val="004F2A16"/>
    <w:rsid w:val="004F2EFC"/>
    <w:rsid w:val="004F3B36"/>
    <w:rsid w:val="004F3F84"/>
    <w:rsid w:val="004F3FC7"/>
    <w:rsid w:val="004F4DDA"/>
    <w:rsid w:val="004F551D"/>
    <w:rsid w:val="004F57AD"/>
    <w:rsid w:val="004F59AF"/>
    <w:rsid w:val="004F5DD1"/>
    <w:rsid w:val="004F60D7"/>
    <w:rsid w:val="004F69E5"/>
    <w:rsid w:val="004F69EA"/>
    <w:rsid w:val="004F6B79"/>
    <w:rsid w:val="004F6B7A"/>
    <w:rsid w:val="004F71C6"/>
    <w:rsid w:val="004F7AE1"/>
    <w:rsid w:val="005000F4"/>
    <w:rsid w:val="0050048A"/>
    <w:rsid w:val="0050066D"/>
    <w:rsid w:val="005006DF"/>
    <w:rsid w:val="00501221"/>
    <w:rsid w:val="00501D03"/>
    <w:rsid w:val="00502DD0"/>
    <w:rsid w:val="0050314B"/>
    <w:rsid w:val="00503F3E"/>
    <w:rsid w:val="00503FBA"/>
    <w:rsid w:val="00504374"/>
    <w:rsid w:val="005043C7"/>
    <w:rsid w:val="005045E3"/>
    <w:rsid w:val="00504C18"/>
    <w:rsid w:val="00505395"/>
    <w:rsid w:val="00505911"/>
    <w:rsid w:val="00505BD3"/>
    <w:rsid w:val="00505C48"/>
    <w:rsid w:val="005066CC"/>
    <w:rsid w:val="00507EBC"/>
    <w:rsid w:val="00512694"/>
    <w:rsid w:val="00512716"/>
    <w:rsid w:val="00512730"/>
    <w:rsid w:val="00512A84"/>
    <w:rsid w:val="0051364B"/>
    <w:rsid w:val="00513EA7"/>
    <w:rsid w:val="005145A3"/>
    <w:rsid w:val="00514E66"/>
    <w:rsid w:val="0051513D"/>
    <w:rsid w:val="00516EFC"/>
    <w:rsid w:val="0052024F"/>
    <w:rsid w:val="00520FBC"/>
    <w:rsid w:val="00521630"/>
    <w:rsid w:val="00521694"/>
    <w:rsid w:val="0052197C"/>
    <w:rsid w:val="00521FC2"/>
    <w:rsid w:val="005221B8"/>
    <w:rsid w:val="0052238A"/>
    <w:rsid w:val="00522599"/>
    <w:rsid w:val="00522FDA"/>
    <w:rsid w:val="005235EA"/>
    <w:rsid w:val="00523691"/>
    <w:rsid w:val="00523A85"/>
    <w:rsid w:val="005245A2"/>
    <w:rsid w:val="005245A9"/>
    <w:rsid w:val="00524AE2"/>
    <w:rsid w:val="00524BC5"/>
    <w:rsid w:val="005255AD"/>
    <w:rsid w:val="00527EF9"/>
    <w:rsid w:val="005316EC"/>
    <w:rsid w:val="00531991"/>
    <w:rsid w:val="00531DA2"/>
    <w:rsid w:val="00531DFB"/>
    <w:rsid w:val="00531FC5"/>
    <w:rsid w:val="00532DEA"/>
    <w:rsid w:val="0053462B"/>
    <w:rsid w:val="00535E27"/>
    <w:rsid w:val="0053674A"/>
    <w:rsid w:val="00537221"/>
    <w:rsid w:val="0053766E"/>
    <w:rsid w:val="00537A0A"/>
    <w:rsid w:val="005415B9"/>
    <w:rsid w:val="005417C2"/>
    <w:rsid w:val="0054306B"/>
    <w:rsid w:val="00543A69"/>
    <w:rsid w:val="00544C50"/>
    <w:rsid w:val="00546015"/>
    <w:rsid w:val="005468ED"/>
    <w:rsid w:val="00547BDE"/>
    <w:rsid w:val="00550DD7"/>
    <w:rsid w:val="00551712"/>
    <w:rsid w:val="00551FE7"/>
    <w:rsid w:val="00552667"/>
    <w:rsid w:val="00552D82"/>
    <w:rsid w:val="00553322"/>
    <w:rsid w:val="00554D3D"/>
    <w:rsid w:val="00555155"/>
    <w:rsid w:val="0055528D"/>
    <w:rsid w:val="00556704"/>
    <w:rsid w:val="00557AEA"/>
    <w:rsid w:val="0056048B"/>
    <w:rsid w:val="00560CEF"/>
    <w:rsid w:val="00561538"/>
    <w:rsid w:val="00561C69"/>
    <w:rsid w:val="00561E60"/>
    <w:rsid w:val="00562270"/>
    <w:rsid w:val="0056319C"/>
    <w:rsid w:val="00564FFC"/>
    <w:rsid w:val="00566082"/>
    <w:rsid w:val="0056725C"/>
    <w:rsid w:val="005702BA"/>
    <w:rsid w:val="00570DA9"/>
    <w:rsid w:val="00570DC1"/>
    <w:rsid w:val="00571268"/>
    <w:rsid w:val="00571434"/>
    <w:rsid w:val="00571E40"/>
    <w:rsid w:val="00572874"/>
    <w:rsid w:val="00572C6C"/>
    <w:rsid w:val="00573B32"/>
    <w:rsid w:val="00574231"/>
    <w:rsid w:val="00574246"/>
    <w:rsid w:val="005744DA"/>
    <w:rsid w:val="00575D6A"/>
    <w:rsid w:val="00576A34"/>
    <w:rsid w:val="005800BA"/>
    <w:rsid w:val="00580C77"/>
    <w:rsid w:val="005814A3"/>
    <w:rsid w:val="005815E7"/>
    <w:rsid w:val="00581AC5"/>
    <w:rsid w:val="00581E95"/>
    <w:rsid w:val="005823D0"/>
    <w:rsid w:val="00582CE6"/>
    <w:rsid w:val="0058690C"/>
    <w:rsid w:val="00587564"/>
    <w:rsid w:val="00587F51"/>
    <w:rsid w:val="00592110"/>
    <w:rsid w:val="00592C2B"/>
    <w:rsid w:val="005931C9"/>
    <w:rsid w:val="00593804"/>
    <w:rsid w:val="00593BF0"/>
    <w:rsid w:val="00595C2E"/>
    <w:rsid w:val="0059614F"/>
    <w:rsid w:val="00596985"/>
    <w:rsid w:val="00596AE5"/>
    <w:rsid w:val="00596C3D"/>
    <w:rsid w:val="00597D17"/>
    <w:rsid w:val="005A0C75"/>
    <w:rsid w:val="005A0F02"/>
    <w:rsid w:val="005A27E9"/>
    <w:rsid w:val="005A296B"/>
    <w:rsid w:val="005A2F65"/>
    <w:rsid w:val="005A3F7B"/>
    <w:rsid w:val="005A400D"/>
    <w:rsid w:val="005B0095"/>
    <w:rsid w:val="005B0CE7"/>
    <w:rsid w:val="005B1485"/>
    <w:rsid w:val="005B1A8A"/>
    <w:rsid w:val="005B1EA0"/>
    <w:rsid w:val="005B2052"/>
    <w:rsid w:val="005B23A2"/>
    <w:rsid w:val="005B24E2"/>
    <w:rsid w:val="005B2BB9"/>
    <w:rsid w:val="005B50AC"/>
    <w:rsid w:val="005B52F1"/>
    <w:rsid w:val="005B6C89"/>
    <w:rsid w:val="005B6CA0"/>
    <w:rsid w:val="005B6E0E"/>
    <w:rsid w:val="005B7377"/>
    <w:rsid w:val="005B7D5D"/>
    <w:rsid w:val="005B7FC3"/>
    <w:rsid w:val="005C1A80"/>
    <w:rsid w:val="005C1E85"/>
    <w:rsid w:val="005C2217"/>
    <w:rsid w:val="005C26DB"/>
    <w:rsid w:val="005C299A"/>
    <w:rsid w:val="005C29B0"/>
    <w:rsid w:val="005C2F37"/>
    <w:rsid w:val="005C3445"/>
    <w:rsid w:val="005C3D0D"/>
    <w:rsid w:val="005C4BF6"/>
    <w:rsid w:val="005C4CAC"/>
    <w:rsid w:val="005C6728"/>
    <w:rsid w:val="005C6A16"/>
    <w:rsid w:val="005C7263"/>
    <w:rsid w:val="005D09D4"/>
    <w:rsid w:val="005D126A"/>
    <w:rsid w:val="005D1E32"/>
    <w:rsid w:val="005D2636"/>
    <w:rsid w:val="005D2837"/>
    <w:rsid w:val="005D2F26"/>
    <w:rsid w:val="005D326E"/>
    <w:rsid w:val="005D3275"/>
    <w:rsid w:val="005D405D"/>
    <w:rsid w:val="005D5097"/>
    <w:rsid w:val="005D50D0"/>
    <w:rsid w:val="005D55F4"/>
    <w:rsid w:val="005D5942"/>
    <w:rsid w:val="005D5C5C"/>
    <w:rsid w:val="005D5C7B"/>
    <w:rsid w:val="005D5E19"/>
    <w:rsid w:val="005D6A53"/>
    <w:rsid w:val="005D6C92"/>
    <w:rsid w:val="005D7390"/>
    <w:rsid w:val="005D7461"/>
    <w:rsid w:val="005E0090"/>
    <w:rsid w:val="005E0616"/>
    <w:rsid w:val="005E0DD3"/>
    <w:rsid w:val="005E1738"/>
    <w:rsid w:val="005E17F5"/>
    <w:rsid w:val="005E204D"/>
    <w:rsid w:val="005E30DD"/>
    <w:rsid w:val="005E31C0"/>
    <w:rsid w:val="005E32A6"/>
    <w:rsid w:val="005E345A"/>
    <w:rsid w:val="005E406B"/>
    <w:rsid w:val="005E42C8"/>
    <w:rsid w:val="005E48F9"/>
    <w:rsid w:val="005E4C86"/>
    <w:rsid w:val="005E4CA1"/>
    <w:rsid w:val="005E509F"/>
    <w:rsid w:val="005E56DA"/>
    <w:rsid w:val="005E582C"/>
    <w:rsid w:val="005E677A"/>
    <w:rsid w:val="005E6BBB"/>
    <w:rsid w:val="005E7187"/>
    <w:rsid w:val="005E724D"/>
    <w:rsid w:val="005E75D9"/>
    <w:rsid w:val="005F0644"/>
    <w:rsid w:val="005F17A9"/>
    <w:rsid w:val="005F1C56"/>
    <w:rsid w:val="005F2394"/>
    <w:rsid w:val="005F2E00"/>
    <w:rsid w:val="005F3883"/>
    <w:rsid w:val="005F4D01"/>
    <w:rsid w:val="005F4D2E"/>
    <w:rsid w:val="005F5A13"/>
    <w:rsid w:val="005F5BF8"/>
    <w:rsid w:val="005F5C64"/>
    <w:rsid w:val="005F6752"/>
    <w:rsid w:val="005F6898"/>
    <w:rsid w:val="005F784E"/>
    <w:rsid w:val="0060091B"/>
    <w:rsid w:val="0060172B"/>
    <w:rsid w:val="006018F3"/>
    <w:rsid w:val="00603CA6"/>
    <w:rsid w:val="00603CE9"/>
    <w:rsid w:val="0060558E"/>
    <w:rsid w:val="00605826"/>
    <w:rsid w:val="00606A58"/>
    <w:rsid w:val="00606BB4"/>
    <w:rsid w:val="00606F43"/>
    <w:rsid w:val="00607298"/>
    <w:rsid w:val="00607988"/>
    <w:rsid w:val="00607E2A"/>
    <w:rsid w:val="00610F17"/>
    <w:rsid w:val="00611856"/>
    <w:rsid w:val="00611A4E"/>
    <w:rsid w:val="00611E57"/>
    <w:rsid w:val="00613650"/>
    <w:rsid w:val="00614D00"/>
    <w:rsid w:val="00614E9E"/>
    <w:rsid w:val="00616E64"/>
    <w:rsid w:val="00617D8B"/>
    <w:rsid w:val="00620084"/>
    <w:rsid w:val="006204F2"/>
    <w:rsid w:val="006206B3"/>
    <w:rsid w:val="00621054"/>
    <w:rsid w:val="00621771"/>
    <w:rsid w:val="006223CA"/>
    <w:rsid w:val="00622702"/>
    <w:rsid w:val="00623061"/>
    <w:rsid w:val="00624154"/>
    <w:rsid w:val="00624391"/>
    <w:rsid w:val="0062494B"/>
    <w:rsid w:val="00625D00"/>
    <w:rsid w:val="00626AD0"/>
    <w:rsid w:val="00627884"/>
    <w:rsid w:val="00627E98"/>
    <w:rsid w:val="00630C1A"/>
    <w:rsid w:val="00631118"/>
    <w:rsid w:val="00631E38"/>
    <w:rsid w:val="00631E8F"/>
    <w:rsid w:val="00632E5C"/>
    <w:rsid w:val="00633742"/>
    <w:rsid w:val="0063375D"/>
    <w:rsid w:val="006346DA"/>
    <w:rsid w:val="006347EF"/>
    <w:rsid w:val="00634A40"/>
    <w:rsid w:val="00636108"/>
    <w:rsid w:val="00636A01"/>
    <w:rsid w:val="00636B97"/>
    <w:rsid w:val="00636CE3"/>
    <w:rsid w:val="00636E56"/>
    <w:rsid w:val="0063767A"/>
    <w:rsid w:val="00637B4C"/>
    <w:rsid w:val="006401EE"/>
    <w:rsid w:val="00640398"/>
    <w:rsid w:val="006404E5"/>
    <w:rsid w:val="0064087A"/>
    <w:rsid w:val="00640C5B"/>
    <w:rsid w:val="006414D2"/>
    <w:rsid w:val="00642431"/>
    <w:rsid w:val="00643089"/>
    <w:rsid w:val="00643143"/>
    <w:rsid w:val="00644A93"/>
    <w:rsid w:val="00644BA5"/>
    <w:rsid w:val="00644F71"/>
    <w:rsid w:val="006454A2"/>
    <w:rsid w:val="00646508"/>
    <w:rsid w:val="00647A3F"/>
    <w:rsid w:val="00647C2F"/>
    <w:rsid w:val="006506B9"/>
    <w:rsid w:val="006508A7"/>
    <w:rsid w:val="00651284"/>
    <w:rsid w:val="00651817"/>
    <w:rsid w:val="00651881"/>
    <w:rsid w:val="006522B0"/>
    <w:rsid w:val="0065259C"/>
    <w:rsid w:val="00653798"/>
    <w:rsid w:val="00655588"/>
    <w:rsid w:val="0065616C"/>
    <w:rsid w:val="00656482"/>
    <w:rsid w:val="0065709A"/>
    <w:rsid w:val="006573D3"/>
    <w:rsid w:val="00661620"/>
    <w:rsid w:val="00662F84"/>
    <w:rsid w:val="006638EE"/>
    <w:rsid w:val="0066631A"/>
    <w:rsid w:val="00666666"/>
    <w:rsid w:val="00666E13"/>
    <w:rsid w:val="0066790E"/>
    <w:rsid w:val="006703D0"/>
    <w:rsid w:val="006709EC"/>
    <w:rsid w:val="00670FBB"/>
    <w:rsid w:val="00671162"/>
    <w:rsid w:val="00671BCB"/>
    <w:rsid w:val="0067232E"/>
    <w:rsid w:val="00672AB0"/>
    <w:rsid w:val="006734BB"/>
    <w:rsid w:val="00673E29"/>
    <w:rsid w:val="00673FBB"/>
    <w:rsid w:val="00674755"/>
    <w:rsid w:val="006749FB"/>
    <w:rsid w:val="00675AFB"/>
    <w:rsid w:val="006762FC"/>
    <w:rsid w:val="00677015"/>
    <w:rsid w:val="006773A2"/>
    <w:rsid w:val="00677A5C"/>
    <w:rsid w:val="006800CA"/>
    <w:rsid w:val="0068050A"/>
    <w:rsid w:val="00680F62"/>
    <w:rsid w:val="00681E06"/>
    <w:rsid w:val="00682341"/>
    <w:rsid w:val="0068306D"/>
    <w:rsid w:val="006838E5"/>
    <w:rsid w:val="00683C51"/>
    <w:rsid w:val="0068417D"/>
    <w:rsid w:val="0068513A"/>
    <w:rsid w:val="006858C5"/>
    <w:rsid w:val="006866D4"/>
    <w:rsid w:val="00686FC3"/>
    <w:rsid w:val="00687A80"/>
    <w:rsid w:val="00690195"/>
    <w:rsid w:val="00690767"/>
    <w:rsid w:val="00690947"/>
    <w:rsid w:val="006913C2"/>
    <w:rsid w:val="006925CF"/>
    <w:rsid w:val="006927F0"/>
    <w:rsid w:val="00693306"/>
    <w:rsid w:val="00693B8C"/>
    <w:rsid w:val="00694471"/>
    <w:rsid w:val="00694B26"/>
    <w:rsid w:val="00694BE0"/>
    <w:rsid w:val="00694D2B"/>
    <w:rsid w:val="00695820"/>
    <w:rsid w:val="00695924"/>
    <w:rsid w:val="0069635A"/>
    <w:rsid w:val="00696372"/>
    <w:rsid w:val="006963B5"/>
    <w:rsid w:val="00696E93"/>
    <w:rsid w:val="00696F5D"/>
    <w:rsid w:val="00697A1A"/>
    <w:rsid w:val="006A00B0"/>
    <w:rsid w:val="006A0BA8"/>
    <w:rsid w:val="006A0F07"/>
    <w:rsid w:val="006A109E"/>
    <w:rsid w:val="006A1437"/>
    <w:rsid w:val="006A1B56"/>
    <w:rsid w:val="006A1F77"/>
    <w:rsid w:val="006A22D7"/>
    <w:rsid w:val="006A2B7C"/>
    <w:rsid w:val="006A30B0"/>
    <w:rsid w:val="006A48E4"/>
    <w:rsid w:val="006A48FD"/>
    <w:rsid w:val="006A4983"/>
    <w:rsid w:val="006A54EA"/>
    <w:rsid w:val="006B04B0"/>
    <w:rsid w:val="006B08B8"/>
    <w:rsid w:val="006B10A5"/>
    <w:rsid w:val="006B1238"/>
    <w:rsid w:val="006B14BC"/>
    <w:rsid w:val="006B14E3"/>
    <w:rsid w:val="006B2502"/>
    <w:rsid w:val="006B3332"/>
    <w:rsid w:val="006B48E6"/>
    <w:rsid w:val="006B50F2"/>
    <w:rsid w:val="006B53B7"/>
    <w:rsid w:val="006B53F7"/>
    <w:rsid w:val="006B5D89"/>
    <w:rsid w:val="006B5E32"/>
    <w:rsid w:val="006B623C"/>
    <w:rsid w:val="006B6D2F"/>
    <w:rsid w:val="006B6D64"/>
    <w:rsid w:val="006B700A"/>
    <w:rsid w:val="006B7570"/>
    <w:rsid w:val="006B768B"/>
    <w:rsid w:val="006B77D9"/>
    <w:rsid w:val="006C049F"/>
    <w:rsid w:val="006C094A"/>
    <w:rsid w:val="006C11F2"/>
    <w:rsid w:val="006C1274"/>
    <w:rsid w:val="006C1623"/>
    <w:rsid w:val="006C19BF"/>
    <w:rsid w:val="006C280A"/>
    <w:rsid w:val="006C2C71"/>
    <w:rsid w:val="006C53CE"/>
    <w:rsid w:val="006C76FD"/>
    <w:rsid w:val="006C773E"/>
    <w:rsid w:val="006D08D0"/>
    <w:rsid w:val="006D0A67"/>
    <w:rsid w:val="006D15F3"/>
    <w:rsid w:val="006D2F01"/>
    <w:rsid w:val="006D361C"/>
    <w:rsid w:val="006D36A8"/>
    <w:rsid w:val="006D399B"/>
    <w:rsid w:val="006D3A87"/>
    <w:rsid w:val="006D3C48"/>
    <w:rsid w:val="006D42A1"/>
    <w:rsid w:val="006D5553"/>
    <w:rsid w:val="006D5A65"/>
    <w:rsid w:val="006D7343"/>
    <w:rsid w:val="006D7621"/>
    <w:rsid w:val="006D78FE"/>
    <w:rsid w:val="006E025A"/>
    <w:rsid w:val="006E0B65"/>
    <w:rsid w:val="006E12C6"/>
    <w:rsid w:val="006E12D3"/>
    <w:rsid w:val="006E2211"/>
    <w:rsid w:val="006E2285"/>
    <w:rsid w:val="006E27A1"/>
    <w:rsid w:val="006E2843"/>
    <w:rsid w:val="006E29F4"/>
    <w:rsid w:val="006E4911"/>
    <w:rsid w:val="006E52C6"/>
    <w:rsid w:val="006E65E6"/>
    <w:rsid w:val="006E6953"/>
    <w:rsid w:val="006E6991"/>
    <w:rsid w:val="006E6CC7"/>
    <w:rsid w:val="006F0D0E"/>
    <w:rsid w:val="006F0E62"/>
    <w:rsid w:val="006F22B6"/>
    <w:rsid w:val="006F23E7"/>
    <w:rsid w:val="006F24B0"/>
    <w:rsid w:val="006F37B0"/>
    <w:rsid w:val="006F4608"/>
    <w:rsid w:val="006F50D9"/>
    <w:rsid w:val="006F58F4"/>
    <w:rsid w:val="006F5A88"/>
    <w:rsid w:val="006F5CC1"/>
    <w:rsid w:val="006F5DE7"/>
    <w:rsid w:val="006F6882"/>
    <w:rsid w:val="006F6C24"/>
    <w:rsid w:val="006F71EF"/>
    <w:rsid w:val="006F7C11"/>
    <w:rsid w:val="006F7DE1"/>
    <w:rsid w:val="007005D3"/>
    <w:rsid w:val="00700E50"/>
    <w:rsid w:val="00701E4A"/>
    <w:rsid w:val="00703685"/>
    <w:rsid w:val="007045D5"/>
    <w:rsid w:val="00705513"/>
    <w:rsid w:val="00705767"/>
    <w:rsid w:val="00705EB6"/>
    <w:rsid w:val="00705F52"/>
    <w:rsid w:val="00706740"/>
    <w:rsid w:val="007067DD"/>
    <w:rsid w:val="0070733B"/>
    <w:rsid w:val="007073C0"/>
    <w:rsid w:val="007076B2"/>
    <w:rsid w:val="007079B0"/>
    <w:rsid w:val="00707B22"/>
    <w:rsid w:val="00710BA1"/>
    <w:rsid w:val="007117F0"/>
    <w:rsid w:val="007119E5"/>
    <w:rsid w:val="00711A08"/>
    <w:rsid w:val="0071325B"/>
    <w:rsid w:val="007136F9"/>
    <w:rsid w:val="0071372E"/>
    <w:rsid w:val="00713F28"/>
    <w:rsid w:val="00714290"/>
    <w:rsid w:val="00714E66"/>
    <w:rsid w:val="00715C2D"/>
    <w:rsid w:val="007162D7"/>
    <w:rsid w:val="0071769E"/>
    <w:rsid w:val="00720786"/>
    <w:rsid w:val="00720958"/>
    <w:rsid w:val="007209F9"/>
    <w:rsid w:val="00720E8E"/>
    <w:rsid w:val="0072101F"/>
    <w:rsid w:val="00721904"/>
    <w:rsid w:val="007247AA"/>
    <w:rsid w:val="00724AE6"/>
    <w:rsid w:val="007252F6"/>
    <w:rsid w:val="00725966"/>
    <w:rsid w:val="00730A64"/>
    <w:rsid w:val="00730C0A"/>
    <w:rsid w:val="00731475"/>
    <w:rsid w:val="00732D80"/>
    <w:rsid w:val="00733192"/>
    <w:rsid w:val="007339CC"/>
    <w:rsid w:val="00733A35"/>
    <w:rsid w:val="00733F11"/>
    <w:rsid w:val="00734079"/>
    <w:rsid w:val="00735123"/>
    <w:rsid w:val="00735128"/>
    <w:rsid w:val="00735348"/>
    <w:rsid w:val="00735558"/>
    <w:rsid w:val="00735774"/>
    <w:rsid w:val="00735860"/>
    <w:rsid w:val="00736652"/>
    <w:rsid w:val="00737228"/>
    <w:rsid w:val="0073770C"/>
    <w:rsid w:val="00740465"/>
    <w:rsid w:val="00740AD1"/>
    <w:rsid w:val="00741521"/>
    <w:rsid w:val="00741B87"/>
    <w:rsid w:val="00741D2D"/>
    <w:rsid w:val="00742230"/>
    <w:rsid w:val="007427F4"/>
    <w:rsid w:val="00743C0C"/>
    <w:rsid w:val="007442B5"/>
    <w:rsid w:val="00744744"/>
    <w:rsid w:val="007449D0"/>
    <w:rsid w:val="00744B0C"/>
    <w:rsid w:val="00745034"/>
    <w:rsid w:val="0074547E"/>
    <w:rsid w:val="00746119"/>
    <w:rsid w:val="00746ACF"/>
    <w:rsid w:val="00747840"/>
    <w:rsid w:val="007502E4"/>
    <w:rsid w:val="007506C2"/>
    <w:rsid w:val="00750A16"/>
    <w:rsid w:val="00752CC6"/>
    <w:rsid w:val="00752CE8"/>
    <w:rsid w:val="00752DB4"/>
    <w:rsid w:val="00753470"/>
    <w:rsid w:val="00753D62"/>
    <w:rsid w:val="007542F2"/>
    <w:rsid w:val="0075481E"/>
    <w:rsid w:val="00754927"/>
    <w:rsid w:val="00754C00"/>
    <w:rsid w:val="00755F2A"/>
    <w:rsid w:val="00756783"/>
    <w:rsid w:val="0075742F"/>
    <w:rsid w:val="007574BA"/>
    <w:rsid w:val="007576AD"/>
    <w:rsid w:val="00760545"/>
    <w:rsid w:val="00762182"/>
    <w:rsid w:val="0076227A"/>
    <w:rsid w:val="00762472"/>
    <w:rsid w:val="00763886"/>
    <w:rsid w:val="00764038"/>
    <w:rsid w:val="0076468F"/>
    <w:rsid w:val="00764784"/>
    <w:rsid w:val="00765C57"/>
    <w:rsid w:val="00766B55"/>
    <w:rsid w:val="007674F7"/>
    <w:rsid w:val="007705B0"/>
    <w:rsid w:val="0077142C"/>
    <w:rsid w:val="00771EEA"/>
    <w:rsid w:val="00772AB5"/>
    <w:rsid w:val="00773230"/>
    <w:rsid w:val="00773290"/>
    <w:rsid w:val="00773CDB"/>
    <w:rsid w:val="0077423E"/>
    <w:rsid w:val="00774CED"/>
    <w:rsid w:val="00774CF2"/>
    <w:rsid w:val="0077507E"/>
    <w:rsid w:val="007752FE"/>
    <w:rsid w:val="00776100"/>
    <w:rsid w:val="007761F0"/>
    <w:rsid w:val="0077650E"/>
    <w:rsid w:val="00781726"/>
    <w:rsid w:val="007818E8"/>
    <w:rsid w:val="00781B27"/>
    <w:rsid w:val="00781BCC"/>
    <w:rsid w:val="00781CAB"/>
    <w:rsid w:val="00782AEF"/>
    <w:rsid w:val="0078345D"/>
    <w:rsid w:val="0078399C"/>
    <w:rsid w:val="007843C8"/>
    <w:rsid w:val="00784EBA"/>
    <w:rsid w:val="007854FC"/>
    <w:rsid w:val="00785859"/>
    <w:rsid w:val="007866BF"/>
    <w:rsid w:val="00786A4E"/>
    <w:rsid w:val="00786BA2"/>
    <w:rsid w:val="00786C84"/>
    <w:rsid w:val="00787454"/>
    <w:rsid w:val="00787EF3"/>
    <w:rsid w:val="00790F81"/>
    <w:rsid w:val="007913B4"/>
    <w:rsid w:val="00791849"/>
    <w:rsid w:val="00791AC9"/>
    <w:rsid w:val="00791EAF"/>
    <w:rsid w:val="007922FE"/>
    <w:rsid w:val="00792743"/>
    <w:rsid w:val="00793101"/>
    <w:rsid w:val="00793587"/>
    <w:rsid w:val="007939F6"/>
    <w:rsid w:val="00793D16"/>
    <w:rsid w:val="00793E13"/>
    <w:rsid w:val="00793E9F"/>
    <w:rsid w:val="007957FD"/>
    <w:rsid w:val="00795B8A"/>
    <w:rsid w:val="0079654C"/>
    <w:rsid w:val="0079768F"/>
    <w:rsid w:val="007A233F"/>
    <w:rsid w:val="007A29EA"/>
    <w:rsid w:val="007A3784"/>
    <w:rsid w:val="007A486A"/>
    <w:rsid w:val="007A4A51"/>
    <w:rsid w:val="007A524D"/>
    <w:rsid w:val="007A57AD"/>
    <w:rsid w:val="007A60A7"/>
    <w:rsid w:val="007A60AD"/>
    <w:rsid w:val="007A6D55"/>
    <w:rsid w:val="007A6DC2"/>
    <w:rsid w:val="007A70E9"/>
    <w:rsid w:val="007A7689"/>
    <w:rsid w:val="007A76BC"/>
    <w:rsid w:val="007A7CD2"/>
    <w:rsid w:val="007B056E"/>
    <w:rsid w:val="007B0721"/>
    <w:rsid w:val="007B0B3E"/>
    <w:rsid w:val="007B0C5D"/>
    <w:rsid w:val="007B0C99"/>
    <w:rsid w:val="007B1539"/>
    <w:rsid w:val="007B21FC"/>
    <w:rsid w:val="007B27C0"/>
    <w:rsid w:val="007B28C3"/>
    <w:rsid w:val="007B339E"/>
    <w:rsid w:val="007B431A"/>
    <w:rsid w:val="007B4572"/>
    <w:rsid w:val="007B5AA6"/>
    <w:rsid w:val="007B5F18"/>
    <w:rsid w:val="007B6700"/>
    <w:rsid w:val="007B7339"/>
    <w:rsid w:val="007C01C5"/>
    <w:rsid w:val="007C04A3"/>
    <w:rsid w:val="007C0AC3"/>
    <w:rsid w:val="007C1377"/>
    <w:rsid w:val="007C1926"/>
    <w:rsid w:val="007C220F"/>
    <w:rsid w:val="007C2733"/>
    <w:rsid w:val="007C357B"/>
    <w:rsid w:val="007C35AD"/>
    <w:rsid w:val="007C3F4E"/>
    <w:rsid w:val="007C684F"/>
    <w:rsid w:val="007C69AF"/>
    <w:rsid w:val="007C6ED9"/>
    <w:rsid w:val="007C737F"/>
    <w:rsid w:val="007D036E"/>
    <w:rsid w:val="007D0BCC"/>
    <w:rsid w:val="007D162C"/>
    <w:rsid w:val="007D302F"/>
    <w:rsid w:val="007D4537"/>
    <w:rsid w:val="007D6444"/>
    <w:rsid w:val="007D738E"/>
    <w:rsid w:val="007D7E1E"/>
    <w:rsid w:val="007E0178"/>
    <w:rsid w:val="007E05FE"/>
    <w:rsid w:val="007E0A67"/>
    <w:rsid w:val="007E0AB8"/>
    <w:rsid w:val="007E10D6"/>
    <w:rsid w:val="007E1BD2"/>
    <w:rsid w:val="007E1C8E"/>
    <w:rsid w:val="007E23E4"/>
    <w:rsid w:val="007E2ABB"/>
    <w:rsid w:val="007E34C9"/>
    <w:rsid w:val="007E450F"/>
    <w:rsid w:val="007E496E"/>
    <w:rsid w:val="007E614E"/>
    <w:rsid w:val="007E6170"/>
    <w:rsid w:val="007E66D0"/>
    <w:rsid w:val="007E72AB"/>
    <w:rsid w:val="007E757B"/>
    <w:rsid w:val="007E761B"/>
    <w:rsid w:val="007E78E9"/>
    <w:rsid w:val="007F25F7"/>
    <w:rsid w:val="007F2B36"/>
    <w:rsid w:val="007F2D57"/>
    <w:rsid w:val="007F391F"/>
    <w:rsid w:val="007F4313"/>
    <w:rsid w:val="007F4366"/>
    <w:rsid w:val="007F43A2"/>
    <w:rsid w:val="007F49DE"/>
    <w:rsid w:val="007F4E19"/>
    <w:rsid w:val="007F5831"/>
    <w:rsid w:val="007F6242"/>
    <w:rsid w:val="007F6254"/>
    <w:rsid w:val="007F6A9D"/>
    <w:rsid w:val="007F7A24"/>
    <w:rsid w:val="00803082"/>
    <w:rsid w:val="00805616"/>
    <w:rsid w:val="00805732"/>
    <w:rsid w:val="00805B75"/>
    <w:rsid w:val="00805EC3"/>
    <w:rsid w:val="0080613A"/>
    <w:rsid w:val="00806D65"/>
    <w:rsid w:val="00806DDA"/>
    <w:rsid w:val="008071E2"/>
    <w:rsid w:val="00807471"/>
    <w:rsid w:val="008077ED"/>
    <w:rsid w:val="008100D0"/>
    <w:rsid w:val="0081022E"/>
    <w:rsid w:val="00811CE7"/>
    <w:rsid w:val="0081259C"/>
    <w:rsid w:val="008135AB"/>
    <w:rsid w:val="00813FB9"/>
    <w:rsid w:val="008142E3"/>
    <w:rsid w:val="008145E0"/>
    <w:rsid w:val="00814864"/>
    <w:rsid w:val="00815AB9"/>
    <w:rsid w:val="00817018"/>
    <w:rsid w:val="00820ABB"/>
    <w:rsid w:val="00820CF0"/>
    <w:rsid w:val="00821A22"/>
    <w:rsid w:val="00821DB2"/>
    <w:rsid w:val="00822923"/>
    <w:rsid w:val="00822F9A"/>
    <w:rsid w:val="00824796"/>
    <w:rsid w:val="00824905"/>
    <w:rsid w:val="00825EE1"/>
    <w:rsid w:val="00827178"/>
    <w:rsid w:val="008277CC"/>
    <w:rsid w:val="00827A9A"/>
    <w:rsid w:val="00827BE4"/>
    <w:rsid w:val="0083014E"/>
    <w:rsid w:val="00830E4F"/>
    <w:rsid w:val="00830F88"/>
    <w:rsid w:val="0083158C"/>
    <w:rsid w:val="00832C8A"/>
    <w:rsid w:val="00832F0D"/>
    <w:rsid w:val="0083319E"/>
    <w:rsid w:val="008333D7"/>
    <w:rsid w:val="00833950"/>
    <w:rsid w:val="00833993"/>
    <w:rsid w:val="008345A5"/>
    <w:rsid w:val="00834F56"/>
    <w:rsid w:val="00834FD6"/>
    <w:rsid w:val="00836046"/>
    <w:rsid w:val="00836AD0"/>
    <w:rsid w:val="00836D03"/>
    <w:rsid w:val="00840225"/>
    <w:rsid w:val="0084065E"/>
    <w:rsid w:val="0084086F"/>
    <w:rsid w:val="00840E32"/>
    <w:rsid w:val="00841234"/>
    <w:rsid w:val="00841E80"/>
    <w:rsid w:val="00842FC7"/>
    <w:rsid w:val="008444AA"/>
    <w:rsid w:val="008457E8"/>
    <w:rsid w:val="0084697E"/>
    <w:rsid w:val="0084733E"/>
    <w:rsid w:val="008477EB"/>
    <w:rsid w:val="00850185"/>
    <w:rsid w:val="0085117B"/>
    <w:rsid w:val="008518FD"/>
    <w:rsid w:val="008537D8"/>
    <w:rsid w:val="00855A64"/>
    <w:rsid w:val="008560EF"/>
    <w:rsid w:val="008564C4"/>
    <w:rsid w:val="008566BF"/>
    <w:rsid w:val="00856B11"/>
    <w:rsid w:val="00857503"/>
    <w:rsid w:val="008576BD"/>
    <w:rsid w:val="00857DB6"/>
    <w:rsid w:val="00857FF0"/>
    <w:rsid w:val="00861147"/>
    <w:rsid w:val="008619A2"/>
    <w:rsid w:val="00861AE0"/>
    <w:rsid w:val="00861D14"/>
    <w:rsid w:val="00861E8F"/>
    <w:rsid w:val="00862FAF"/>
    <w:rsid w:val="00863225"/>
    <w:rsid w:val="008642D9"/>
    <w:rsid w:val="0086451B"/>
    <w:rsid w:val="00866019"/>
    <w:rsid w:val="0086615F"/>
    <w:rsid w:val="008663D1"/>
    <w:rsid w:val="00866618"/>
    <w:rsid w:val="00866685"/>
    <w:rsid w:val="008675C0"/>
    <w:rsid w:val="00867825"/>
    <w:rsid w:val="008713C6"/>
    <w:rsid w:val="00872389"/>
    <w:rsid w:val="008735D7"/>
    <w:rsid w:val="0087366D"/>
    <w:rsid w:val="00873BE8"/>
    <w:rsid w:val="00873DAE"/>
    <w:rsid w:val="00874445"/>
    <w:rsid w:val="00874664"/>
    <w:rsid w:val="00874C2C"/>
    <w:rsid w:val="00875D15"/>
    <w:rsid w:val="00875FAB"/>
    <w:rsid w:val="00876E64"/>
    <w:rsid w:val="00876F29"/>
    <w:rsid w:val="008770D8"/>
    <w:rsid w:val="00877E1F"/>
    <w:rsid w:val="008805AD"/>
    <w:rsid w:val="00880954"/>
    <w:rsid w:val="00880BA3"/>
    <w:rsid w:val="008812D3"/>
    <w:rsid w:val="00881573"/>
    <w:rsid w:val="00881C35"/>
    <w:rsid w:val="00882056"/>
    <w:rsid w:val="00882181"/>
    <w:rsid w:val="00882827"/>
    <w:rsid w:val="008835C9"/>
    <w:rsid w:val="00883CDA"/>
    <w:rsid w:val="00884E0F"/>
    <w:rsid w:val="00885873"/>
    <w:rsid w:val="00885F30"/>
    <w:rsid w:val="0088604B"/>
    <w:rsid w:val="00886996"/>
    <w:rsid w:val="00886A10"/>
    <w:rsid w:val="00886A37"/>
    <w:rsid w:val="00886BF9"/>
    <w:rsid w:val="00886F87"/>
    <w:rsid w:val="00890A26"/>
    <w:rsid w:val="00891353"/>
    <w:rsid w:val="008917BB"/>
    <w:rsid w:val="00891E85"/>
    <w:rsid w:val="008923F1"/>
    <w:rsid w:val="0089321A"/>
    <w:rsid w:val="008935CC"/>
    <w:rsid w:val="0089494B"/>
    <w:rsid w:val="00894DEC"/>
    <w:rsid w:val="008951B6"/>
    <w:rsid w:val="0089578B"/>
    <w:rsid w:val="00895DD1"/>
    <w:rsid w:val="0089684A"/>
    <w:rsid w:val="008974F4"/>
    <w:rsid w:val="008A01AD"/>
    <w:rsid w:val="008A09B8"/>
    <w:rsid w:val="008A17D5"/>
    <w:rsid w:val="008A1B48"/>
    <w:rsid w:val="008A26A3"/>
    <w:rsid w:val="008A2FDC"/>
    <w:rsid w:val="008A363F"/>
    <w:rsid w:val="008A4C0D"/>
    <w:rsid w:val="008A4C31"/>
    <w:rsid w:val="008A5748"/>
    <w:rsid w:val="008A65D5"/>
    <w:rsid w:val="008A76CF"/>
    <w:rsid w:val="008B0C4B"/>
    <w:rsid w:val="008B1166"/>
    <w:rsid w:val="008B2AC0"/>
    <w:rsid w:val="008B2B58"/>
    <w:rsid w:val="008B2BB6"/>
    <w:rsid w:val="008B2E4A"/>
    <w:rsid w:val="008B2FCE"/>
    <w:rsid w:val="008B3546"/>
    <w:rsid w:val="008B5021"/>
    <w:rsid w:val="008B55E8"/>
    <w:rsid w:val="008B5851"/>
    <w:rsid w:val="008B5932"/>
    <w:rsid w:val="008B6104"/>
    <w:rsid w:val="008B6AB6"/>
    <w:rsid w:val="008C24DC"/>
    <w:rsid w:val="008C2A8A"/>
    <w:rsid w:val="008C38C5"/>
    <w:rsid w:val="008C3C62"/>
    <w:rsid w:val="008C3D2F"/>
    <w:rsid w:val="008C45CE"/>
    <w:rsid w:val="008C49CE"/>
    <w:rsid w:val="008C4C8A"/>
    <w:rsid w:val="008C4DC1"/>
    <w:rsid w:val="008C5ABE"/>
    <w:rsid w:val="008C5C6F"/>
    <w:rsid w:val="008C61F1"/>
    <w:rsid w:val="008C6297"/>
    <w:rsid w:val="008C6766"/>
    <w:rsid w:val="008C6777"/>
    <w:rsid w:val="008C77EE"/>
    <w:rsid w:val="008D036B"/>
    <w:rsid w:val="008D0CFE"/>
    <w:rsid w:val="008D1AEF"/>
    <w:rsid w:val="008D1F95"/>
    <w:rsid w:val="008D39F3"/>
    <w:rsid w:val="008D3DCC"/>
    <w:rsid w:val="008D4145"/>
    <w:rsid w:val="008D5A9D"/>
    <w:rsid w:val="008D6F1C"/>
    <w:rsid w:val="008D741D"/>
    <w:rsid w:val="008D7684"/>
    <w:rsid w:val="008D7959"/>
    <w:rsid w:val="008D7E1C"/>
    <w:rsid w:val="008E3038"/>
    <w:rsid w:val="008E33B3"/>
    <w:rsid w:val="008E5403"/>
    <w:rsid w:val="008E5CDA"/>
    <w:rsid w:val="008E677A"/>
    <w:rsid w:val="008E6B70"/>
    <w:rsid w:val="008E71E0"/>
    <w:rsid w:val="008E7D03"/>
    <w:rsid w:val="008F0317"/>
    <w:rsid w:val="008F08F0"/>
    <w:rsid w:val="008F094B"/>
    <w:rsid w:val="008F10BB"/>
    <w:rsid w:val="008F10DD"/>
    <w:rsid w:val="008F1166"/>
    <w:rsid w:val="008F164C"/>
    <w:rsid w:val="008F1B3C"/>
    <w:rsid w:val="008F277D"/>
    <w:rsid w:val="008F3D13"/>
    <w:rsid w:val="008F3D26"/>
    <w:rsid w:val="008F4713"/>
    <w:rsid w:val="008F5534"/>
    <w:rsid w:val="008F7291"/>
    <w:rsid w:val="009003D8"/>
    <w:rsid w:val="00900F7C"/>
    <w:rsid w:val="00901033"/>
    <w:rsid w:val="009011F7"/>
    <w:rsid w:val="009014A3"/>
    <w:rsid w:val="00902E12"/>
    <w:rsid w:val="009037D8"/>
    <w:rsid w:val="009046F2"/>
    <w:rsid w:val="0090492F"/>
    <w:rsid w:val="00906788"/>
    <w:rsid w:val="00906C4B"/>
    <w:rsid w:val="00906F02"/>
    <w:rsid w:val="00907754"/>
    <w:rsid w:val="009079EB"/>
    <w:rsid w:val="00910280"/>
    <w:rsid w:val="009107C3"/>
    <w:rsid w:val="00911B2F"/>
    <w:rsid w:val="009124BD"/>
    <w:rsid w:val="009125C0"/>
    <w:rsid w:val="0091287B"/>
    <w:rsid w:val="00912DD0"/>
    <w:rsid w:val="009134C5"/>
    <w:rsid w:val="00915F6B"/>
    <w:rsid w:val="00916173"/>
    <w:rsid w:val="00916266"/>
    <w:rsid w:val="00916483"/>
    <w:rsid w:val="00916D67"/>
    <w:rsid w:val="009175F8"/>
    <w:rsid w:val="009178B9"/>
    <w:rsid w:val="009204FC"/>
    <w:rsid w:val="009212DC"/>
    <w:rsid w:val="00921570"/>
    <w:rsid w:val="00922A0A"/>
    <w:rsid w:val="00922DC6"/>
    <w:rsid w:val="009238B9"/>
    <w:rsid w:val="00923AE0"/>
    <w:rsid w:val="00923E26"/>
    <w:rsid w:val="00923E2B"/>
    <w:rsid w:val="00924105"/>
    <w:rsid w:val="00925A75"/>
    <w:rsid w:val="0092623A"/>
    <w:rsid w:val="009312E9"/>
    <w:rsid w:val="0093190B"/>
    <w:rsid w:val="00932710"/>
    <w:rsid w:val="00932E99"/>
    <w:rsid w:val="0093307B"/>
    <w:rsid w:val="00933BB6"/>
    <w:rsid w:val="00934AFE"/>
    <w:rsid w:val="00934B41"/>
    <w:rsid w:val="00934ED4"/>
    <w:rsid w:val="0093507B"/>
    <w:rsid w:val="009356B8"/>
    <w:rsid w:val="0093594A"/>
    <w:rsid w:val="00935BEE"/>
    <w:rsid w:val="00935D9E"/>
    <w:rsid w:val="00935ED3"/>
    <w:rsid w:val="009361B3"/>
    <w:rsid w:val="009376CB"/>
    <w:rsid w:val="00937BEB"/>
    <w:rsid w:val="00937FD7"/>
    <w:rsid w:val="00940FF7"/>
    <w:rsid w:val="00941353"/>
    <w:rsid w:val="00942561"/>
    <w:rsid w:val="00942856"/>
    <w:rsid w:val="0094389C"/>
    <w:rsid w:val="00943AA4"/>
    <w:rsid w:val="0094549C"/>
    <w:rsid w:val="00946B83"/>
    <w:rsid w:val="00947012"/>
    <w:rsid w:val="0094740C"/>
    <w:rsid w:val="00947545"/>
    <w:rsid w:val="009506A2"/>
    <w:rsid w:val="00950817"/>
    <w:rsid w:val="00950D1E"/>
    <w:rsid w:val="009510F4"/>
    <w:rsid w:val="00951B74"/>
    <w:rsid w:val="00952222"/>
    <w:rsid w:val="009531C5"/>
    <w:rsid w:val="00954535"/>
    <w:rsid w:val="00954ACA"/>
    <w:rsid w:val="0095515E"/>
    <w:rsid w:val="00955411"/>
    <w:rsid w:val="00961A53"/>
    <w:rsid w:val="00963917"/>
    <w:rsid w:val="00963B65"/>
    <w:rsid w:val="00964AA9"/>
    <w:rsid w:val="00964E75"/>
    <w:rsid w:val="0096591B"/>
    <w:rsid w:val="00965AA7"/>
    <w:rsid w:val="00965C70"/>
    <w:rsid w:val="00965D42"/>
    <w:rsid w:val="00966043"/>
    <w:rsid w:val="00966514"/>
    <w:rsid w:val="00966E69"/>
    <w:rsid w:val="00966F7B"/>
    <w:rsid w:val="00967EF0"/>
    <w:rsid w:val="009702AF"/>
    <w:rsid w:val="009705E5"/>
    <w:rsid w:val="0097192B"/>
    <w:rsid w:val="00971CB5"/>
    <w:rsid w:val="00971DC5"/>
    <w:rsid w:val="0097250C"/>
    <w:rsid w:val="00972A14"/>
    <w:rsid w:val="009733B4"/>
    <w:rsid w:val="00973B37"/>
    <w:rsid w:val="009740F8"/>
    <w:rsid w:val="00974786"/>
    <w:rsid w:val="00974938"/>
    <w:rsid w:val="00975047"/>
    <w:rsid w:val="009752B5"/>
    <w:rsid w:val="009757E1"/>
    <w:rsid w:val="00975F60"/>
    <w:rsid w:val="0097674B"/>
    <w:rsid w:val="00976E43"/>
    <w:rsid w:val="00980419"/>
    <w:rsid w:val="00980751"/>
    <w:rsid w:val="009811A2"/>
    <w:rsid w:val="0098196E"/>
    <w:rsid w:val="00981A7B"/>
    <w:rsid w:val="00981B88"/>
    <w:rsid w:val="00983074"/>
    <w:rsid w:val="009830B4"/>
    <w:rsid w:val="009830F4"/>
    <w:rsid w:val="0098365B"/>
    <w:rsid w:val="009845FA"/>
    <w:rsid w:val="0098549D"/>
    <w:rsid w:val="00985903"/>
    <w:rsid w:val="009862BE"/>
    <w:rsid w:val="00987157"/>
    <w:rsid w:val="00987269"/>
    <w:rsid w:val="0098768E"/>
    <w:rsid w:val="00987A3F"/>
    <w:rsid w:val="00987CFD"/>
    <w:rsid w:val="009901EA"/>
    <w:rsid w:val="009920A1"/>
    <w:rsid w:val="00993D6A"/>
    <w:rsid w:val="00993E4E"/>
    <w:rsid w:val="00994301"/>
    <w:rsid w:val="00994644"/>
    <w:rsid w:val="00994B0A"/>
    <w:rsid w:val="009952A9"/>
    <w:rsid w:val="00995A33"/>
    <w:rsid w:val="00996006"/>
    <w:rsid w:val="00997358"/>
    <w:rsid w:val="00997586"/>
    <w:rsid w:val="00997E05"/>
    <w:rsid w:val="009A0471"/>
    <w:rsid w:val="009A0C3C"/>
    <w:rsid w:val="009A1D5B"/>
    <w:rsid w:val="009A1F65"/>
    <w:rsid w:val="009A2592"/>
    <w:rsid w:val="009A2764"/>
    <w:rsid w:val="009A3782"/>
    <w:rsid w:val="009A4569"/>
    <w:rsid w:val="009A567A"/>
    <w:rsid w:val="009A5AE4"/>
    <w:rsid w:val="009A6582"/>
    <w:rsid w:val="009A7E4F"/>
    <w:rsid w:val="009B0B44"/>
    <w:rsid w:val="009B1AB0"/>
    <w:rsid w:val="009B1DD7"/>
    <w:rsid w:val="009B238B"/>
    <w:rsid w:val="009B27AD"/>
    <w:rsid w:val="009B59F9"/>
    <w:rsid w:val="009B5B71"/>
    <w:rsid w:val="009B5C80"/>
    <w:rsid w:val="009B65D8"/>
    <w:rsid w:val="009B6619"/>
    <w:rsid w:val="009B6990"/>
    <w:rsid w:val="009B6A18"/>
    <w:rsid w:val="009B6A72"/>
    <w:rsid w:val="009B6EC2"/>
    <w:rsid w:val="009B759C"/>
    <w:rsid w:val="009C00C0"/>
    <w:rsid w:val="009C06DF"/>
    <w:rsid w:val="009C0B2D"/>
    <w:rsid w:val="009C0EC0"/>
    <w:rsid w:val="009C1229"/>
    <w:rsid w:val="009C22DD"/>
    <w:rsid w:val="009C342D"/>
    <w:rsid w:val="009C3E0E"/>
    <w:rsid w:val="009C41AF"/>
    <w:rsid w:val="009C47D0"/>
    <w:rsid w:val="009C499A"/>
    <w:rsid w:val="009C5E7A"/>
    <w:rsid w:val="009C6C17"/>
    <w:rsid w:val="009C6F4D"/>
    <w:rsid w:val="009C724C"/>
    <w:rsid w:val="009C7ACF"/>
    <w:rsid w:val="009C7C74"/>
    <w:rsid w:val="009D0F72"/>
    <w:rsid w:val="009D11B3"/>
    <w:rsid w:val="009D11C2"/>
    <w:rsid w:val="009D1CEE"/>
    <w:rsid w:val="009D31D7"/>
    <w:rsid w:val="009D3A9E"/>
    <w:rsid w:val="009D661E"/>
    <w:rsid w:val="009D6B45"/>
    <w:rsid w:val="009D7759"/>
    <w:rsid w:val="009E057D"/>
    <w:rsid w:val="009E07F6"/>
    <w:rsid w:val="009E0A56"/>
    <w:rsid w:val="009E0C60"/>
    <w:rsid w:val="009E155D"/>
    <w:rsid w:val="009E214E"/>
    <w:rsid w:val="009E358B"/>
    <w:rsid w:val="009E3E51"/>
    <w:rsid w:val="009E4B36"/>
    <w:rsid w:val="009E4B39"/>
    <w:rsid w:val="009E5329"/>
    <w:rsid w:val="009E5395"/>
    <w:rsid w:val="009E57A9"/>
    <w:rsid w:val="009E5FA0"/>
    <w:rsid w:val="009E61CE"/>
    <w:rsid w:val="009E6274"/>
    <w:rsid w:val="009E652E"/>
    <w:rsid w:val="009E7000"/>
    <w:rsid w:val="009E7189"/>
    <w:rsid w:val="009E71F5"/>
    <w:rsid w:val="009E7B5B"/>
    <w:rsid w:val="009E7CFE"/>
    <w:rsid w:val="009F0A19"/>
    <w:rsid w:val="009F1336"/>
    <w:rsid w:val="009F19DD"/>
    <w:rsid w:val="009F1C48"/>
    <w:rsid w:val="009F274F"/>
    <w:rsid w:val="009F2822"/>
    <w:rsid w:val="009F2B27"/>
    <w:rsid w:val="009F3678"/>
    <w:rsid w:val="009F37B2"/>
    <w:rsid w:val="009F4250"/>
    <w:rsid w:val="009F4A16"/>
    <w:rsid w:val="009F4B18"/>
    <w:rsid w:val="009F4EAE"/>
    <w:rsid w:val="009F557D"/>
    <w:rsid w:val="009F613E"/>
    <w:rsid w:val="009F683C"/>
    <w:rsid w:val="009F6977"/>
    <w:rsid w:val="009F69CE"/>
    <w:rsid w:val="009F7422"/>
    <w:rsid w:val="009F7F8D"/>
    <w:rsid w:val="00A00A21"/>
    <w:rsid w:val="00A015E1"/>
    <w:rsid w:val="00A0209C"/>
    <w:rsid w:val="00A02B21"/>
    <w:rsid w:val="00A02F61"/>
    <w:rsid w:val="00A03231"/>
    <w:rsid w:val="00A04270"/>
    <w:rsid w:val="00A04435"/>
    <w:rsid w:val="00A06011"/>
    <w:rsid w:val="00A0616A"/>
    <w:rsid w:val="00A066DE"/>
    <w:rsid w:val="00A07CB5"/>
    <w:rsid w:val="00A11616"/>
    <w:rsid w:val="00A12041"/>
    <w:rsid w:val="00A12156"/>
    <w:rsid w:val="00A1250A"/>
    <w:rsid w:val="00A126D8"/>
    <w:rsid w:val="00A1309E"/>
    <w:rsid w:val="00A13573"/>
    <w:rsid w:val="00A13D8E"/>
    <w:rsid w:val="00A157AD"/>
    <w:rsid w:val="00A164FF"/>
    <w:rsid w:val="00A16BCF"/>
    <w:rsid w:val="00A16F18"/>
    <w:rsid w:val="00A17027"/>
    <w:rsid w:val="00A2039A"/>
    <w:rsid w:val="00A20674"/>
    <w:rsid w:val="00A210F6"/>
    <w:rsid w:val="00A229F9"/>
    <w:rsid w:val="00A22CC4"/>
    <w:rsid w:val="00A23114"/>
    <w:rsid w:val="00A23263"/>
    <w:rsid w:val="00A23359"/>
    <w:rsid w:val="00A26E65"/>
    <w:rsid w:val="00A276A4"/>
    <w:rsid w:val="00A304F2"/>
    <w:rsid w:val="00A3155A"/>
    <w:rsid w:val="00A31E53"/>
    <w:rsid w:val="00A32779"/>
    <w:rsid w:val="00A32F4A"/>
    <w:rsid w:val="00A339DE"/>
    <w:rsid w:val="00A35186"/>
    <w:rsid w:val="00A3539E"/>
    <w:rsid w:val="00A356C4"/>
    <w:rsid w:val="00A366BB"/>
    <w:rsid w:val="00A37AF0"/>
    <w:rsid w:val="00A37D32"/>
    <w:rsid w:val="00A402DC"/>
    <w:rsid w:val="00A40FBE"/>
    <w:rsid w:val="00A40FDF"/>
    <w:rsid w:val="00A41DBD"/>
    <w:rsid w:val="00A431B4"/>
    <w:rsid w:val="00A434F9"/>
    <w:rsid w:val="00A4350F"/>
    <w:rsid w:val="00A43906"/>
    <w:rsid w:val="00A43B11"/>
    <w:rsid w:val="00A451F5"/>
    <w:rsid w:val="00A45519"/>
    <w:rsid w:val="00A45C22"/>
    <w:rsid w:val="00A46CE4"/>
    <w:rsid w:val="00A46F25"/>
    <w:rsid w:val="00A46F2C"/>
    <w:rsid w:val="00A47ED8"/>
    <w:rsid w:val="00A5006C"/>
    <w:rsid w:val="00A500D0"/>
    <w:rsid w:val="00A50220"/>
    <w:rsid w:val="00A50698"/>
    <w:rsid w:val="00A50871"/>
    <w:rsid w:val="00A50E6B"/>
    <w:rsid w:val="00A518A0"/>
    <w:rsid w:val="00A51EBF"/>
    <w:rsid w:val="00A523D9"/>
    <w:rsid w:val="00A52BE0"/>
    <w:rsid w:val="00A54283"/>
    <w:rsid w:val="00A54810"/>
    <w:rsid w:val="00A54C54"/>
    <w:rsid w:val="00A554D8"/>
    <w:rsid w:val="00A55A17"/>
    <w:rsid w:val="00A55EAD"/>
    <w:rsid w:val="00A561A5"/>
    <w:rsid w:val="00A60B1B"/>
    <w:rsid w:val="00A61886"/>
    <w:rsid w:val="00A61FA0"/>
    <w:rsid w:val="00A630CF"/>
    <w:rsid w:val="00A63B02"/>
    <w:rsid w:val="00A63B0D"/>
    <w:rsid w:val="00A6530D"/>
    <w:rsid w:val="00A65BA1"/>
    <w:rsid w:val="00A66E44"/>
    <w:rsid w:val="00A6707E"/>
    <w:rsid w:val="00A6780F"/>
    <w:rsid w:val="00A723F0"/>
    <w:rsid w:val="00A7253C"/>
    <w:rsid w:val="00A72A9A"/>
    <w:rsid w:val="00A74160"/>
    <w:rsid w:val="00A7443F"/>
    <w:rsid w:val="00A758E8"/>
    <w:rsid w:val="00A75EC0"/>
    <w:rsid w:val="00A768A1"/>
    <w:rsid w:val="00A778E7"/>
    <w:rsid w:val="00A77F0E"/>
    <w:rsid w:val="00A77F72"/>
    <w:rsid w:val="00A8104E"/>
    <w:rsid w:val="00A81182"/>
    <w:rsid w:val="00A83B59"/>
    <w:rsid w:val="00A854B8"/>
    <w:rsid w:val="00A875A9"/>
    <w:rsid w:val="00A877AA"/>
    <w:rsid w:val="00A87963"/>
    <w:rsid w:val="00A87FE5"/>
    <w:rsid w:val="00A90876"/>
    <w:rsid w:val="00A909F2"/>
    <w:rsid w:val="00A91380"/>
    <w:rsid w:val="00A91908"/>
    <w:rsid w:val="00A92496"/>
    <w:rsid w:val="00A93155"/>
    <w:rsid w:val="00A93501"/>
    <w:rsid w:val="00A95F09"/>
    <w:rsid w:val="00A96D06"/>
    <w:rsid w:val="00A9736B"/>
    <w:rsid w:val="00A97E1A"/>
    <w:rsid w:val="00A97FC4"/>
    <w:rsid w:val="00AA01CE"/>
    <w:rsid w:val="00AA0C9A"/>
    <w:rsid w:val="00AA17BD"/>
    <w:rsid w:val="00AA1AE7"/>
    <w:rsid w:val="00AA2916"/>
    <w:rsid w:val="00AA2FBC"/>
    <w:rsid w:val="00AA3592"/>
    <w:rsid w:val="00AA3718"/>
    <w:rsid w:val="00AA3B81"/>
    <w:rsid w:val="00AA3BD2"/>
    <w:rsid w:val="00AA4173"/>
    <w:rsid w:val="00AA4CA3"/>
    <w:rsid w:val="00AA6BF6"/>
    <w:rsid w:val="00AA79CC"/>
    <w:rsid w:val="00AB1138"/>
    <w:rsid w:val="00AB1556"/>
    <w:rsid w:val="00AB27AC"/>
    <w:rsid w:val="00AB3572"/>
    <w:rsid w:val="00AB3A15"/>
    <w:rsid w:val="00AB450A"/>
    <w:rsid w:val="00AB4A5E"/>
    <w:rsid w:val="00AB4DAC"/>
    <w:rsid w:val="00AB5A71"/>
    <w:rsid w:val="00AB5E00"/>
    <w:rsid w:val="00AB668C"/>
    <w:rsid w:val="00AB709C"/>
    <w:rsid w:val="00AC008C"/>
    <w:rsid w:val="00AC19FB"/>
    <w:rsid w:val="00AC1F40"/>
    <w:rsid w:val="00AC4213"/>
    <w:rsid w:val="00AC4B80"/>
    <w:rsid w:val="00AC4C72"/>
    <w:rsid w:val="00AC5A3B"/>
    <w:rsid w:val="00AC5EB2"/>
    <w:rsid w:val="00AC62EF"/>
    <w:rsid w:val="00AC6CE8"/>
    <w:rsid w:val="00AC6E53"/>
    <w:rsid w:val="00AC6E6F"/>
    <w:rsid w:val="00AC6FDD"/>
    <w:rsid w:val="00AC7B7A"/>
    <w:rsid w:val="00AC7CF2"/>
    <w:rsid w:val="00AD04EE"/>
    <w:rsid w:val="00AD052D"/>
    <w:rsid w:val="00AD0895"/>
    <w:rsid w:val="00AD0B04"/>
    <w:rsid w:val="00AD1AFB"/>
    <w:rsid w:val="00AD2066"/>
    <w:rsid w:val="00AD2218"/>
    <w:rsid w:val="00AD308F"/>
    <w:rsid w:val="00AD33B1"/>
    <w:rsid w:val="00AD39E0"/>
    <w:rsid w:val="00AD3B18"/>
    <w:rsid w:val="00AD5F10"/>
    <w:rsid w:val="00AD6A29"/>
    <w:rsid w:val="00AD7E3D"/>
    <w:rsid w:val="00AE05C5"/>
    <w:rsid w:val="00AE0954"/>
    <w:rsid w:val="00AE0FFD"/>
    <w:rsid w:val="00AE132C"/>
    <w:rsid w:val="00AE2B14"/>
    <w:rsid w:val="00AE2BF1"/>
    <w:rsid w:val="00AE3475"/>
    <w:rsid w:val="00AE37D2"/>
    <w:rsid w:val="00AE3A2D"/>
    <w:rsid w:val="00AE5536"/>
    <w:rsid w:val="00AE5893"/>
    <w:rsid w:val="00AE6747"/>
    <w:rsid w:val="00AE6C8E"/>
    <w:rsid w:val="00AE6E8A"/>
    <w:rsid w:val="00AE6EB5"/>
    <w:rsid w:val="00AE71D5"/>
    <w:rsid w:val="00AE742B"/>
    <w:rsid w:val="00AE74C2"/>
    <w:rsid w:val="00AE7E11"/>
    <w:rsid w:val="00AF0782"/>
    <w:rsid w:val="00AF31FF"/>
    <w:rsid w:val="00AF354B"/>
    <w:rsid w:val="00AF3DA3"/>
    <w:rsid w:val="00AF3F46"/>
    <w:rsid w:val="00AF3FB2"/>
    <w:rsid w:val="00AF47C2"/>
    <w:rsid w:val="00AF4C87"/>
    <w:rsid w:val="00AF54AE"/>
    <w:rsid w:val="00AF5B10"/>
    <w:rsid w:val="00AF5C23"/>
    <w:rsid w:val="00AF5F0D"/>
    <w:rsid w:val="00AF610E"/>
    <w:rsid w:val="00AF62E2"/>
    <w:rsid w:val="00AF7302"/>
    <w:rsid w:val="00AF7751"/>
    <w:rsid w:val="00B005F4"/>
    <w:rsid w:val="00B0066C"/>
    <w:rsid w:val="00B02F12"/>
    <w:rsid w:val="00B0388A"/>
    <w:rsid w:val="00B03FCF"/>
    <w:rsid w:val="00B04D66"/>
    <w:rsid w:val="00B0585C"/>
    <w:rsid w:val="00B064D2"/>
    <w:rsid w:val="00B07159"/>
    <w:rsid w:val="00B0772E"/>
    <w:rsid w:val="00B07733"/>
    <w:rsid w:val="00B07797"/>
    <w:rsid w:val="00B078F8"/>
    <w:rsid w:val="00B10D73"/>
    <w:rsid w:val="00B113AC"/>
    <w:rsid w:val="00B11AE1"/>
    <w:rsid w:val="00B11E55"/>
    <w:rsid w:val="00B12385"/>
    <w:rsid w:val="00B12A48"/>
    <w:rsid w:val="00B133B9"/>
    <w:rsid w:val="00B13685"/>
    <w:rsid w:val="00B142DF"/>
    <w:rsid w:val="00B1433D"/>
    <w:rsid w:val="00B17F54"/>
    <w:rsid w:val="00B2030F"/>
    <w:rsid w:val="00B203EC"/>
    <w:rsid w:val="00B20D21"/>
    <w:rsid w:val="00B21775"/>
    <w:rsid w:val="00B221D3"/>
    <w:rsid w:val="00B23DF6"/>
    <w:rsid w:val="00B246D7"/>
    <w:rsid w:val="00B24E70"/>
    <w:rsid w:val="00B24E8E"/>
    <w:rsid w:val="00B25261"/>
    <w:rsid w:val="00B26734"/>
    <w:rsid w:val="00B2693F"/>
    <w:rsid w:val="00B27C97"/>
    <w:rsid w:val="00B27CE5"/>
    <w:rsid w:val="00B30778"/>
    <w:rsid w:val="00B30936"/>
    <w:rsid w:val="00B30C6C"/>
    <w:rsid w:val="00B330A8"/>
    <w:rsid w:val="00B33962"/>
    <w:rsid w:val="00B33FAC"/>
    <w:rsid w:val="00B346E1"/>
    <w:rsid w:val="00B34862"/>
    <w:rsid w:val="00B35590"/>
    <w:rsid w:val="00B35A3E"/>
    <w:rsid w:val="00B411C9"/>
    <w:rsid w:val="00B411F8"/>
    <w:rsid w:val="00B41EE2"/>
    <w:rsid w:val="00B4280F"/>
    <w:rsid w:val="00B42A46"/>
    <w:rsid w:val="00B43F51"/>
    <w:rsid w:val="00B44565"/>
    <w:rsid w:val="00B453F2"/>
    <w:rsid w:val="00B45A42"/>
    <w:rsid w:val="00B46472"/>
    <w:rsid w:val="00B46A53"/>
    <w:rsid w:val="00B46FD4"/>
    <w:rsid w:val="00B47017"/>
    <w:rsid w:val="00B47558"/>
    <w:rsid w:val="00B47AE9"/>
    <w:rsid w:val="00B47ECF"/>
    <w:rsid w:val="00B50689"/>
    <w:rsid w:val="00B506F9"/>
    <w:rsid w:val="00B507A6"/>
    <w:rsid w:val="00B509C9"/>
    <w:rsid w:val="00B50D99"/>
    <w:rsid w:val="00B51573"/>
    <w:rsid w:val="00B5217E"/>
    <w:rsid w:val="00B524AC"/>
    <w:rsid w:val="00B52AE3"/>
    <w:rsid w:val="00B52D52"/>
    <w:rsid w:val="00B53117"/>
    <w:rsid w:val="00B55E24"/>
    <w:rsid w:val="00B55E87"/>
    <w:rsid w:val="00B5605C"/>
    <w:rsid w:val="00B575CF"/>
    <w:rsid w:val="00B57795"/>
    <w:rsid w:val="00B57E03"/>
    <w:rsid w:val="00B609A6"/>
    <w:rsid w:val="00B60A21"/>
    <w:rsid w:val="00B62062"/>
    <w:rsid w:val="00B637BC"/>
    <w:rsid w:val="00B63844"/>
    <w:rsid w:val="00B644C2"/>
    <w:rsid w:val="00B64817"/>
    <w:rsid w:val="00B64F51"/>
    <w:rsid w:val="00B64F97"/>
    <w:rsid w:val="00B65170"/>
    <w:rsid w:val="00B658B7"/>
    <w:rsid w:val="00B65FC2"/>
    <w:rsid w:val="00B663C8"/>
    <w:rsid w:val="00B66666"/>
    <w:rsid w:val="00B66C35"/>
    <w:rsid w:val="00B675E3"/>
    <w:rsid w:val="00B67A48"/>
    <w:rsid w:val="00B7047B"/>
    <w:rsid w:val="00B71B60"/>
    <w:rsid w:val="00B72A16"/>
    <w:rsid w:val="00B7411D"/>
    <w:rsid w:val="00B7527A"/>
    <w:rsid w:val="00B756B8"/>
    <w:rsid w:val="00B775BF"/>
    <w:rsid w:val="00B777D7"/>
    <w:rsid w:val="00B81BCD"/>
    <w:rsid w:val="00B82C9F"/>
    <w:rsid w:val="00B83488"/>
    <w:rsid w:val="00B8446F"/>
    <w:rsid w:val="00B84942"/>
    <w:rsid w:val="00B85192"/>
    <w:rsid w:val="00B85938"/>
    <w:rsid w:val="00B86166"/>
    <w:rsid w:val="00B86877"/>
    <w:rsid w:val="00B873C0"/>
    <w:rsid w:val="00B87A2E"/>
    <w:rsid w:val="00B90AD3"/>
    <w:rsid w:val="00B91212"/>
    <w:rsid w:val="00B91495"/>
    <w:rsid w:val="00B91EEB"/>
    <w:rsid w:val="00B92EE1"/>
    <w:rsid w:val="00B9309B"/>
    <w:rsid w:val="00B935E7"/>
    <w:rsid w:val="00B948E6"/>
    <w:rsid w:val="00B9495B"/>
    <w:rsid w:val="00B9559A"/>
    <w:rsid w:val="00B955EF"/>
    <w:rsid w:val="00B95B3A"/>
    <w:rsid w:val="00B962F3"/>
    <w:rsid w:val="00B969FD"/>
    <w:rsid w:val="00B975EF"/>
    <w:rsid w:val="00B97B0C"/>
    <w:rsid w:val="00BA07D3"/>
    <w:rsid w:val="00BA08D0"/>
    <w:rsid w:val="00BA0B63"/>
    <w:rsid w:val="00BA0BDB"/>
    <w:rsid w:val="00BA1315"/>
    <w:rsid w:val="00BA33E4"/>
    <w:rsid w:val="00BA3901"/>
    <w:rsid w:val="00BA4308"/>
    <w:rsid w:val="00BA4E64"/>
    <w:rsid w:val="00BA54A1"/>
    <w:rsid w:val="00BA5A1D"/>
    <w:rsid w:val="00BA5FE1"/>
    <w:rsid w:val="00BA68D8"/>
    <w:rsid w:val="00BA6B5F"/>
    <w:rsid w:val="00BA6DDA"/>
    <w:rsid w:val="00BA784A"/>
    <w:rsid w:val="00BA7F06"/>
    <w:rsid w:val="00BA7FB8"/>
    <w:rsid w:val="00BB00B4"/>
    <w:rsid w:val="00BB0584"/>
    <w:rsid w:val="00BB07CE"/>
    <w:rsid w:val="00BB0CE4"/>
    <w:rsid w:val="00BB1187"/>
    <w:rsid w:val="00BB138E"/>
    <w:rsid w:val="00BB1E74"/>
    <w:rsid w:val="00BB3B5A"/>
    <w:rsid w:val="00BB5280"/>
    <w:rsid w:val="00BB599B"/>
    <w:rsid w:val="00BB6E43"/>
    <w:rsid w:val="00BB7278"/>
    <w:rsid w:val="00BB7A7B"/>
    <w:rsid w:val="00BC075F"/>
    <w:rsid w:val="00BC19A2"/>
    <w:rsid w:val="00BC1EC4"/>
    <w:rsid w:val="00BC2093"/>
    <w:rsid w:val="00BC3E75"/>
    <w:rsid w:val="00BC3F8F"/>
    <w:rsid w:val="00BC79C3"/>
    <w:rsid w:val="00BC7F9E"/>
    <w:rsid w:val="00BD0FD5"/>
    <w:rsid w:val="00BD193F"/>
    <w:rsid w:val="00BD20A5"/>
    <w:rsid w:val="00BD2DCD"/>
    <w:rsid w:val="00BD40C5"/>
    <w:rsid w:val="00BD46BD"/>
    <w:rsid w:val="00BD4733"/>
    <w:rsid w:val="00BD5376"/>
    <w:rsid w:val="00BD5DE1"/>
    <w:rsid w:val="00BD5E48"/>
    <w:rsid w:val="00BD5E62"/>
    <w:rsid w:val="00BD661C"/>
    <w:rsid w:val="00BD6641"/>
    <w:rsid w:val="00BE1FCF"/>
    <w:rsid w:val="00BE2406"/>
    <w:rsid w:val="00BE2F3A"/>
    <w:rsid w:val="00BE3165"/>
    <w:rsid w:val="00BE4520"/>
    <w:rsid w:val="00BE4A0B"/>
    <w:rsid w:val="00BE5334"/>
    <w:rsid w:val="00BE534F"/>
    <w:rsid w:val="00BE53AC"/>
    <w:rsid w:val="00BE54C6"/>
    <w:rsid w:val="00BE57FC"/>
    <w:rsid w:val="00BE587A"/>
    <w:rsid w:val="00BE5959"/>
    <w:rsid w:val="00BE65E8"/>
    <w:rsid w:val="00BE7215"/>
    <w:rsid w:val="00BE75E1"/>
    <w:rsid w:val="00BE7AC7"/>
    <w:rsid w:val="00BF01AD"/>
    <w:rsid w:val="00BF0537"/>
    <w:rsid w:val="00BF0D53"/>
    <w:rsid w:val="00BF0FA4"/>
    <w:rsid w:val="00BF2438"/>
    <w:rsid w:val="00BF35C0"/>
    <w:rsid w:val="00BF3F72"/>
    <w:rsid w:val="00BF40D7"/>
    <w:rsid w:val="00BF4174"/>
    <w:rsid w:val="00BF41D2"/>
    <w:rsid w:val="00BF44F0"/>
    <w:rsid w:val="00BF610D"/>
    <w:rsid w:val="00BF6401"/>
    <w:rsid w:val="00BF73A5"/>
    <w:rsid w:val="00C004D1"/>
    <w:rsid w:val="00C00F32"/>
    <w:rsid w:val="00C011FD"/>
    <w:rsid w:val="00C01F1F"/>
    <w:rsid w:val="00C02434"/>
    <w:rsid w:val="00C03171"/>
    <w:rsid w:val="00C06474"/>
    <w:rsid w:val="00C06476"/>
    <w:rsid w:val="00C064FF"/>
    <w:rsid w:val="00C07200"/>
    <w:rsid w:val="00C073CC"/>
    <w:rsid w:val="00C07425"/>
    <w:rsid w:val="00C07BB9"/>
    <w:rsid w:val="00C07DED"/>
    <w:rsid w:val="00C108D5"/>
    <w:rsid w:val="00C10C78"/>
    <w:rsid w:val="00C11449"/>
    <w:rsid w:val="00C1177E"/>
    <w:rsid w:val="00C1185A"/>
    <w:rsid w:val="00C11ABA"/>
    <w:rsid w:val="00C12418"/>
    <w:rsid w:val="00C1331A"/>
    <w:rsid w:val="00C13956"/>
    <w:rsid w:val="00C13D0E"/>
    <w:rsid w:val="00C14C1E"/>
    <w:rsid w:val="00C15862"/>
    <w:rsid w:val="00C167E0"/>
    <w:rsid w:val="00C21640"/>
    <w:rsid w:val="00C21B15"/>
    <w:rsid w:val="00C22473"/>
    <w:rsid w:val="00C2257C"/>
    <w:rsid w:val="00C230C3"/>
    <w:rsid w:val="00C230E5"/>
    <w:rsid w:val="00C23ABB"/>
    <w:rsid w:val="00C249EA"/>
    <w:rsid w:val="00C25F21"/>
    <w:rsid w:val="00C26356"/>
    <w:rsid w:val="00C26B5F"/>
    <w:rsid w:val="00C27E55"/>
    <w:rsid w:val="00C27F82"/>
    <w:rsid w:val="00C3033D"/>
    <w:rsid w:val="00C30BB8"/>
    <w:rsid w:val="00C31F18"/>
    <w:rsid w:val="00C32857"/>
    <w:rsid w:val="00C34645"/>
    <w:rsid w:val="00C3502A"/>
    <w:rsid w:val="00C352D9"/>
    <w:rsid w:val="00C37B1F"/>
    <w:rsid w:val="00C37C17"/>
    <w:rsid w:val="00C4009D"/>
    <w:rsid w:val="00C41FC4"/>
    <w:rsid w:val="00C426FF"/>
    <w:rsid w:val="00C42DF6"/>
    <w:rsid w:val="00C43CC9"/>
    <w:rsid w:val="00C43F63"/>
    <w:rsid w:val="00C44443"/>
    <w:rsid w:val="00C44BCC"/>
    <w:rsid w:val="00C44F55"/>
    <w:rsid w:val="00C453C4"/>
    <w:rsid w:val="00C459CD"/>
    <w:rsid w:val="00C468EA"/>
    <w:rsid w:val="00C46C9A"/>
    <w:rsid w:val="00C46D8A"/>
    <w:rsid w:val="00C472B3"/>
    <w:rsid w:val="00C474F8"/>
    <w:rsid w:val="00C4755F"/>
    <w:rsid w:val="00C47CB6"/>
    <w:rsid w:val="00C47D5D"/>
    <w:rsid w:val="00C503A8"/>
    <w:rsid w:val="00C5068E"/>
    <w:rsid w:val="00C508AF"/>
    <w:rsid w:val="00C5177B"/>
    <w:rsid w:val="00C52751"/>
    <w:rsid w:val="00C52B66"/>
    <w:rsid w:val="00C537D0"/>
    <w:rsid w:val="00C53A0C"/>
    <w:rsid w:val="00C557F8"/>
    <w:rsid w:val="00C56308"/>
    <w:rsid w:val="00C567C3"/>
    <w:rsid w:val="00C56A2F"/>
    <w:rsid w:val="00C56DC5"/>
    <w:rsid w:val="00C56DC7"/>
    <w:rsid w:val="00C576DE"/>
    <w:rsid w:val="00C577C0"/>
    <w:rsid w:val="00C57F6F"/>
    <w:rsid w:val="00C60F01"/>
    <w:rsid w:val="00C61A7E"/>
    <w:rsid w:val="00C65100"/>
    <w:rsid w:val="00C655B8"/>
    <w:rsid w:val="00C65C65"/>
    <w:rsid w:val="00C661A1"/>
    <w:rsid w:val="00C679DE"/>
    <w:rsid w:val="00C703C2"/>
    <w:rsid w:val="00C7094B"/>
    <w:rsid w:val="00C71161"/>
    <w:rsid w:val="00C71A2B"/>
    <w:rsid w:val="00C71FFD"/>
    <w:rsid w:val="00C72054"/>
    <w:rsid w:val="00C72D2A"/>
    <w:rsid w:val="00C73E50"/>
    <w:rsid w:val="00C73FA7"/>
    <w:rsid w:val="00C74834"/>
    <w:rsid w:val="00C74EE5"/>
    <w:rsid w:val="00C755BA"/>
    <w:rsid w:val="00C75E1D"/>
    <w:rsid w:val="00C76638"/>
    <w:rsid w:val="00C76E32"/>
    <w:rsid w:val="00C775AA"/>
    <w:rsid w:val="00C77CA8"/>
    <w:rsid w:val="00C802CA"/>
    <w:rsid w:val="00C80744"/>
    <w:rsid w:val="00C80D19"/>
    <w:rsid w:val="00C81887"/>
    <w:rsid w:val="00C81AD2"/>
    <w:rsid w:val="00C81B3D"/>
    <w:rsid w:val="00C8204E"/>
    <w:rsid w:val="00C839AB"/>
    <w:rsid w:val="00C8557E"/>
    <w:rsid w:val="00C86080"/>
    <w:rsid w:val="00C86574"/>
    <w:rsid w:val="00C866E1"/>
    <w:rsid w:val="00C874D8"/>
    <w:rsid w:val="00C87700"/>
    <w:rsid w:val="00C87E1E"/>
    <w:rsid w:val="00C87F56"/>
    <w:rsid w:val="00C90394"/>
    <w:rsid w:val="00C90E47"/>
    <w:rsid w:val="00C91A62"/>
    <w:rsid w:val="00C91BAF"/>
    <w:rsid w:val="00C92F79"/>
    <w:rsid w:val="00C93223"/>
    <w:rsid w:val="00C9351E"/>
    <w:rsid w:val="00C95EE7"/>
    <w:rsid w:val="00C96415"/>
    <w:rsid w:val="00C9722B"/>
    <w:rsid w:val="00C97850"/>
    <w:rsid w:val="00CA05A6"/>
    <w:rsid w:val="00CA073F"/>
    <w:rsid w:val="00CA14A8"/>
    <w:rsid w:val="00CA19B0"/>
    <w:rsid w:val="00CA1F76"/>
    <w:rsid w:val="00CA26B7"/>
    <w:rsid w:val="00CA3D39"/>
    <w:rsid w:val="00CA3F1F"/>
    <w:rsid w:val="00CA45E5"/>
    <w:rsid w:val="00CA58BE"/>
    <w:rsid w:val="00CA620E"/>
    <w:rsid w:val="00CA6713"/>
    <w:rsid w:val="00CA6CDE"/>
    <w:rsid w:val="00CA6D4C"/>
    <w:rsid w:val="00CA702F"/>
    <w:rsid w:val="00CA74F9"/>
    <w:rsid w:val="00CA7787"/>
    <w:rsid w:val="00CA7964"/>
    <w:rsid w:val="00CA7A42"/>
    <w:rsid w:val="00CB0061"/>
    <w:rsid w:val="00CB1301"/>
    <w:rsid w:val="00CB171B"/>
    <w:rsid w:val="00CB2753"/>
    <w:rsid w:val="00CB3E16"/>
    <w:rsid w:val="00CB488A"/>
    <w:rsid w:val="00CB4F3A"/>
    <w:rsid w:val="00CB6963"/>
    <w:rsid w:val="00CB769C"/>
    <w:rsid w:val="00CC05DF"/>
    <w:rsid w:val="00CC1081"/>
    <w:rsid w:val="00CC128B"/>
    <w:rsid w:val="00CC14AB"/>
    <w:rsid w:val="00CC19DC"/>
    <w:rsid w:val="00CC19EA"/>
    <w:rsid w:val="00CC1B47"/>
    <w:rsid w:val="00CC1C25"/>
    <w:rsid w:val="00CC229F"/>
    <w:rsid w:val="00CC236F"/>
    <w:rsid w:val="00CC2964"/>
    <w:rsid w:val="00CC311D"/>
    <w:rsid w:val="00CC397B"/>
    <w:rsid w:val="00CC3A68"/>
    <w:rsid w:val="00CC3EBD"/>
    <w:rsid w:val="00CC434E"/>
    <w:rsid w:val="00CC5131"/>
    <w:rsid w:val="00CC792A"/>
    <w:rsid w:val="00CD1B9E"/>
    <w:rsid w:val="00CD20D2"/>
    <w:rsid w:val="00CD2677"/>
    <w:rsid w:val="00CD26BB"/>
    <w:rsid w:val="00CD2702"/>
    <w:rsid w:val="00CD2B9B"/>
    <w:rsid w:val="00CD2F58"/>
    <w:rsid w:val="00CD329B"/>
    <w:rsid w:val="00CD3CFB"/>
    <w:rsid w:val="00CD3F37"/>
    <w:rsid w:val="00CD47AE"/>
    <w:rsid w:val="00CD57D6"/>
    <w:rsid w:val="00CD5C60"/>
    <w:rsid w:val="00CD6DEE"/>
    <w:rsid w:val="00CD6E43"/>
    <w:rsid w:val="00CD7CB9"/>
    <w:rsid w:val="00CE064E"/>
    <w:rsid w:val="00CE1C19"/>
    <w:rsid w:val="00CE207E"/>
    <w:rsid w:val="00CE2119"/>
    <w:rsid w:val="00CE28A0"/>
    <w:rsid w:val="00CE2B4F"/>
    <w:rsid w:val="00CE31FC"/>
    <w:rsid w:val="00CE3AA7"/>
    <w:rsid w:val="00CE440A"/>
    <w:rsid w:val="00CE5F2C"/>
    <w:rsid w:val="00CE605B"/>
    <w:rsid w:val="00CE7366"/>
    <w:rsid w:val="00CE736B"/>
    <w:rsid w:val="00CE776D"/>
    <w:rsid w:val="00CF0501"/>
    <w:rsid w:val="00CF2700"/>
    <w:rsid w:val="00CF29B7"/>
    <w:rsid w:val="00CF2AE3"/>
    <w:rsid w:val="00CF2BE2"/>
    <w:rsid w:val="00CF3011"/>
    <w:rsid w:val="00CF3365"/>
    <w:rsid w:val="00CF4375"/>
    <w:rsid w:val="00CF49F1"/>
    <w:rsid w:val="00CF4FFA"/>
    <w:rsid w:val="00CF5A78"/>
    <w:rsid w:val="00CF6A32"/>
    <w:rsid w:val="00CF7A66"/>
    <w:rsid w:val="00D0024E"/>
    <w:rsid w:val="00D008E1"/>
    <w:rsid w:val="00D01D97"/>
    <w:rsid w:val="00D01E6D"/>
    <w:rsid w:val="00D03167"/>
    <w:rsid w:val="00D041F2"/>
    <w:rsid w:val="00D042E8"/>
    <w:rsid w:val="00D054A9"/>
    <w:rsid w:val="00D07814"/>
    <w:rsid w:val="00D112B7"/>
    <w:rsid w:val="00D11994"/>
    <w:rsid w:val="00D11CE2"/>
    <w:rsid w:val="00D120C0"/>
    <w:rsid w:val="00D12DC4"/>
    <w:rsid w:val="00D14274"/>
    <w:rsid w:val="00D15DD7"/>
    <w:rsid w:val="00D16079"/>
    <w:rsid w:val="00D16CC0"/>
    <w:rsid w:val="00D16D16"/>
    <w:rsid w:val="00D16F9F"/>
    <w:rsid w:val="00D17BE5"/>
    <w:rsid w:val="00D22999"/>
    <w:rsid w:val="00D22E12"/>
    <w:rsid w:val="00D230A9"/>
    <w:rsid w:val="00D2323D"/>
    <w:rsid w:val="00D25122"/>
    <w:rsid w:val="00D2695F"/>
    <w:rsid w:val="00D30A46"/>
    <w:rsid w:val="00D30D98"/>
    <w:rsid w:val="00D31EB5"/>
    <w:rsid w:val="00D32185"/>
    <w:rsid w:val="00D32908"/>
    <w:rsid w:val="00D32DC6"/>
    <w:rsid w:val="00D3375D"/>
    <w:rsid w:val="00D35909"/>
    <w:rsid w:val="00D35F9D"/>
    <w:rsid w:val="00D36056"/>
    <w:rsid w:val="00D36344"/>
    <w:rsid w:val="00D36510"/>
    <w:rsid w:val="00D36909"/>
    <w:rsid w:val="00D36D48"/>
    <w:rsid w:val="00D36D57"/>
    <w:rsid w:val="00D3770F"/>
    <w:rsid w:val="00D37815"/>
    <w:rsid w:val="00D404F2"/>
    <w:rsid w:val="00D40C89"/>
    <w:rsid w:val="00D40D77"/>
    <w:rsid w:val="00D41BC8"/>
    <w:rsid w:val="00D41DC6"/>
    <w:rsid w:val="00D4331D"/>
    <w:rsid w:val="00D43BCC"/>
    <w:rsid w:val="00D44F9E"/>
    <w:rsid w:val="00D44FC0"/>
    <w:rsid w:val="00D45202"/>
    <w:rsid w:val="00D458BE"/>
    <w:rsid w:val="00D45A0E"/>
    <w:rsid w:val="00D46B9D"/>
    <w:rsid w:val="00D475EC"/>
    <w:rsid w:val="00D501F8"/>
    <w:rsid w:val="00D5057B"/>
    <w:rsid w:val="00D52C02"/>
    <w:rsid w:val="00D52C3D"/>
    <w:rsid w:val="00D52DCC"/>
    <w:rsid w:val="00D539B8"/>
    <w:rsid w:val="00D54271"/>
    <w:rsid w:val="00D54BE0"/>
    <w:rsid w:val="00D54E3E"/>
    <w:rsid w:val="00D5504B"/>
    <w:rsid w:val="00D558D0"/>
    <w:rsid w:val="00D559FE"/>
    <w:rsid w:val="00D5601B"/>
    <w:rsid w:val="00D56369"/>
    <w:rsid w:val="00D56B79"/>
    <w:rsid w:val="00D56BF5"/>
    <w:rsid w:val="00D56DC6"/>
    <w:rsid w:val="00D60255"/>
    <w:rsid w:val="00D605ED"/>
    <w:rsid w:val="00D6093F"/>
    <w:rsid w:val="00D61A39"/>
    <w:rsid w:val="00D63011"/>
    <w:rsid w:val="00D63C0B"/>
    <w:rsid w:val="00D63DE8"/>
    <w:rsid w:val="00D647BE"/>
    <w:rsid w:val="00D659CC"/>
    <w:rsid w:val="00D65F88"/>
    <w:rsid w:val="00D662CD"/>
    <w:rsid w:val="00D66BA9"/>
    <w:rsid w:val="00D66BEC"/>
    <w:rsid w:val="00D67537"/>
    <w:rsid w:val="00D71B54"/>
    <w:rsid w:val="00D72871"/>
    <w:rsid w:val="00D72C50"/>
    <w:rsid w:val="00D72C85"/>
    <w:rsid w:val="00D72FBB"/>
    <w:rsid w:val="00D74B41"/>
    <w:rsid w:val="00D75004"/>
    <w:rsid w:val="00D75526"/>
    <w:rsid w:val="00D756D6"/>
    <w:rsid w:val="00D75EB6"/>
    <w:rsid w:val="00D76516"/>
    <w:rsid w:val="00D7671C"/>
    <w:rsid w:val="00D76890"/>
    <w:rsid w:val="00D7796C"/>
    <w:rsid w:val="00D8052E"/>
    <w:rsid w:val="00D80A8F"/>
    <w:rsid w:val="00D80B9A"/>
    <w:rsid w:val="00D80C40"/>
    <w:rsid w:val="00D81070"/>
    <w:rsid w:val="00D812A2"/>
    <w:rsid w:val="00D81760"/>
    <w:rsid w:val="00D81D17"/>
    <w:rsid w:val="00D82A91"/>
    <w:rsid w:val="00D82B0E"/>
    <w:rsid w:val="00D82B94"/>
    <w:rsid w:val="00D8427A"/>
    <w:rsid w:val="00D84D8C"/>
    <w:rsid w:val="00D860AF"/>
    <w:rsid w:val="00D86C5D"/>
    <w:rsid w:val="00D90776"/>
    <w:rsid w:val="00D90F47"/>
    <w:rsid w:val="00D914F0"/>
    <w:rsid w:val="00D920C2"/>
    <w:rsid w:val="00D92339"/>
    <w:rsid w:val="00D92636"/>
    <w:rsid w:val="00D92924"/>
    <w:rsid w:val="00D92B0D"/>
    <w:rsid w:val="00D9400A"/>
    <w:rsid w:val="00D94D15"/>
    <w:rsid w:val="00D95153"/>
    <w:rsid w:val="00DA01BB"/>
    <w:rsid w:val="00DA0447"/>
    <w:rsid w:val="00DA10A9"/>
    <w:rsid w:val="00DA1260"/>
    <w:rsid w:val="00DA16F8"/>
    <w:rsid w:val="00DA16FF"/>
    <w:rsid w:val="00DA1FD5"/>
    <w:rsid w:val="00DA227B"/>
    <w:rsid w:val="00DA4697"/>
    <w:rsid w:val="00DA484A"/>
    <w:rsid w:val="00DA4F65"/>
    <w:rsid w:val="00DA52E9"/>
    <w:rsid w:val="00DA586E"/>
    <w:rsid w:val="00DB013F"/>
    <w:rsid w:val="00DB182C"/>
    <w:rsid w:val="00DB196A"/>
    <w:rsid w:val="00DB19CD"/>
    <w:rsid w:val="00DB1AFF"/>
    <w:rsid w:val="00DB2859"/>
    <w:rsid w:val="00DB4146"/>
    <w:rsid w:val="00DB4A6C"/>
    <w:rsid w:val="00DB52C0"/>
    <w:rsid w:val="00DB53D6"/>
    <w:rsid w:val="00DB656E"/>
    <w:rsid w:val="00DB6A35"/>
    <w:rsid w:val="00DB6ABC"/>
    <w:rsid w:val="00DB6E3D"/>
    <w:rsid w:val="00DB70C1"/>
    <w:rsid w:val="00DB7138"/>
    <w:rsid w:val="00DB75BC"/>
    <w:rsid w:val="00DB7B24"/>
    <w:rsid w:val="00DC010E"/>
    <w:rsid w:val="00DC0A67"/>
    <w:rsid w:val="00DC0C70"/>
    <w:rsid w:val="00DC0CCC"/>
    <w:rsid w:val="00DC0DB3"/>
    <w:rsid w:val="00DC1E32"/>
    <w:rsid w:val="00DC222A"/>
    <w:rsid w:val="00DC22E7"/>
    <w:rsid w:val="00DC26CA"/>
    <w:rsid w:val="00DC2BCC"/>
    <w:rsid w:val="00DC32D4"/>
    <w:rsid w:val="00DC5644"/>
    <w:rsid w:val="00DC640E"/>
    <w:rsid w:val="00DC6922"/>
    <w:rsid w:val="00DC6BA7"/>
    <w:rsid w:val="00DC6FE7"/>
    <w:rsid w:val="00DC7DC3"/>
    <w:rsid w:val="00DD0656"/>
    <w:rsid w:val="00DD08D7"/>
    <w:rsid w:val="00DD0CF0"/>
    <w:rsid w:val="00DD11D9"/>
    <w:rsid w:val="00DD12C0"/>
    <w:rsid w:val="00DD21AF"/>
    <w:rsid w:val="00DD2694"/>
    <w:rsid w:val="00DD4250"/>
    <w:rsid w:val="00DD5824"/>
    <w:rsid w:val="00DD588F"/>
    <w:rsid w:val="00DD61EB"/>
    <w:rsid w:val="00DD6B19"/>
    <w:rsid w:val="00DD6DC7"/>
    <w:rsid w:val="00DD71BA"/>
    <w:rsid w:val="00DD736B"/>
    <w:rsid w:val="00DE146A"/>
    <w:rsid w:val="00DE1484"/>
    <w:rsid w:val="00DE2904"/>
    <w:rsid w:val="00DE3047"/>
    <w:rsid w:val="00DE32A9"/>
    <w:rsid w:val="00DE4AE0"/>
    <w:rsid w:val="00DE4D30"/>
    <w:rsid w:val="00DE4F4B"/>
    <w:rsid w:val="00DE59C4"/>
    <w:rsid w:val="00DE5EEE"/>
    <w:rsid w:val="00DE70B7"/>
    <w:rsid w:val="00DE7E8A"/>
    <w:rsid w:val="00DF04E0"/>
    <w:rsid w:val="00DF0A9F"/>
    <w:rsid w:val="00DF22B5"/>
    <w:rsid w:val="00DF258A"/>
    <w:rsid w:val="00DF2CBC"/>
    <w:rsid w:val="00DF3532"/>
    <w:rsid w:val="00DF42D5"/>
    <w:rsid w:val="00DF46BB"/>
    <w:rsid w:val="00DF4E3B"/>
    <w:rsid w:val="00DF4F66"/>
    <w:rsid w:val="00DF5C7B"/>
    <w:rsid w:val="00DF773E"/>
    <w:rsid w:val="00E0020C"/>
    <w:rsid w:val="00E008E1"/>
    <w:rsid w:val="00E00B44"/>
    <w:rsid w:val="00E00CCD"/>
    <w:rsid w:val="00E01036"/>
    <w:rsid w:val="00E01764"/>
    <w:rsid w:val="00E01C12"/>
    <w:rsid w:val="00E01E3D"/>
    <w:rsid w:val="00E0200B"/>
    <w:rsid w:val="00E02B3E"/>
    <w:rsid w:val="00E02E03"/>
    <w:rsid w:val="00E04970"/>
    <w:rsid w:val="00E053CC"/>
    <w:rsid w:val="00E0549D"/>
    <w:rsid w:val="00E05CC5"/>
    <w:rsid w:val="00E05F33"/>
    <w:rsid w:val="00E06C06"/>
    <w:rsid w:val="00E076C9"/>
    <w:rsid w:val="00E07DB3"/>
    <w:rsid w:val="00E1038D"/>
    <w:rsid w:val="00E11237"/>
    <w:rsid w:val="00E12024"/>
    <w:rsid w:val="00E120EA"/>
    <w:rsid w:val="00E121A0"/>
    <w:rsid w:val="00E1253A"/>
    <w:rsid w:val="00E14244"/>
    <w:rsid w:val="00E1472F"/>
    <w:rsid w:val="00E14D6E"/>
    <w:rsid w:val="00E14F22"/>
    <w:rsid w:val="00E15CE9"/>
    <w:rsid w:val="00E164D1"/>
    <w:rsid w:val="00E16ED3"/>
    <w:rsid w:val="00E173F1"/>
    <w:rsid w:val="00E17500"/>
    <w:rsid w:val="00E17DF4"/>
    <w:rsid w:val="00E17F53"/>
    <w:rsid w:val="00E2044A"/>
    <w:rsid w:val="00E2052B"/>
    <w:rsid w:val="00E213DF"/>
    <w:rsid w:val="00E21849"/>
    <w:rsid w:val="00E22675"/>
    <w:rsid w:val="00E23388"/>
    <w:rsid w:val="00E2420E"/>
    <w:rsid w:val="00E246F1"/>
    <w:rsid w:val="00E258BC"/>
    <w:rsid w:val="00E25F9D"/>
    <w:rsid w:val="00E25FDF"/>
    <w:rsid w:val="00E2641A"/>
    <w:rsid w:val="00E26F45"/>
    <w:rsid w:val="00E27053"/>
    <w:rsid w:val="00E272DD"/>
    <w:rsid w:val="00E276F2"/>
    <w:rsid w:val="00E313F0"/>
    <w:rsid w:val="00E318B3"/>
    <w:rsid w:val="00E319CA"/>
    <w:rsid w:val="00E3283C"/>
    <w:rsid w:val="00E330C7"/>
    <w:rsid w:val="00E35953"/>
    <w:rsid w:val="00E35C1E"/>
    <w:rsid w:val="00E36453"/>
    <w:rsid w:val="00E3651A"/>
    <w:rsid w:val="00E37586"/>
    <w:rsid w:val="00E400C9"/>
    <w:rsid w:val="00E41055"/>
    <w:rsid w:val="00E410F6"/>
    <w:rsid w:val="00E41562"/>
    <w:rsid w:val="00E416A8"/>
    <w:rsid w:val="00E41C59"/>
    <w:rsid w:val="00E42076"/>
    <w:rsid w:val="00E421EE"/>
    <w:rsid w:val="00E429E6"/>
    <w:rsid w:val="00E42F7A"/>
    <w:rsid w:val="00E43BD9"/>
    <w:rsid w:val="00E44E94"/>
    <w:rsid w:val="00E45BF1"/>
    <w:rsid w:val="00E46443"/>
    <w:rsid w:val="00E46628"/>
    <w:rsid w:val="00E467A7"/>
    <w:rsid w:val="00E4725A"/>
    <w:rsid w:val="00E516B3"/>
    <w:rsid w:val="00E516F2"/>
    <w:rsid w:val="00E52B3E"/>
    <w:rsid w:val="00E53801"/>
    <w:rsid w:val="00E5385D"/>
    <w:rsid w:val="00E54D67"/>
    <w:rsid w:val="00E55C71"/>
    <w:rsid w:val="00E55D09"/>
    <w:rsid w:val="00E56F68"/>
    <w:rsid w:val="00E57D23"/>
    <w:rsid w:val="00E6090E"/>
    <w:rsid w:val="00E60A9C"/>
    <w:rsid w:val="00E60AD9"/>
    <w:rsid w:val="00E615FA"/>
    <w:rsid w:val="00E63042"/>
    <w:rsid w:val="00E63F81"/>
    <w:rsid w:val="00E65540"/>
    <w:rsid w:val="00E67481"/>
    <w:rsid w:val="00E6784C"/>
    <w:rsid w:val="00E67BD3"/>
    <w:rsid w:val="00E70937"/>
    <w:rsid w:val="00E70AD8"/>
    <w:rsid w:val="00E71EFE"/>
    <w:rsid w:val="00E71FB4"/>
    <w:rsid w:val="00E727C7"/>
    <w:rsid w:val="00E72AAE"/>
    <w:rsid w:val="00E72F0C"/>
    <w:rsid w:val="00E73A57"/>
    <w:rsid w:val="00E73E99"/>
    <w:rsid w:val="00E7428A"/>
    <w:rsid w:val="00E74A9D"/>
    <w:rsid w:val="00E74BF5"/>
    <w:rsid w:val="00E74DC4"/>
    <w:rsid w:val="00E75377"/>
    <w:rsid w:val="00E76E0F"/>
    <w:rsid w:val="00E7761D"/>
    <w:rsid w:val="00E80984"/>
    <w:rsid w:val="00E81845"/>
    <w:rsid w:val="00E836C1"/>
    <w:rsid w:val="00E83B02"/>
    <w:rsid w:val="00E84695"/>
    <w:rsid w:val="00E84753"/>
    <w:rsid w:val="00E85224"/>
    <w:rsid w:val="00E86AC7"/>
    <w:rsid w:val="00E904C4"/>
    <w:rsid w:val="00E909FA"/>
    <w:rsid w:val="00E90B5C"/>
    <w:rsid w:val="00E90C6C"/>
    <w:rsid w:val="00E91767"/>
    <w:rsid w:val="00E91C17"/>
    <w:rsid w:val="00E92134"/>
    <w:rsid w:val="00E925F9"/>
    <w:rsid w:val="00E92689"/>
    <w:rsid w:val="00E92920"/>
    <w:rsid w:val="00E92A6F"/>
    <w:rsid w:val="00E930F7"/>
    <w:rsid w:val="00E93482"/>
    <w:rsid w:val="00E93CA9"/>
    <w:rsid w:val="00E94D5B"/>
    <w:rsid w:val="00E95335"/>
    <w:rsid w:val="00E9616F"/>
    <w:rsid w:val="00E97975"/>
    <w:rsid w:val="00E97CE5"/>
    <w:rsid w:val="00EA08D7"/>
    <w:rsid w:val="00EA22C5"/>
    <w:rsid w:val="00EA2BBE"/>
    <w:rsid w:val="00EA3D11"/>
    <w:rsid w:val="00EA431C"/>
    <w:rsid w:val="00EA5167"/>
    <w:rsid w:val="00EA6220"/>
    <w:rsid w:val="00EA678F"/>
    <w:rsid w:val="00EA7215"/>
    <w:rsid w:val="00EA7904"/>
    <w:rsid w:val="00EA7940"/>
    <w:rsid w:val="00EB080D"/>
    <w:rsid w:val="00EB1130"/>
    <w:rsid w:val="00EB1192"/>
    <w:rsid w:val="00EB130B"/>
    <w:rsid w:val="00EB16BF"/>
    <w:rsid w:val="00EB19FB"/>
    <w:rsid w:val="00EB20C4"/>
    <w:rsid w:val="00EB24B0"/>
    <w:rsid w:val="00EB2F30"/>
    <w:rsid w:val="00EB2F33"/>
    <w:rsid w:val="00EB4628"/>
    <w:rsid w:val="00EB473D"/>
    <w:rsid w:val="00EB5670"/>
    <w:rsid w:val="00EB58B7"/>
    <w:rsid w:val="00EB5D4C"/>
    <w:rsid w:val="00EB6165"/>
    <w:rsid w:val="00EB75B7"/>
    <w:rsid w:val="00EC017E"/>
    <w:rsid w:val="00EC086B"/>
    <w:rsid w:val="00EC1653"/>
    <w:rsid w:val="00EC1B1F"/>
    <w:rsid w:val="00EC1C67"/>
    <w:rsid w:val="00EC2A99"/>
    <w:rsid w:val="00EC3A3F"/>
    <w:rsid w:val="00EC61BC"/>
    <w:rsid w:val="00EC6BFD"/>
    <w:rsid w:val="00EC6E6B"/>
    <w:rsid w:val="00EC7723"/>
    <w:rsid w:val="00EC78F4"/>
    <w:rsid w:val="00ED051B"/>
    <w:rsid w:val="00ED07AB"/>
    <w:rsid w:val="00ED0C77"/>
    <w:rsid w:val="00ED0EF5"/>
    <w:rsid w:val="00ED11A6"/>
    <w:rsid w:val="00ED123F"/>
    <w:rsid w:val="00ED12FE"/>
    <w:rsid w:val="00ED13FA"/>
    <w:rsid w:val="00ED19CF"/>
    <w:rsid w:val="00ED254E"/>
    <w:rsid w:val="00ED2841"/>
    <w:rsid w:val="00ED39A0"/>
    <w:rsid w:val="00ED39C1"/>
    <w:rsid w:val="00ED4913"/>
    <w:rsid w:val="00ED58EA"/>
    <w:rsid w:val="00ED5AA6"/>
    <w:rsid w:val="00ED5F8B"/>
    <w:rsid w:val="00ED5FA7"/>
    <w:rsid w:val="00ED68D2"/>
    <w:rsid w:val="00ED6A94"/>
    <w:rsid w:val="00ED6E9A"/>
    <w:rsid w:val="00EE0252"/>
    <w:rsid w:val="00EE0821"/>
    <w:rsid w:val="00EE08FA"/>
    <w:rsid w:val="00EE0CF2"/>
    <w:rsid w:val="00EE0D4D"/>
    <w:rsid w:val="00EE1534"/>
    <w:rsid w:val="00EE2A66"/>
    <w:rsid w:val="00EE3B87"/>
    <w:rsid w:val="00EE4261"/>
    <w:rsid w:val="00EE43AD"/>
    <w:rsid w:val="00EE5D74"/>
    <w:rsid w:val="00EE5E57"/>
    <w:rsid w:val="00EE6363"/>
    <w:rsid w:val="00EE74B5"/>
    <w:rsid w:val="00EE7A73"/>
    <w:rsid w:val="00EE7B29"/>
    <w:rsid w:val="00EF034B"/>
    <w:rsid w:val="00EF24D5"/>
    <w:rsid w:val="00EF3F2F"/>
    <w:rsid w:val="00EF45E0"/>
    <w:rsid w:val="00EF4FDD"/>
    <w:rsid w:val="00EF5222"/>
    <w:rsid w:val="00F0048C"/>
    <w:rsid w:val="00F0083E"/>
    <w:rsid w:val="00F011BD"/>
    <w:rsid w:val="00F01F3D"/>
    <w:rsid w:val="00F0205F"/>
    <w:rsid w:val="00F03CD6"/>
    <w:rsid w:val="00F05104"/>
    <w:rsid w:val="00F055AA"/>
    <w:rsid w:val="00F05673"/>
    <w:rsid w:val="00F05E39"/>
    <w:rsid w:val="00F062C0"/>
    <w:rsid w:val="00F0711E"/>
    <w:rsid w:val="00F10E56"/>
    <w:rsid w:val="00F11456"/>
    <w:rsid w:val="00F14941"/>
    <w:rsid w:val="00F14964"/>
    <w:rsid w:val="00F1538C"/>
    <w:rsid w:val="00F1541A"/>
    <w:rsid w:val="00F15828"/>
    <w:rsid w:val="00F1602F"/>
    <w:rsid w:val="00F16260"/>
    <w:rsid w:val="00F16A74"/>
    <w:rsid w:val="00F16FAB"/>
    <w:rsid w:val="00F176D0"/>
    <w:rsid w:val="00F17E13"/>
    <w:rsid w:val="00F17E67"/>
    <w:rsid w:val="00F20169"/>
    <w:rsid w:val="00F201B4"/>
    <w:rsid w:val="00F2027B"/>
    <w:rsid w:val="00F20BFD"/>
    <w:rsid w:val="00F21D4A"/>
    <w:rsid w:val="00F21D84"/>
    <w:rsid w:val="00F23EEA"/>
    <w:rsid w:val="00F23F86"/>
    <w:rsid w:val="00F242DB"/>
    <w:rsid w:val="00F24AEB"/>
    <w:rsid w:val="00F24D84"/>
    <w:rsid w:val="00F253BB"/>
    <w:rsid w:val="00F26B3D"/>
    <w:rsid w:val="00F27F84"/>
    <w:rsid w:val="00F3100B"/>
    <w:rsid w:val="00F316E5"/>
    <w:rsid w:val="00F32E9E"/>
    <w:rsid w:val="00F33E19"/>
    <w:rsid w:val="00F342AF"/>
    <w:rsid w:val="00F347F3"/>
    <w:rsid w:val="00F35790"/>
    <w:rsid w:val="00F36392"/>
    <w:rsid w:val="00F36EA4"/>
    <w:rsid w:val="00F370C1"/>
    <w:rsid w:val="00F375FE"/>
    <w:rsid w:val="00F4117B"/>
    <w:rsid w:val="00F412A0"/>
    <w:rsid w:val="00F413E2"/>
    <w:rsid w:val="00F418FB"/>
    <w:rsid w:val="00F428EA"/>
    <w:rsid w:val="00F42A40"/>
    <w:rsid w:val="00F42EB9"/>
    <w:rsid w:val="00F4396A"/>
    <w:rsid w:val="00F4409C"/>
    <w:rsid w:val="00F44F20"/>
    <w:rsid w:val="00F460DD"/>
    <w:rsid w:val="00F466A6"/>
    <w:rsid w:val="00F46722"/>
    <w:rsid w:val="00F46E27"/>
    <w:rsid w:val="00F4749B"/>
    <w:rsid w:val="00F47F79"/>
    <w:rsid w:val="00F47FC2"/>
    <w:rsid w:val="00F509AB"/>
    <w:rsid w:val="00F51592"/>
    <w:rsid w:val="00F523A7"/>
    <w:rsid w:val="00F532CF"/>
    <w:rsid w:val="00F53368"/>
    <w:rsid w:val="00F53EC6"/>
    <w:rsid w:val="00F54F12"/>
    <w:rsid w:val="00F551CD"/>
    <w:rsid w:val="00F56F5A"/>
    <w:rsid w:val="00F5739E"/>
    <w:rsid w:val="00F576A7"/>
    <w:rsid w:val="00F6045E"/>
    <w:rsid w:val="00F615EC"/>
    <w:rsid w:val="00F617A5"/>
    <w:rsid w:val="00F61A77"/>
    <w:rsid w:val="00F62162"/>
    <w:rsid w:val="00F62C21"/>
    <w:rsid w:val="00F62C31"/>
    <w:rsid w:val="00F62C7E"/>
    <w:rsid w:val="00F630BB"/>
    <w:rsid w:val="00F63182"/>
    <w:rsid w:val="00F632E5"/>
    <w:rsid w:val="00F63914"/>
    <w:rsid w:val="00F64DCA"/>
    <w:rsid w:val="00F67EFD"/>
    <w:rsid w:val="00F70ACA"/>
    <w:rsid w:val="00F71D3A"/>
    <w:rsid w:val="00F7234E"/>
    <w:rsid w:val="00F733AE"/>
    <w:rsid w:val="00F7378B"/>
    <w:rsid w:val="00F73E32"/>
    <w:rsid w:val="00F7462E"/>
    <w:rsid w:val="00F75184"/>
    <w:rsid w:val="00F76F8A"/>
    <w:rsid w:val="00F7724C"/>
    <w:rsid w:val="00F77D16"/>
    <w:rsid w:val="00F8001B"/>
    <w:rsid w:val="00F807A4"/>
    <w:rsid w:val="00F80C87"/>
    <w:rsid w:val="00F80CF5"/>
    <w:rsid w:val="00F82BF0"/>
    <w:rsid w:val="00F82D40"/>
    <w:rsid w:val="00F83084"/>
    <w:rsid w:val="00F85E84"/>
    <w:rsid w:val="00F860B1"/>
    <w:rsid w:val="00F86A31"/>
    <w:rsid w:val="00F8768F"/>
    <w:rsid w:val="00F905AC"/>
    <w:rsid w:val="00F90D8A"/>
    <w:rsid w:val="00F91455"/>
    <w:rsid w:val="00F915E7"/>
    <w:rsid w:val="00F91F85"/>
    <w:rsid w:val="00F921E3"/>
    <w:rsid w:val="00F92606"/>
    <w:rsid w:val="00F93229"/>
    <w:rsid w:val="00F93422"/>
    <w:rsid w:val="00F9469D"/>
    <w:rsid w:val="00F9546B"/>
    <w:rsid w:val="00F95472"/>
    <w:rsid w:val="00F95C88"/>
    <w:rsid w:val="00F9651B"/>
    <w:rsid w:val="00F96683"/>
    <w:rsid w:val="00F96B3F"/>
    <w:rsid w:val="00F96DAB"/>
    <w:rsid w:val="00FA00B2"/>
    <w:rsid w:val="00FA04C6"/>
    <w:rsid w:val="00FA299B"/>
    <w:rsid w:val="00FA34DF"/>
    <w:rsid w:val="00FA3C6C"/>
    <w:rsid w:val="00FA57B0"/>
    <w:rsid w:val="00FA5C8E"/>
    <w:rsid w:val="00FA6098"/>
    <w:rsid w:val="00FA7234"/>
    <w:rsid w:val="00FA7E65"/>
    <w:rsid w:val="00FB0233"/>
    <w:rsid w:val="00FB18E2"/>
    <w:rsid w:val="00FB1D2F"/>
    <w:rsid w:val="00FB2016"/>
    <w:rsid w:val="00FB23CA"/>
    <w:rsid w:val="00FB23F8"/>
    <w:rsid w:val="00FB2A5F"/>
    <w:rsid w:val="00FB2A92"/>
    <w:rsid w:val="00FB2FDA"/>
    <w:rsid w:val="00FB313E"/>
    <w:rsid w:val="00FB3426"/>
    <w:rsid w:val="00FB37B6"/>
    <w:rsid w:val="00FB37EC"/>
    <w:rsid w:val="00FB3F3E"/>
    <w:rsid w:val="00FB4876"/>
    <w:rsid w:val="00FB5191"/>
    <w:rsid w:val="00FB57F3"/>
    <w:rsid w:val="00FB5DED"/>
    <w:rsid w:val="00FB66CF"/>
    <w:rsid w:val="00FB6DF4"/>
    <w:rsid w:val="00FC00D3"/>
    <w:rsid w:val="00FC1D25"/>
    <w:rsid w:val="00FC2A4B"/>
    <w:rsid w:val="00FC300F"/>
    <w:rsid w:val="00FC49E4"/>
    <w:rsid w:val="00FC5DB9"/>
    <w:rsid w:val="00FC6A53"/>
    <w:rsid w:val="00FC6C37"/>
    <w:rsid w:val="00FC6FBE"/>
    <w:rsid w:val="00FC7FC0"/>
    <w:rsid w:val="00FD00C1"/>
    <w:rsid w:val="00FD0B7D"/>
    <w:rsid w:val="00FD1EAE"/>
    <w:rsid w:val="00FD2EFA"/>
    <w:rsid w:val="00FD2F34"/>
    <w:rsid w:val="00FD31E0"/>
    <w:rsid w:val="00FD3940"/>
    <w:rsid w:val="00FD3DD3"/>
    <w:rsid w:val="00FD66B0"/>
    <w:rsid w:val="00FD67AC"/>
    <w:rsid w:val="00FD68CE"/>
    <w:rsid w:val="00FD7A4A"/>
    <w:rsid w:val="00FD7C54"/>
    <w:rsid w:val="00FE031D"/>
    <w:rsid w:val="00FE13AD"/>
    <w:rsid w:val="00FE142F"/>
    <w:rsid w:val="00FE1B03"/>
    <w:rsid w:val="00FE1D61"/>
    <w:rsid w:val="00FE1FBF"/>
    <w:rsid w:val="00FE2012"/>
    <w:rsid w:val="00FE2BCB"/>
    <w:rsid w:val="00FE35EA"/>
    <w:rsid w:val="00FE442F"/>
    <w:rsid w:val="00FE4781"/>
    <w:rsid w:val="00FE49DD"/>
    <w:rsid w:val="00FE4CFE"/>
    <w:rsid w:val="00FE561E"/>
    <w:rsid w:val="00FE5BA1"/>
    <w:rsid w:val="00FE5E48"/>
    <w:rsid w:val="00FE630A"/>
    <w:rsid w:val="00FE695C"/>
    <w:rsid w:val="00FE7160"/>
    <w:rsid w:val="00FE7B71"/>
    <w:rsid w:val="00FE7EFC"/>
    <w:rsid w:val="00FF01C8"/>
    <w:rsid w:val="00FF01D3"/>
    <w:rsid w:val="00FF03D0"/>
    <w:rsid w:val="00FF1BFA"/>
    <w:rsid w:val="00FF24FA"/>
    <w:rsid w:val="00FF3F8C"/>
    <w:rsid w:val="00FF42F7"/>
    <w:rsid w:val="00FF4406"/>
    <w:rsid w:val="00FF4609"/>
    <w:rsid w:val="00FF4810"/>
    <w:rsid w:val="00FF5170"/>
    <w:rsid w:val="00FF541F"/>
    <w:rsid w:val="00FF607C"/>
    <w:rsid w:val="00FF607E"/>
    <w:rsid w:val="00FF6941"/>
    <w:rsid w:val="00FF6B76"/>
    <w:rsid w:val="00FF7398"/>
    <w:rsid w:val="00FF7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  <o:regrouptable v:ext="edit">
        <o:entry new="1" old="0"/>
        <o:entry new="2" old="0"/>
      </o:regrouptable>
    </o:shapelayout>
  </w:shapeDefaults>
  <w:decimalSymbol w:val="."/>
  <w:listSeparator w:val=","/>
  <w15:docId w15:val="{CB799BF0-4E64-4FB1-B77D-C9E65D9FD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57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2292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FF607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60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60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1B3A82-049E-44B6-84EF-7E497242A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7A1E2DB9</Template>
  <TotalTime>28</TotalTime>
  <Pages>2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Katie Jahnke;Anna Frost</dc:creator>
  <cp:lastModifiedBy>Katie Jahnke</cp:lastModifiedBy>
  <cp:revision>6</cp:revision>
  <cp:lastPrinted>2015-05-28T04:00:00Z</cp:lastPrinted>
  <dcterms:created xsi:type="dcterms:W3CDTF">2015-05-28T03:56:00Z</dcterms:created>
  <dcterms:modified xsi:type="dcterms:W3CDTF">2015-06-15T23:19:00Z</dcterms:modified>
</cp:coreProperties>
</file>