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7BD" w:rsidRPr="00F0143E" w:rsidRDefault="00CB135E" w:rsidP="00F9542E">
      <w:pPr>
        <w:spacing w:after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-104775</wp:posOffset>
            </wp:positionV>
            <wp:extent cx="1809750" cy="523875"/>
            <wp:effectExtent l="19050" t="0" r="0" b="0"/>
            <wp:wrapSquare wrapText="bothSides"/>
            <wp:docPr id="1" name="Picture 1" descr="http://smokefree.org.nz/sites/default/files/Smokefree%20logo%20in%20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mokefree.org.nz/sites/default/files/Smokefree%20logo%20in%20colou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306" t="14925" r="8764" b="139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9542E" w:rsidRPr="00F0143E">
        <w:rPr>
          <w:b/>
          <w:sz w:val="36"/>
          <w:szCs w:val="36"/>
        </w:rPr>
        <w:t xml:space="preserve">Sample </w:t>
      </w:r>
      <w:r w:rsidR="006F6803" w:rsidRPr="00F0143E">
        <w:rPr>
          <w:b/>
          <w:sz w:val="36"/>
          <w:szCs w:val="36"/>
        </w:rPr>
        <w:t>Smokefree Policy</w:t>
      </w:r>
      <w:r w:rsidRPr="00CB135E">
        <w:t xml:space="preserve"> </w:t>
      </w:r>
    </w:p>
    <w:p w:rsidR="00F9542E" w:rsidRPr="008F2172" w:rsidRDefault="00F9542E" w:rsidP="00F9542E">
      <w:pPr>
        <w:spacing w:after="0"/>
        <w:rPr>
          <w:sz w:val="36"/>
          <w:szCs w:val="36"/>
        </w:rPr>
      </w:pPr>
    </w:p>
    <w:p w:rsidR="008F2172" w:rsidRPr="00F0143E" w:rsidRDefault="00F9542E" w:rsidP="00F9542E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F0143E">
        <w:rPr>
          <w:rFonts w:cstheme="minorHAnsi"/>
          <w:sz w:val="24"/>
          <w:szCs w:val="24"/>
          <w:highlight w:val="yellow"/>
        </w:rPr>
        <w:t>[Name of centre]</w:t>
      </w:r>
      <w:r w:rsidRPr="00F0143E">
        <w:rPr>
          <w:rFonts w:cstheme="minorHAnsi"/>
          <w:sz w:val="24"/>
          <w:szCs w:val="24"/>
        </w:rPr>
        <w:t xml:space="preserve"> is dedicated to providing a safe, comfortable and healthy </w:t>
      </w:r>
      <w:r w:rsidR="00F0143E" w:rsidRPr="00F0143E">
        <w:rPr>
          <w:rFonts w:cstheme="minorHAnsi"/>
          <w:sz w:val="24"/>
          <w:szCs w:val="24"/>
        </w:rPr>
        <w:t>environment</w:t>
      </w:r>
      <w:r w:rsidRPr="00F0143E">
        <w:rPr>
          <w:rFonts w:cstheme="minorHAnsi"/>
          <w:sz w:val="24"/>
          <w:szCs w:val="24"/>
        </w:rPr>
        <w:t xml:space="preserve"> for a</w:t>
      </w:r>
      <w:r w:rsidR="003F1E73">
        <w:rPr>
          <w:rFonts w:cstheme="minorHAnsi"/>
          <w:sz w:val="24"/>
          <w:szCs w:val="24"/>
        </w:rPr>
        <w:t xml:space="preserve">ll children, staff and </w:t>
      </w:r>
      <w:proofErr w:type="spellStart"/>
      <w:r w:rsidRPr="00F0143E">
        <w:rPr>
          <w:rFonts w:cstheme="minorHAnsi"/>
          <w:sz w:val="24"/>
          <w:szCs w:val="24"/>
        </w:rPr>
        <w:t>whānau</w:t>
      </w:r>
      <w:proofErr w:type="spellEnd"/>
      <w:r w:rsidRPr="00F0143E">
        <w:rPr>
          <w:rFonts w:cstheme="minorHAnsi"/>
          <w:sz w:val="24"/>
          <w:szCs w:val="24"/>
        </w:rPr>
        <w:t xml:space="preserve">.  </w:t>
      </w:r>
      <w:r w:rsidR="00F0143E">
        <w:rPr>
          <w:rFonts w:cstheme="minorHAnsi"/>
          <w:sz w:val="24"/>
          <w:szCs w:val="24"/>
        </w:rPr>
        <w:t xml:space="preserve">The health hazards related to smoking are well documented, and impact on both </w:t>
      </w:r>
      <w:r w:rsidR="003F1E73">
        <w:rPr>
          <w:rFonts w:cstheme="minorHAnsi"/>
          <w:sz w:val="24"/>
          <w:szCs w:val="24"/>
        </w:rPr>
        <w:t xml:space="preserve">people who smoke and those </w:t>
      </w:r>
      <w:r w:rsidR="00F0143E">
        <w:rPr>
          <w:rFonts w:cstheme="minorHAnsi"/>
          <w:sz w:val="24"/>
          <w:szCs w:val="24"/>
        </w:rPr>
        <w:t xml:space="preserve">who </w:t>
      </w:r>
      <w:r w:rsidR="003F1E73">
        <w:rPr>
          <w:rFonts w:cstheme="minorHAnsi"/>
          <w:sz w:val="24"/>
          <w:szCs w:val="24"/>
        </w:rPr>
        <w:t>are</w:t>
      </w:r>
      <w:r w:rsidR="00F0143E">
        <w:rPr>
          <w:rFonts w:cstheme="minorHAnsi"/>
          <w:sz w:val="24"/>
          <w:szCs w:val="24"/>
        </w:rPr>
        <w:t xml:space="preserve"> exposed to </w:t>
      </w:r>
      <w:r w:rsidR="001E7B67">
        <w:rPr>
          <w:rFonts w:cstheme="minorHAnsi"/>
          <w:sz w:val="24"/>
          <w:szCs w:val="24"/>
        </w:rPr>
        <w:t>second-hand</w:t>
      </w:r>
      <w:r w:rsidR="00F0143E">
        <w:rPr>
          <w:rFonts w:cstheme="minorHAnsi"/>
          <w:sz w:val="24"/>
          <w:szCs w:val="24"/>
        </w:rPr>
        <w:t xml:space="preserve"> smoke.  </w:t>
      </w:r>
      <w:r w:rsidR="008F2172" w:rsidRPr="00F0143E">
        <w:rPr>
          <w:rFonts w:ascii="Calibri" w:eastAsia="Calibri" w:hAnsi="Calibri" w:cs="Calibri"/>
          <w:sz w:val="24"/>
          <w:szCs w:val="24"/>
        </w:rPr>
        <w:t xml:space="preserve">As part of its wider role in promoting health and wellbeing, </w:t>
      </w:r>
      <w:r w:rsidR="00F0143E" w:rsidRPr="00F0143E">
        <w:rPr>
          <w:rFonts w:cstheme="minorHAnsi"/>
          <w:sz w:val="24"/>
          <w:szCs w:val="24"/>
          <w:highlight w:val="yellow"/>
        </w:rPr>
        <w:t>[Name of centre</w:t>
      </w:r>
      <w:r w:rsidR="00CB135E" w:rsidRPr="00CB135E">
        <w:rPr>
          <w:rFonts w:cstheme="minorHAnsi"/>
          <w:sz w:val="24"/>
          <w:szCs w:val="24"/>
          <w:highlight w:val="yellow"/>
        </w:rPr>
        <w:t>]</w:t>
      </w:r>
      <w:r w:rsidR="00F0143E">
        <w:rPr>
          <w:rFonts w:cstheme="minorHAnsi"/>
          <w:sz w:val="24"/>
          <w:szCs w:val="24"/>
        </w:rPr>
        <w:t xml:space="preserve"> </w:t>
      </w:r>
      <w:r w:rsidR="008F2172" w:rsidRPr="00F0143E">
        <w:rPr>
          <w:rFonts w:ascii="Calibri" w:eastAsia="Calibri" w:hAnsi="Calibri" w:cs="Calibri"/>
          <w:sz w:val="24"/>
          <w:szCs w:val="24"/>
        </w:rPr>
        <w:t xml:space="preserve">is required to ensure that </w:t>
      </w:r>
      <w:r w:rsidR="00A521AD">
        <w:rPr>
          <w:rFonts w:ascii="Calibri" w:eastAsia="Calibri" w:hAnsi="Calibri" w:cs="Calibri"/>
          <w:sz w:val="24"/>
          <w:szCs w:val="24"/>
        </w:rPr>
        <w:t>the premises are Smokefree at all times, Smokefree messages are prom</w:t>
      </w:r>
      <w:r w:rsidR="000D7CB8">
        <w:rPr>
          <w:rFonts w:ascii="Calibri" w:eastAsia="Calibri" w:hAnsi="Calibri" w:cs="Calibri"/>
          <w:sz w:val="24"/>
          <w:szCs w:val="24"/>
        </w:rPr>
        <w:t>o</w:t>
      </w:r>
      <w:r w:rsidR="00A521AD">
        <w:rPr>
          <w:rFonts w:ascii="Calibri" w:eastAsia="Calibri" w:hAnsi="Calibri" w:cs="Calibri"/>
          <w:sz w:val="24"/>
          <w:szCs w:val="24"/>
        </w:rPr>
        <w:t>ted</w:t>
      </w:r>
      <w:r w:rsidR="003F1E32">
        <w:rPr>
          <w:rFonts w:ascii="Calibri" w:eastAsia="Calibri" w:hAnsi="Calibri" w:cs="Calibri"/>
          <w:sz w:val="24"/>
          <w:szCs w:val="24"/>
        </w:rPr>
        <w:t>,</w:t>
      </w:r>
      <w:r w:rsidR="003F1E73">
        <w:rPr>
          <w:rFonts w:ascii="Calibri" w:eastAsia="Calibri" w:hAnsi="Calibri" w:cs="Calibri"/>
          <w:sz w:val="24"/>
          <w:szCs w:val="24"/>
        </w:rPr>
        <w:t xml:space="preserve"> and </w:t>
      </w:r>
      <w:proofErr w:type="spellStart"/>
      <w:r w:rsidR="00A521AD">
        <w:rPr>
          <w:rFonts w:ascii="Calibri" w:eastAsia="Calibri" w:hAnsi="Calibri" w:cs="Calibri"/>
          <w:sz w:val="24"/>
          <w:szCs w:val="24"/>
        </w:rPr>
        <w:t>whānau</w:t>
      </w:r>
      <w:proofErr w:type="spellEnd"/>
      <w:r w:rsidR="00A521AD">
        <w:rPr>
          <w:rFonts w:ascii="Calibri" w:eastAsia="Calibri" w:hAnsi="Calibri" w:cs="Calibri"/>
          <w:sz w:val="24"/>
          <w:szCs w:val="24"/>
        </w:rPr>
        <w:t xml:space="preserve"> and staff are </w:t>
      </w:r>
      <w:r w:rsidR="000D7CB8">
        <w:rPr>
          <w:rFonts w:ascii="Calibri" w:eastAsia="Calibri" w:hAnsi="Calibri" w:cs="Calibri"/>
          <w:sz w:val="24"/>
          <w:szCs w:val="24"/>
        </w:rPr>
        <w:t xml:space="preserve">encouraged and supported to </w:t>
      </w:r>
      <w:r w:rsidR="00F0143E" w:rsidRPr="00F0143E">
        <w:rPr>
          <w:rFonts w:ascii="Calibri" w:eastAsia="Calibri" w:hAnsi="Calibri" w:cs="Calibri"/>
          <w:sz w:val="24"/>
          <w:szCs w:val="24"/>
        </w:rPr>
        <w:t xml:space="preserve">become </w:t>
      </w:r>
      <w:r w:rsidR="004A3BB9">
        <w:rPr>
          <w:rFonts w:cstheme="minorHAnsi"/>
          <w:sz w:val="24"/>
          <w:szCs w:val="24"/>
        </w:rPr>
        <w:t>Smokefree.</w:t>
      </w:r>
    </w:p>
    <w:p w:rsidR="006F6803" w:rsidRPr="00F0143E" w:rsidRDefault="006F6803" w:rsidP="00F9542E">
      <w:pPr>
        <w:spacing w:after="0"/>
        <w:rPr>
          <w:rFonts w:cstheme="minorHAnsi"/>
          <w:sz w:val="24"/>
          <w:szCs w:val="24"/>
        </w:rPr>
      </w:pPr>
    </w:p>
    <w:p w:rsidR="006F6803" w:rsidRPr="00F0143E" w:rsidRDefault="00191EFC" w:rsidP="0069203A">
      <w:pPr>
        <w:spacing w:after="120"/>
        <w:rPr>
          <w:rFonts w:cstheme="minorHAnsi"/>
          <w:b/>
          <w:sz w:val="28"/>
          <w:szCs w:val="28"/>
        </w:rPr>
      </w:pPr>
      <w:r w:rsidRPr="00F0143E">
        <w:rPr>
          <w:rFonts w:cstheme="minorHAnsi"/>
          <w:b/>
          <w:sz w:val="28"/>
          <w:szCs w:val="28"/>
        </w:rPr>
        <w:t>Purpose/Rationale:</w:t>
      </w:r>
    </w:p>
    <w:p w:rsidR="008F2172" w:rsidRDefault="00391172" w:rsidP="00391172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 provide a healthy, Smokefree environment fo</w:t>
      </w:r>
      <w:r w:rsidR="003F1E73">
        <w:rPr>
          <w:rFonts w:cstheme="minorHAnsi"/>
          <w:sz w:val="24"/>
          <w:szCs w:val="24"/>
        </w:rPr>
        <w:t xml:space="preserve">r all children, staff, </w:t>
      </w:r>
      <w:proofErr w:type="spellStart"/>
      <w:r>
        <w:rPr>
          <w:rFonts w:cstheme="minorHAnsi"/>
          <w:sz w:val="24"/>
          <w:szCs w:val="24"/>
        </w:rPr>
        <w:t>whānau</w:t>
      </w:r>
      <w:proofErr w:type="spellEnd"/>
      <w:r>
        <w:rPr>
          <w:rFonts w:cstheme="minorHAnsi"/>
          <w:sz w:val="24"/>
          <w:szCs w:val="24"/>
        </w:rPr>
        <w:t xml:space="preserve"> and visitors to the centre.</w:t>
      </w:r>
    </w:p>
    <w:p w:rsidR="00391172" w:rsidRDefault="00391172" w:rsidP="00391172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 comply with the Smoke</w:t>
      </w:r>
      <w:r w:rsidR="00153F6E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>free Environments Act 1990.</w:t>
      </w:r>
    </w:p>
    <w:p w:rsidR="00391172" w:rsidRDefault="003F1E73" w:rsidP="00391172">
      <w:pPr>
        <w:pStyle w:val="ListParagraph"/>
        <w:numPr>
          <w:ilvl w:val="0"/>
          <w:numId w:val="1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To support </w:t>
      </w:r>
      <w:proofErr w:type="spellStart"/>
      <w:r w:rsidR="0069203A" w:rsidRPr="00F0143E">
        <w:rPr>
          <w:rFonts w:cstheme="minorHAnsi"/>
          <w:sz w:val="24"/>
          <w:szCs w:val="24"/>
        </w:rPr>
        <w:t>whānau</w:t>
      </w:r>
      <w:proofErr w:type="spellEnd"/>
      <w:r w:rsidR="0069203A">
        <w:rPr>
          <w:rFonts w:cstheme="minorHAnsi"/>
          <w:sz w:val="24"/>
          <w:szCs w:val="24"/>
        </w:rPr>
        <w:t xml:space="preserve"> and staff to become Smokefree.</w:t>
      </w:r>
    </w:p>
    <w:p w:rsidR="0069203A" w:rsidRPr="0069203A" w:rsidRDefault="0069203A" w:rsidP="0069203A">
      <w:pPr>
        <w:spacing w:after="0"/>
        <w:rPr>
          <w:rFonts w:cstheme="minorHAnsi"/>
          <w:sz w:val="24"/>
          <w:szCs w:val="24"/>
        </w:rPr>
      </w:pPr>
    </w:p>
    <w:p w:rsidR="00191EFC" w:rsidRPr="00F0143E" w:rsidRDefault="00191EFC" w:rsidP="001E7B67">
      <w:pPr>
        <w:spacing w:after="120"/>
        <w:rPr>
          <w:rFonts w:cstheme="minorHAnsi"/>
          <w:b/>
          <w:sz w:val="28"/>
          <w:szCs w:val="28"/>
        </w:rPr>
      </w:pPr>
      <w:r w:rsidRPr="00F0143E">
        <w:rPr>
          <w:rFonts w:cstheme="minorHAnsi"/>
          <w:b/>
          <w:sz w:val="28"/>
          <w:szCs w:val="28"/>
        </w:rPr>
        <w:t>Scope:</w:t>
      </w:r>
    </w:p>
    <w:p w:rsidR="00191EFC" w:rsidRPr="0069203A" w:rsidRDefault="0069203A" w:rsidP="0069203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69203A">
        <w:rPr>
          <w:rFonts w:cstheme="minorHAnsi"/>
          <w:sz w:val="24"/>
          <w:szCs w:val="24"/>
        </w:rPr>
        <w:t>Parents/caregivers</w:t>
      </w:r>
    </w:p>
    <w:p w:rsidR="0069203A" w:rsidRPr="0069203A" w:rsidRDefault="0069203A" w:rsidP="0069203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69203A">
        <w:rPr>
          <w:rFonts w:cstheme="minorHAnsi"/>
          <w:sz w:val="24"/>
          <w:szCs w:val="24"/>
        </w:rPr>
        <w:t>Staff</w:t>
      </w:r>
    </w:p>
    <w:p w:rsidR="0069203A" w:rsidRPr="0069203A" w:rsidRDefault="0069203A" w:rsidP="0069203A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 w:rsidRPr="0069203A">
        <w:rPr>
          <w:rFonts w:cstheme="minorHAnsi"/>
          <w:sz w:val="24"/>
          <w:szCs w:val="24"/>
        </w:rPr>
        <w:t>Visitors to the centre</w:t>
      </w:r>
    </w:p>
    <w:p w:rsidR="0069203A" w:rsidRDefault="0069203A" w:rsidP="00F9542E">
      <w:pPr>
        <w:spacing w:after="0"/>
        <w:rPr>
          <w:rFonts w:cstheme="minorHAnsi"/>
          <w:sz w:val="24"/>
          <w:szCs w:val="24"/>
        </w:rPr>
      </w:pPr>
    </w:p>
    <w:p w:rsidR="00191EFC" w:rsidRPr="001E7B67" w:rsidRDefault="00191EFC" w:rsidP="001E7B67">
      <w:pPr>
        <w:spacing w:after="120"/>
        <w:rPr>
          <w:rFonts w:cstheme="minorHAnsi"/>
          <w:b/>
          <w:sz w:val="28"/>
          <w:szCs w:val="28"/>
        </w:rPr>
      </w:pPr>
      <w:r w:rsidRPr="00D9693E">
        <w:rPr>
          <w:rFonts w:cstheme="minorHAnsi"/>
          <w:b/>
          <w:sz w:val="28"/>
          <w:szCs w:val="28"/>
        </w:rPr>
        <w:t>Policy Statement:</w:t>
      </w:r>
    </w:p>
    <w:p w:rsidR="00F942ED" w:rsidRPr="00F942ED" w:rsidRDefault="0069203A" w:rsidP="00F942E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 w:rsidRPr="00F942ED">
        <w:rPr>
          <w:rFonts w:cstheme="minorHAnsi"/>
          <w:sz w:val="24"/>
          <w:szCs w:val="24"/>
        </w:rPr>
        <w:t xml:space="preserve">Smoking is not permitted </w:t>
      </w:r>
      <w:r w:rsidR="00F942ED" w:rsidRPr="00F942ED">
        <w:rPr>
          <w:rFonts w:cstheme="minorHAnsi"/>
          <w:sz w:val="24"/>
          <w:szCs w:val="24"/>
        </w:rPr>
        <w:t xml:space="preserve">inside the Centre, in the playground or in the </w:t>
      </w:r>
      <w:r w:rsidR="001E7B67" w:rsidRPr="00F942ED">
        <w:rPr>
          <w:rFonts w:cstheme="minorHAnsi"/>
          <w:sz w:val="24"/>
          <w:szCs w:val="24"/>
        </w:rPr>
        <w:t>car park</w:t>
      </w:r>
      <w:r w:rsidR="00F942ED" w:rsidRPr="00F942ED">
        <w:rPr>
          <w:rFonts w:cstheme="minorHAnsi"/>
          <w:sz w:val="24"/>
          <w:szCs w:val="24"/>
        </w:rPr>
        <w:t>.</w:t>
      </w:r>
      <w:r w:rsidR="00F942ED">
        <w:rPr>
          <w:rFonts w:cstheme="minorHAnsi"/>
          <w:sz w:val="24"/>
          <w:szCs w:val="24"/>
        </w:rPr>
        <w:t xml:space="preserve">  </w:t>
      </w:r>
      <w:r w:rsidR="00F942ED" w:rsidRPr="00F942ED">
        <w:rPr>
          <w:rFonts w:cstheme="minorHAnsi"/>
          <w:sz w:val="24"/>
          <w:szCs w:val="24"/>
        </w:rPr>
        <w:t xml:space="preserve">This includes any </w:t>
      </w:r>
      <w:r w:rsidR="00A521AD">
        <w:rPr>
          <w:rFonts w:cstheme="minorHAnsi"/>
          <w:sz w:val="24"/>
          <w:szCs w:val="24"/>
        </w:rPr>
        <w:t>area within sight of children</w:t>
      </w:r>
      <w:r w:rsidR="00F942ED" w:rsidRPr="00F942ED">
        <w:rPr>
          <w:rFonts w:cstheme="minorHAnsi"/>
          <w:sz w:val="24"/>
          <w:szCs w:val="24"/>
        </w:rPr>
        <w:t>.</w:t>
      </w:r>
    </w:p>
    <w:p w:rsidR="00F942ED" w:rsidRPr="00F942ED" w:rsidRDefault="00F942ED" w:rsidP="00F942E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 w:rsidRPr="00F942ED">
        <w:rPr>
          <w:rFonts w:cstheme="minorHAnsi"/>
          <w:sz w:val="24"/>
          <w:szCs w:val="24"/>
        </w:rPr>
        <w:t>Smoking is not permitted by any person caring for children while on Centre trips or walks</w:t>
      </w:r>
      <w:r w:rsidR="00A521AD">
        <w:rPr>
          <w:rFonts w:cstheme="minorHAnsi"/>
          <w:sz w:val="24"/>
          <w:szCs w:val="24"/>
        </w:rPr>
        <w:t>.</w:t>
      </w:r>
    </w:p>
    <w:p w:rsidR="00F942ED" w:rsidRPr="00153F6E" w:rsidRDefault="00F942ED" w:rsidP="00153F6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 w:rsidRPr="00F942ED">
        <w:rPr>
          <w:rFonts w:cstheme="minorHAnsi"/>
          <w:sz w:val="24"/>
          <w:szCs w:val="24"/>
        </w:rPr>
        <w:t>Smok</w:t>
      </w:r>
      <w:r w:rsidR="001B4F65">
        <w:rPr>
          <w:rFonts w:cstheme="minorHAnsi"/>
          <w:sz w:val="24"/>
          <w:szCs w:val="24"/>
        </w:rPr>
        <w:t xml:space="preserve">efree signs </w:t>
      </w:r>
      <w:r w:rsidRPr="00F942ED">
        <w:rPr>
          <w:rFonts w:cstheme="minorHAnsi"/>
          <w:sz w:val="24"/>
          <w:szCs w:val="24"/>
        </w:rPr>
        <w:t xml:space="preserve">will be </w:t>
      </w:r>
      <w:r w:rsidR="00153F6E" w:rsidRPr="00153F6E">
        <w:rPr>
          <w:rFonts w:cstheme="minorHAnsi"/>
          <w:sz w:val="24"/>
          <w:szCs w:val="24"/>
        </w:rPr>
        <w:t>prominently displayed at or immediately inside every entrance to the premises; and every outer entrance to every building or enclosed area forming part of the premises.</w:t>
      </w:r>
    </w:p>
    <w:p w:rsidR="00F942ED" w:rsidRPr="00153F6E" w:rsidRDefault="00F942ED" w:rsidP="00BF32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 w:rsidRPr="00153F6E">
        <w:rPr>
          <w:rFonts w:cstheme="minorHAnsi"/>
          <w:sz w:val="24"/>
          <w:szCs w:val="24"/>
        </w:rPr>
        <w:t xml:space="preserve">When </w:t>
      </w:r>
      <w:r w:rsidR="00153F6E" w:rsidRPr="00153F6E">
        <w:rPr>
          <w:rFonts w:cstheme="minorHAnsi"/>
          <w:sz w:val="24"/>
          <w:szCs w:val="24"/>
          <w:highlight w:val="yellow"/>
        </w:rPr>
        <w:t>[Name of centre]</w:t>
      </w:r>
      <w:r w:rsidR="00153F6E" w:rsidRPr="00153F6E">
        <w:rPr>
          <w:rFonts w:cstheme="minorHAnsi"/>
          <w:sz w:val="24"/>
          <w:szCs w:val="24"/>
        </w:rPr>
        <w:t xml:space="preserve"> </w:t>
      </w:r>
      <w:r w:rsidRPr="00153F6E">
        <w:rPr>
          <w:rFonts w:cstheme="minorHAnsi"/>
          <w:sz w:val="24"/>
          <w:szCs w:val="24"/>
        </w:rPr>
        <w:t>is used by outside groups they will also be</w:t>
      </w:r>
      <w:r w:rsidR="00153F6E" w:rsidRPr="00153F6E">
        <w:rPr>
          <w:rFonts w:cstheme="minorHAnsi"/>
          <w:sz w:val="24"/>
          <w:szCs w:val="24"/>
        </w:rPr>
        <w:t xml:space="preserve"> </w:t>
      </w:r>
      <w:r w:rsidR="00153F6E">
        <w:rPr>
          <w:rFonts w:cstheme="minorHAnsi"/>
          <w:sz w:val="24"/>
          <w:szCs w:val="24"/>
        </w:rPr>
        <w:t>required to adhere to the C</w:t>
      </w:r>
      <w:r w:rsidRPr="00153F6E">
        <w:rPr>
          <w:rFonts w:cstheme="minorHAnsi"/>
          <w:sz w:val="24"/>
          <w:szCs w:val="24"/>
        </w:rPr>
        <w:t>entre</w:t>
      </w:r>
      <w:r w:rsidR="00153F6E">
        <w:rPr>
          <w:rFonts w:cstheme="minorHAnsi"/>
          <w:sz w:val="24"/>
          <w:szCs w:val="24"/>
        </w:rPr>
        <w:t xml:space="preserve">’s </w:t>
      </w:r>
      <w:r w:rsidR="00A521AD">
        <w:rPr>
          <w:rFonts w:cstheme="minorHAnsi"/>
          <w:sz w:val="24"/>
          <w:szCs w:val="24"/>
        </w:rPr>
        <w:t>S</w:t>
      </w:r>
      <w:r w:rsidR="00153F6E">
        <w:rPr>
          <w:rFonts w:cstheme="minorHAnsi"/>
          <w:sz w:val="24"/>
          <w:szCs w:val="24"/>
        </w:rPr>
        <w:t>moke</w:t>
      </w:r>
      <w:r w:rsidR="00A521AD">
        <w:rPr>
          <w:rFonts w:cstheme="minorHAnsi"/>
          <w:sz w:val="24"/>
          <w:szCs w:val="24"/>
        </w:rPr>
        <w:t>free P</w:t>
      </w:r>
      <w:r w:rsidRPr="00153F6E">
        <w:rPr>
          <w:rFonts w:cstheme="minorHAnsi"/>
          <w:sz w:val="24"/>
          <w:szCs w:val="24"/>
        </w:rPr>
        <w:t>olicy.</w:t>
      </w:r>
    </w:p>
    <w:p w:rsidR="005C267E" w:rsidRDefault="005C267E" w:rsidP="00BF32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Support will be given to </w:t>
      </w:r>
      <w:proofErr w:type="spellStart"/>
      <w:r w:rsidRPr="00F0143E">
        <w:rPr>
          <w:rFonts w:cstheme="minorHAnsi"/>
          <w:sz w:val="24"/>
          <w:szCs w:val="24"/>
        </w:rPr>
        <w:t>whā</w:t>
      </w:r>
      <w:r>
        <w:rPr>
          <w:rFonts w:cstheme="minorHAnsi"/>
          <w:sz w:val="24"/>
          <w:szCs w:val="24"/>
        </w:rPr>
        <w:t>nau</w:t>
      </w:r>
      <w:proofErr w:type="spellEnd"/>
      <w:r>
        <w:rPr>
          <w:rFonts w:cstheme="minorHAnsi"/>
          <w:sz w:val="24"/>
          <w:szCs w:val="24"/>
        </w:rPr>
        <w:t xml:space="preserve"> and staff who want to quit smoking.  This may in the form of information and/or referral </w:t>
      </w:r>
      <w:r w:rsidR="002C09C6">
        <w:rPr>
          <w:rFonts w:cstheme="minorHAnsi"/>
          <w:sz w:val="24"/>
          <w:szCs w:val="24"/>
        </w:rPr>
        <w:t xml:space="preserve">to a cessation service </w:t>
      </w:r>
      <w:r>
        <w:rPr>
          <w:rFonts w:cstheme="minorHAnsi"/>
          <w:sz w:val="24"/>
          <w:szCs w:val="24"/>
        </w:rPr>
        <w:t xml:space="preserve">such as The </w:t>
      </w:r>
      <w:proofErr w:type="spellStart"/>
      <w:r>
        <w:rPr>
          <w:rFonts w:cstheme="minorHAnsi"/>
          <w:sz w:val="24"/>
          <w:szCs w:val="24"/>
        </w:rPr>
        <w:t>Quitline</w:t>
      </w:r>
      <w:proofErr w:type="spellEnd"/>
      <w:r>
        <w:rPr>
          <w:rFonts w:cstheme="minorHAnsi"/>
          <w:sz w:val="24"/>
          <w:szCs w:val="24"/>
        </w:rPr>
        <w:t xml:space="preserve"> 0800 778 778.</w:t>
      </w:r>
    </w:p>
    <w:p w:rsidR="005C267E" w:rsidRDefault="005C267E" w:rsidP="00BF32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 w:rsidRPr="00153F6E">
        <w:rPr>
          <w:rFonts w:cstheme="minorHAnsi"/>
          <w:sz w:val="24"/>
          <w:szCs w:val="24"/>
          <w:highlight w:val="yellow"/>
        </w:rPr>
        <w:t>[Name of centre]</w:t>
      </w:r>
      <w:r w:rsidR="002C09C6">
        <w:rPr>
          <w:rFonts w:cstheme="minorHAnsi"/>
          <w:sz w:val="24"/>
          <w:szCs w:val="24"/>
        </w:rPr>
        <w:t xml:space="preserve"> will promote Smokefree cars and homes messages.</w:t>
      </w:r>
    </w:p>
    <w:p w:rsidR="00F942ED" w:rsidRPr="005C267E" w:rsidRDefault="00F942ED" w:rsidP="00BF32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 w:rsidRPr="005C267E">
        <w:rPr>
          <w:rFonts w:cstheme="minorHAnsi"/>
          <w:sz w:val="24"/>
          <w:szCs w:val="24"/>
        </w:rPr>
        <w:t xml:space="preserve">Any person entering the premises smoking will be </w:t>
      </w:r>
      <w:r w:rsidR="003F1E32">
        <w:rPr>
          <w:rFonts w:cstheme="minorHAnsi"/>
          <w:sz w:val="24"/>
          <w:szCs w:val="24"/>
        </w:rPr>
        <w:t>asked</w:t>
      </w:r>
      <w:r w:rsidRPr="005C267E">
        <w:rPr>
          <w:rFonts w:cstheme="minorHAnsi"/>
          <w:sz w:val="24"/>
          <w:szCs w:val="24"/>
        </w:rPr>
        <w:t xml:space="preserve"> to extinguish the</w:t>
      </w:r>
      <w:r w:rsidR="005C267E" w:rsidRPr="005C267E">
        <w:rPr>
          <w:rFonts w:cstheme="minorHAnsi"/>
          <w:sz w:val="24"/>
          <w:szCs w:val="24"/>
        </w:rPr>
        <w:t xml:space="preserve"> </w:t>
      </w:r>
      <w:r w:rsidRPr="005C267E">
        <w:rPr>
          <w:rFonts w:cstheme="minorHAnsi"/>
          <w:sz w:val="24"/>
          <w:szCs w:val="24"/>
        </w:rPr>
        <w:t xml:space="preserve">cigarette. </w:t>
      </w:r>
      <w:r w:rsidR="005C267E">
        <w:rPr>
          <w:rFonts w:cstheme="minorHAnsi"/>
          <w:sz w:val="24"/>
          <w:szCs w:val="24"/>
        </w:rPr>
        <w:t xml:space="preserve"> </w:t>
      </w:r>
      <w:r w:rsidRPr="005C267E">
        <w:rPr>
          <w:rFonts w:cstheme="minorHAnsi"/>
          <w:sz w:val="24"/>
          <w:szCs w:val="24"/>
        </w:rPr>
        <w:t>Failure to comply will result in being asked to leave the premises.</w:t>
      </w:r>
    </w:p>
    <w:p w:rsidR="00F942ED" w:rsidRDefault="005C267E" w:rsidP="00BF322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 complaints regarding a breach of this policy should be made to the Manager.</w:t>
      </w:r>
    </w:p>
    <w:tbl>
      <w:tblPr>
        <w:tblStyle w:val="TableGrid"/>
        <w:tblpPr w:leftFromText="180" w:rightFromText="180" w:vertAnchor="text" w:horzAnchor="margin" w:tblpY="-34"/>
        <w:tblW w:w="0" w:type="auto"/>
        <w:tblLook w:val="04A0" w:firstRow="1" w:lastRow="0" w:firstColumn="1" w:lastColumn="0" w:noHBand="0" w:noVBand="1"/>
      </w:tblPr>
      <w:tblGrid>
        <w:gridCol w:w="4443"/>
        <w:gridCol w:w="4442"/>
      </w:tblGrid>
      <w:tr w:rsidR="001E7B67" w:rsidTr="001E7B67">
        <w:tc>
          <w:tcPr>
            <w:tcW w:w="4443" w:type="dxa"/>
          </w:tcPr>
          <w:p w:rsidR="001E7B67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Author</w:t>
            </w:r>
          </w:p>
          <w:p w:rsidR="001E7B67" w:rsidRPr="000C4D0F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442" w:type="dxa"/>
          </w:tcPr>
          <w:p w:rsidR="001E7B67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Authorised</w:t>
            </w:r>
          </w:p>
          <w:p w:rsidR="001E7B67" w:rsidRPr="000C4D0F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</w:tc>
      </w:tr>
      <w:tr w:rsidR="001E7B67" w:rsidTr="001E7B67">
        <w:tc>
          <w:tcPr>
            <w:tcW w:w="4443" w:type="dxa"/>
          </w:tcPr>
          <w:p w:rsidR="001E7B67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Authorised By</w:t>
            </w:r>
          </w:p>
          <w:p w:rsidR="001E7B67" w:rsidRPr="000C4D0F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32"/>
                <w:szCs w:val="32"/>
              </w:rPr>
            </w:pPr>
          </w:p>
        </w:tc>
        <w:tc>
          <w:tcPr>
            <w:tcW w:w="4442" w:type="dxa"/>
          </w:tcPr>
          <w:p w:rsidR="001E7B67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Review Date</w:t>
            </w:r>
          </w:p>
          <w:p w:rsidR="001E7B67" w:rsidRDefault="001E7B67" w:rsidP="001E7B67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</w:p>
        </w:tc>
      </w:tr>
    </w:tbl>
    <w:p w:rsidR="00BF3228" w:rsidRDefault="00BF3228" w:rsidP="00BF3228">
      <w:pPr>
        <w:autoSpaceDE w:val="0"/>
        <w:autoSpaceDN w:val="0"/>
        <w:adjustRightInd w:val="0"/>
        <w:spacing w:after="0"/>
        <w:ind w:left="357"/>
        <w:rPr>
          <w:rFonts w:cstheme="minorHAnsi"/>
          <w:sz w:val="24"/>
          <w:szCs w:val="24"/>
        </w:rPr>
      </w:pPr>
    </w:p>
    <w:p w:rsidR="00BF3228" w:rsidRDefault="00BF3228" w:rsidP="00BF3228">
      <w:pPr>
        <w:autoSpaceDE w:val="0"/>
        <w:autoSpaceDN w:val="0"/>
        <w:adjustRightInd w:val="0"/>
        <w:spacing w:after="0"/>
        <w:ind w:left="357"/>
        <w:rPr>
          <w:rFonts w:cstheme="minorHAnsi"/>
          <w:sz w:val="24"/>
          <w:szCs w:val="24"/>
        </w:rPr>
      </w:pPr>
    </w:p>
    <w:p w:rsidR="00BF3228" w:rsidRDefault="00BF3228" w:rsidP="00BF3228">
      <w:pPr>
        <w:autoSpaceDE w:val="0"/>
        <w:autoSpaceDN w:val="0"/>
        <w:adjustRightInd w:val="0"/>
        <w:spacing w:after="0"/>
        <w:ind w:left="357"/>
        <w:rPr>
          <w:rFonts w:cstheme="minorHAnsi"/>
          <w:sz w:val="24"/>
          <w:szCs w:val="24"/>
        </w:rPr>
      </w:pPr>
    </w:p>
    <w:p w:rsidR="00BF3228" w:rsidRPr="00BF3228" w:rsidRDefault="00BF3228" w:rsidP="00BF3228">
      <w:pPr>
        <w:autoSpaceDE w:val="0"/>
        <w:autoSpaceDN w:val="0"/>
        <w:adjustRightInd w:val="0"/>
        <w:spacing w:after="0"/>
        <w:ind w:left="357"/>
        <w:rPr>
          <w:rFonts w:cstheme="minorHAnsi"/>
          <w:sz w:val="24"/>
          <w:szCs w:val="24"/>
        </w:rPr>
      </w:pPr>
      <w:bookmarkStart w:id="0" w:name="_GoBack"/>
      <w:bookmarkEnd w:id="0"/>
    </w:p>
    <w:sectPr w:rsidR="00BF3228" w:rsidRPr="00BF3228" w:rsidSect="001E7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E73" w:rsidRDefault="003F1E73" w:rsidP="000D7CB8">
      <w:pPr>
        <w:spacing w:after="0" w:line="240" w:lineRule="auto"/>
      </w:pPr>
      <w:r>
        <w:separator/>
      </w:r>
    </w:p>
  </w:endnote>
  <w:endnote w:type="continuationSeparator" w:id="0">
    <w:p w:rsidR="003F1E73" w:rsidRDefault="003F1E73" w:rsidP="000D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73" w:rsidRDefault="003F1E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73" w:rsidRDefault="003F1E7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73" w:rsidRDefault="003F1E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E73" w:rsidRDefault="003F1E73" w:rsidP="000D7CB8">
      <w:pPr>
        <w:spacing w:after="0" w:line="240" w:lineRule="auto"/>
      </w:pPr>
      <w:r>
        <w:separator/>
      </w:r>
    </w:p>
  </w:footnote>
  <w:footnote w:type="continuationSeparator" w:id="0">
    <w:p w:rsidR="003F1E73" w:rsidRDefault="003F1E73" w:rsidP="000D7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73" w:rsidRDefault="003F1E7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73" w:rsidRDefault="003F1E7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E73" w:rsidRDefault="003F1E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64A94"/>
    <w:multiLevelType w:val="hybridMultilevel"/>
    <w:tmpl w:val="B71C612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546148"/>
    <w:multiLevelType w:val="hybridMultilevel"/>
    <w:tmpl w:val="AFE6C1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00484"/>
    <w:multiLevelType w:val="hybridMultilevel"/>
    <w:tmpl w:val="B71C612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DD7E72"/>
    <w:multiLevelType w:val="hybridMultilevel"/>
    <w:tmpl w:val="5B1837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803"/>
    <w:rsid w:val="00001CC8"/>
    <w:rsid w:val="00001CD4"/>
    <w:rsid w:val="0000398E"/>
    <w:rsid w:val="00004756"/>
    <w:rsid w:val="00004DB2"/>
    <w:rsid w:val="00005C6D"/>
    <w:rsid w:val="000065FC"/>
    <w:rsid w:val="00007C80"/>
    <w:rsid w:val="00007E25"/>
    <w:rsid w:val="00011237"/>
    <w:rsid w:val="0001129C"/>
    <w:rsid w:val="00012832"/>
    <w:rsid w:val="00012F3A"/>
    <w:rsid w:val="00014284"/>
    <w:rsid w:val="00014A2B"/>
    <w:rsid w:val="00016344"/>
    <w:rsid w:val="00017B1B"/>
    <w:rsid w:val="00020469"/>
    <w:rsid w:val="00020AFF"/>
    <w:rsid w:val="0002105A"/>
    <w:rsid w:val="00021510"/>
    <w:rsid w:val="00022A76"/>
    <w:rsid w:val="00023F76"/>
    <w:rsid w:val="000242D8"/>
    <w:rsid w:val="00024340"/>
    <w:rsid w:val="000270E1"/>
    <w:rsid w:val="000271ED"/>
    <w:rsid w:val="000307F4"/>
    <w:rsid w:val="0003307F"/>
    <w:rsid w:val="00033219"/>
    <w:rsid w:val="00033899"/>
    <w:rsid w:val="00035B8F"/>
    <w:rsid w:val="000370FB"/>
    <w:rsid w:val="00037B37"/>
    <w:rsid w:val="00037C3E"/>
    <w:rsid w:val="0004087C"/>
    <w:rsid w:val="00040E8E"/>
    <w:rsid w:val="000410A8"/>
    <w:rsid w:val="00041774"/>
    <w:rsid w:val="00041E33"/>
    <w:rsid w:val="00042201"/>
    <w:rsid w:val="0004290B"/>
    <w:rsid w:val="000458DC"/>
    <w:rsid w:val="00045976"/>
    <w:rsid w:val="00045A28"/>
    <w:rsid w:val="00045B29"/>
    <w:rsid w:val="00046738"/>
    <w:rsid w:val="00046D91"/>
    <w:rsid w:val="00047300"/>
    <w:rsid w:val="000501E1"/>
    <w:rsid w:val="00050251"/>
    <w:rsid w:val="00053366"/>
    <w:rsid w:val="00053952"/>
    <w:rsid w:val="00053ACA"/>
    <w:rsid w:val="00053B18"/>
    <w:rsid w:val="0005513C"/>
    <w:rsid w:val="00056C7C"/>
    <w:rsid w:val="00060240"/>
    <w:rsid w:val="00060B59"/>
    <w:rsid w:val="00060C8F"/>
    <w:rsid w:val="000630CE"/>
    <w:rsid w:val="000634C7"/>
    <w:rsid w:val="00064EEF"/>
    <w:rsid w:val="000650C9"/>
    <w:rsid w:val="00065FA7"/>
    <w:rsid w:val="000706E6"/>
    <w:rsid w:val="00071F45"/>
    <w:rsid w:val="00072482"/>
    <w:rsid w:val="00072909"/>
    <w:rsid w:val="000732C9"/>
    <w:rsid w:val="00073BA2"/>
    <w:rsid w:val="000744E0"/>
    <w:rsid w:val="00077C66"/>
    <w:rsid w:val="00077E1A"/>
    <w:rsid w:val="00080F8F"/>
    <w:rsid w:val="00081080"/>
    <w:rsid w:val="00081157"/>
    <w:rsid w:val="00081888"/>
    <w:rsid w:val="00081C36"/>
    <w:rsid w:val="000838B1"/>
    <w:rsid w:val="00083D91"/>
    <w:rsid w:val="00083ECD"/>
    <w:rsid w:val="00083F91"/>
    <w:rsid w:val="00086CB4"/>
    <w:rsid w:val="0009025A"/>
    <w:rsid w:val="000916B8"/>
    <w:rsid w:val="00091CA2"/>
    <w:rsid w:val="000943A8"/>
    <w:rsid w:val="0009466D"/>
    <w:rsid w:val="0009621D"/>
    <w:rsid w:val="00097D1F"/>
    <w:rsid w:val="00097E2A"/>
    <w:rsid w:val="00097F40"/>
    <w:rsid w:val="000A02B1"/>
    <w:rsid w:val="000A19AE"/>
    <w:rsid w:val="000A393A"/>
    <w:rsid w:val="000A469B"/>
    <w:rsid w:val="000A57A3"/>
    <w:rsid w:val="000A6B0B"/>
    <w:rsid w:val="000A6C84"/>
    <w:rsid w:val="000A7757"/>
    <w:rsid w:val="000B037F"/>
    <w:rsid w:val="000B047E"/>
    <w:rsid w:val="000B30C2"/>
    <w:rsid w:val="000B562F"/>
    <w:rsid w:val="000B5D4D"/>
    <w:rsid w:val="000B6209"/>
    <w:rsid w:val="000B7FF3"/>
    <w:rsid w:val="000C1FDA"/>
    <w:rsid w:val="000C22AB"/>
    <w:rsid w:val="000C4BCD"/>
    <w:rsid w:val="000C4D0F"/>
    <w:rsid w:val="000C5B43"/>
    <w:rsid w:val="000C79BF"/>
    <w:rsid w:val="000D09D1"/>
    <w:rsid w:val="000D1050"/>
    <w:rsid w:val="000D3086"/>
    <w:rsid w:val="000D45E8"/>
    <w:rsid w:val="000D4CB9"/>
    <w:rsid w:val="000D4D4D"/>
    <w:rsid w:val="000D57BD"/>
    <w:rsid w:val="000D650E"/>
    <w:rsid w:val="000D6B83"/>
    <w:rsid w:val="000D7C04"/>
    <w:rsid w:val="000D7CB8"/>
    <w:rsid w:val="000E0079"/>
    <w:rsid w:val="000E0C3D"/>
    <w:rsid w:val="000E2394"/>
    <w:rsid w:val="000E2575"/>
    <w:rsid w:val="000E3057"/>
    <w:rsid w:val="000E3344"/>
    <w:rsid w:val="000E450F"/>
    <w:rsid w:val="000E51B7"/>
    <w:rsid w:val="000E6227"/>
    <w:rsid w:val="000E7AEB"/>
    <w:rsid w:val="000F081A"/>
    <w:rsid w:val="000F1C4E"/>
    <w:rsid w:val="000F25D1"/>
    <w:rsid w:val="000F2EC6"/>
    <w:rsid w:val="000F6283"/>
    <w:rsid w:val="000F704C"/>
    <w:rsid w:val="000F7FC5"/>
    <w:rsid w:val="00100161"/>
    <w:rsid w:val="001001AF"/>
    <w:rsid w:val="00101990"/>
    <w:rsid w:val="00102634"/>
    <w:rsid w:val="00103DA3"/>
    <w:rsid w:val="00104835"/>
    <w:rsid w:val="00106FD8"/>
    <w:rsid w:val="0010731E"/>
    <w:rsid w:val="001073AD"/>
    <w:rsid w:val="00107E8C"/>
    <w:rsid w:val="001109FA"/>
    <w:rsid w:val="00111DCD"/>
    <w:rsid w:val="00111F60"/>
    <w:rsid w:val="001128D3"/>
    <w:rsid w:val="00113007"/>
    <w:rsid w:val="0011329F"/>
    <w:rsid w:val="00113D0F"/>
    <w:rsid w:val="00114099"/>
    <w:rsid w:val="00114D12"/>
    <w:rsid w:val="00116BF6"/>
    <w:rsid w:val="00116C06"/>
    <w:rsid w:val="00116DFF"/>
    <w:rsid w:val="00117463"/>
    <w:rsid w:val="00121080"/>
    <w:rsid w:val="0012204A"/>
    <w:rsid w:val="001230ED"/>
    <w:rsid w:val="0012398E"/>
    <w:rsid w:val="00123B88"/>
    <w:rsid w:val="00124958"/>
    <w:rsid w:val="001268E5"/>
    <w:rsid w:val="00126D08"/>
    <w:rsid w:val="00127709"/>
    <w:rsid w:val="00130274"/>
    <w:rsid w:val="001306E8"/>
    <w:rsid w:val="0013085F"/>
    <w:rsid w:val="00130AB4"/>
    <w:rsid w:val="001310C7"/>
    <w:rsid w:val="00131A97"/>
    <w:rsid w:val="00131ED6"/>
    <w:rsid w:val="00132945"/>
    <w:rsid w:val="001349DD"/>
    <w:rsid w:val="00134D88"/>
    <w:rsid w:val="00134FF4"/>
    <w:rsid w:val="00136378"/>
    <w:rsid w:val="0013779D"/>
    <w:rsid w:val="00140DA0"/>
    <w:rsid w:val="00142332"/>
    <w:rsid w:val="001426D6"/>
    <w:rsid w:val="00142CBA"/>
    <w:rsid w:val="00143016"/>
    <w:rsid w:val="001434BD"/>
    <w:rsid w:val="00143993"/>
    <w:rsid w:val="00144F92"/>
    <w:rsid w:val="0014556F"/>
    <w:rsid w:val="001456B8"/>
    <w:rsid w:val="00145A90"/>
    <w:rsid w:val="00146075"/>
    <w:rsid w:val="00146205"/>
    <w:rsid w:val="00146227"/>
    <w:rsid w:val="0014675D"/>
    <w:rsid w:val="0014718E"/>
    <w:rsid w:val="00147384"/>
    <w:rsid w:val="0014774B"/>
    <w:rsid w:val="00150E7F"/>
    <w:rsid w:val="001511A4"/>
    <w:rsid w:val="0015179B"/>
    <w:rsid w:val="001518DB"/>
    <w:rsid w:val="00152EA7"/>
    <w:rsid w:val="00153EF4"/>
    <w:rsid w:val="00153F6E"/>
    <w:rsid w:val="001547F9"/>
    <w:rsid w:val="001553FC"/>
    <w:rsid w:val="0015714A"/>
    <w:rsid w:val="001571A4"/>
    <w:rsid w:val="00157BA7"/>
    <w:rsid w:val="00161446"/>
    <w:rsid w:val="00161BDB"/>
    <w:rsid w:val="00162CFC"/>
    <w:rsid w:val="0016344E"/>
    <w:rsid w:val="00163F41"/>
    <w:rsid w:val="001641D5"/>
    <w:rsid w:val="001643C5"/>
    <w:rsid w:val="001645E9"/>
    <w:rsid w:val="00165898"/>
    <w:rsid w:val="00165C76"/>
    <w:rsid w:val="00166E32"/>
    <w:rsid w:val="00167687"/>
    <w:rsid w:val="00167D19"/>
    <w:rsid w:val="00173153"/>
    <w:rsid w:val="00173788"/>
    <w:rsid w:val="00174140"/>
    <w:rsid w:val="001741C0"/>
    <w:rsid w:val="001750C4"/>
    <w:rsid w:val="001754DE"/>
    <w:rsid w:val="00175A45"/>
    <w:rsid w:val="00180A32"/>
    <w:rsid w:val="00180C08"/>
    <w:rsid w:val="0018109B"/>
    <w:rsid w:val="00181A46"/>
    <w:rsid w:val="001828F6"/>
    <w:rsid w:val="00182EAB"/>
    <w:rsid w:val="00184F4D"/>
    <w:rsid w:val="00185F1D"/>
    <w:rsid w:val="00190087"/>
    <w:rsid w:val="00190320"/>
    <w:rsid w:val="00191579"/>
    <w:rsid w:val="00191EFC"/>
    <w:rsid w:val="00192115"/>
    <w:rsid w:val="00192606"/>
    <w:rsid w:val="001927E8"/>
    <w:rsid w:val="00192C82"/>
    <w:rsid w:val="00193A42"/>
    <w:rsid w:val="00193C22"/>
    <w:rsid w:val="00194513"/>
    <w:rsid w:val="001954CB"/>
    <w:rsid w:val="00196B7A"/>
    <w:rsid w:val="00197ED0"/>
    <w:rsid w:val="001A1762"/>
    <w:rsid w:val="001A21AB"/>
    <w:rsid w:val="001A43D9"/>
    <w:rsid w:val="001A4819"/>
    <w:rsid w:val="001A4AFF"/>
    <w:rsid w:val="001A7860"/>
    <w:rsid w:val="001A786F"/>
    <w:rsid w:val="001B0C90"/>
    <w:rsid w:val="001B1778"/>
    <w:rsid w:val="001B3015"/>
    <w:rsid w:val="001B30AC"/>
    <w:rsid w:val="001B4103"/>
    <w:rsid w:val="001B4D61"/>
    <w:rsid w:val="001B4F65"/>
    <w:rsid w:val="001B5EA0"/>
    <w:rsid w:val="001B6318"/>
    <w:rsid w:val="001B6DF3"/>
    <w:rsid w:val="001B797E"/>
    <w:rsid w:val="001B7BF0"/>
    <w:rsid w:val="001B7C62"/>
    <w:rsid w:val="001B7DB4"/>
    <w:rsid w:val="001C1778"/>
    <w:rsid w:val="001C2EC9"/>
    <w:rsid w:val="001C5482"/>
    <w:rsid w:val="001C5926"/>
    <w:rsid w:val="001C5B4E"/>
    <w:rsid w:val="001C5C1B"/>
    <w:rsid w:val="001C7C05"/>
    <w:rsid w:val="001D04CA"/>
    <w:rsid w:val="001D10A4"/>
    <w:rsid w:val="001D1191"/>
    <w:rsid w:val="001D1EBE"/>
    <w:rsid w:val="001D28CD"/>
    <w:rsid w:val="001D31F7"/>
    <w:rsid w:val="001D3DA9"/>
    <w:rsid w:val="001D3F21"/>
    <w:rsid w:val="001D6B1E"/>
    <w:rsid w:val="001E1B10"/>
    <w:rsid w:val="001E1D1E"/>
    <w:rsid w:val="001E2761"/>
    <w:rsid w:val="001E5AF2"/>
    <w:rsid w:val="001E6535"/>
    <w:rsid w:val="001E6726"/>
    <w:rsid w:val="001E67ED"/>
    <w:rsid w:val="001E6CB0"/>
    <w:rsid w:val="001E7780"/>
    <w:rsid w:val="001E79A0"/>
    <w:rsid w:val="001E7B67"/>
    <w:rsid w:val="001F0410"/>
    <w:rsid w:val="001F3E35"/>
    <w:rsid w:val="001F45A2"/>
    <w:rsid w:val="001F46D5"/>
    <w:rsid w:val="001F5234"/>
    <w:rsid w:val="001F5CBA"/>
    <w:rsid w:val="0020033D"/>
    <w:rsid w:val="00200855"/>
    <w:rsid w:val="00200C0E"/>
    <w:rsid w:val="002015F5"/>
    <w:rsid w:val="002016E1"/>
    <w:rsid w:val="00202B26"/>
    <w:rsid w:val="00204632"/>
    <w:rsid w:val="00204EA8"/>
    <w:rsid w:val="00205A09"/>
    <w:rsid w:val="00206706"/>
    <w:rsid w:val="00207898"/>
    <w:rsid w:val="0021071F"/>
    <w:rsid w:val="002135A8"/>
    <w:rsid w:val="002150B5"/>
    <w:rsid w:val="00215D7F"/>
    <w:rsid w:val="002174A2"/>
    <w:rsid w:val="0021757F"/>
    <w:rsid w:val="002179D6"/>
    <w:rsid w:val="00220587"/>
    <w:rsid w:val="0022114D"/>
    <w:rsid w:val="00222F8F"/>
    <w:rsid w:val="0022328D"/>
    <w:rsid w:val="00224A6D"/>
    <w:rsid w:val="002250D4"/>
    <w:rsid w:val="00226414"/>
    <w:rsid w:val="00227434"/>
    <w:rsid w:val="00227B9B"/>
    <w:rsid w:val="00227DFD"/>
    <w:rsid w:val="0023188E"/>
    <w:rsid w:val="002337A8"/>
    <w:rsid w:val="002337D6"/>
    <w:rsid w:val="00234895"/>
    <w:rsid w:val="00234971"/>
    <w:rsid w:val="00235C8D"/>
    <w:rsid w:val="002364AF"/>
    <w:rsid w:val="002371DE"/>
    <w:rsid w:val="00237D48"/>
    <w:rsid w:val="00237F65"/>
    <w:rsid w:val="00242AF7"/>
    <w:rsid w:val="00242D95"/>
    <w:rsid w:val="00242DD2"/>
    <w:rsid w:val="00242E64"/>
    <w:rsid w:val="002432DF"/>
    <w:rsid w:val="00246023"/>
    <w:rsid w:val="0024620B"/>
    <w:rsid w:val="002466D5"/>
    <w:rsid w:val="00246AF2"/>
    <w:rsid w:val="002478CE"/>
    <w:rsid w:val="00251008"/>
    <w:rsid w:val="00251F57"/>
    <w:rsid w:val="002538E1"/>
    <w:rsid w:val="00253FCF"/>
    <w:rsid w:val="00255180"/>
    <w:rsid w:val="0025613C"/>
    <w:rsid w:val="002567F8"/>
    <w:rsid w:val="00260F28"/>
    <w:rsid w:val="00261329"/>
    <w:rsid w:val="002629B7"/>
    <w:rsid w:val="00262AC3"/>
    <w:rsid w:val="0026674A"/>
    <w:rsid w:val="00267AEA"/>
    <w:rsid w:val="0027056A"/>
    <w:rsid w:val="00272533"/>
    <w:rsid w:val="00273157"/>
    <w:rsid w:val="00273B07"/>
    <w:rsid w:val="00274204"/>
    <w:rsid w:val="002743F5"/>
    <w:rsid w:val="00274725"/>
    <w:rsid w:val="00275CFB"/>
    <w:rsid w:val="0027625F"/>
    <w:rsid w:val="00276A2B"/>
    <w:rsid w:val="00276CB0"/>
    <w:rsid w:val="00280603"/>
    <w:rsid w:val="002818AE"/>
    <w:rsid w:val="00281C55"/>
    <w:rsid w:val="00281C8A"/>
    <w:rsid w:val="00282F97"/>
    <w:rsid w:val="00284106"/>
    <w:rsid w:val="002850BC"/>
    <w:rsid w:val="00285D4A"/>
    <w:rsid w:val="002910D5"/>
    <w:rsid w:val="002929AE"/>
    <w:rsid w:val="00294782"/>
    <w:rsid w:val="00295928"/>
    <w:rsid w:val="00296314"/>
    <w:rsid w:val="002963DE"/>
    <w:rsid w:val="00296433"/>
    <w:rsid w:val="00296592"/>
    <w:rsid w:val="00296E41"/>
    <w:rsid w:val="00297971"/>
    <w:rsid w:val="002A0F85"/>
    <w:rsid w:val="002A2166"/>
    <w:rsid w:val="002A3658"/>
    <w:rsid w:val="002A5E63"/>
    <w:rsid w:val="002A7696"/>
    <w:rsid w:val="002A7BB2"/>
    <w:rsid w:val="002B0A43"/>
    <w:rsid w:val="002B14FC"/>
    <w:rsid w:val="002B1C59"/>
    <w:rsid w:val="002B38C4"/>
    <w:rsid w:val="002B3A45"/>
    <w:rsid w:val="002B635E"/>
    <w:rsid w:val="002B6673"/>
    <w:rsid w:val="002B7907"/>
    <w:rsid w:val="002C0284"/>
    <w:rsid w:val="002C07AA"/>
    <w:rsid w:val="002C07FA"/>
    <w:rsid w:val="002C09C6"/>
    <w:rsid w:val="002C1021"/>
    <w:rsid w:val="002C1AC5"/>
    <w:rsid w:val="002C38E2"/>
    <w:rsid w:val="002C46C0"/>
    <w:rsid w:val="002C4C3F"/>
    <w:rsid w:val="002C4D05"/>
    <w:rsid w:val="002C60B8"/>
    <w:rsid w:val="002C6176"/>
    <w:rsid w:val="002C6F8F"/>
    <w:rsid w:val="002D0CD1"/>
    <w:rsid w:val="002D0CE2"/>
    <w:rsid w:val="002D0DD1"/>
    <w:rsid w:val="002D221C"/>
    <w:rsid w:val="002D3A63"/>
    <w:rsid w:val="002D3F52"/>
    <w:rsid w:val="002D53D2"/>
    <w:rsid w:val="002D5467"/>
    <w:rsid w:val="002D5E07"/>
    <w:rsid w:val="002D6C4F"/>
    <w:rsid w:val="002D73C7"/>
    <w:rsid w:val="002E1669"/>
    <w:rsid w:val="002E1B6F"/>
    <w:rsid w:val="002E21CA"/>
    <w:rsid w:val="002E440F"/>
    <w:rsid w:val="002E4C85"/>
    <w:rsid w:val="002E612D"/>
    <w:rsid w:val="002E67C1"/>
    <w:rsid w:val="002F00CA"/>
    <w:rsid w:val="002F0A16"/>
    <w:rsid w:val="002F15C6"/>
    <w:rsid w:val="002F1A05"/>
    <w:rsid w:val="002F1E60"/>
    <w:rsid w:val="002F236B"/>
    <w:rsid w:val="002F3648"/>
    <w:rsid w:val="002F52E9"/>
    <w:rsid w:val="002F5381"/>
    <w:rsid w:val="002F5C70"/>
    <w:rsid w:val="002F631F"/>
    <w:rsid w:val="002F6E64"/>
    <w:rsid w:val="002F7C3C"/>
    <w:rsid w:val="00300CE7"/>
    <w:rsid w:val="00301176"/>
    <w:rsid w:val="00301333"/>
    <w:rsid w:val="00302B75"/>
    <w:rsid w:val="00302DCE"/>
    <w:rsid w:val="003031A0"/>
    <w:rsid w:val="00304EB1"/>
    <w:rsid w:val="00305533"/>
    <w:rsid w:val="0030588F"/>
    <w:rsid w:val="00305B36"/>
    <w:rsid w:val="00306996"/>
    <w:rsid w:val="00310220"/>
    <w:rsid w:val="003124A8"/>
    <w:rsid w:val="003129A0"/>
    <w:rsid w:val="00312EB5"/>
    <w:rsid w:val="0031305F"/>
    <w:rsid w:val="00313B58"/>
    <w:rsid w:val="00313DDF"/>
    <w:rsid w:val="00314A8A"/>
    <w:rsid w:val="00316062"/>
    <w:rsid w:val="00316295"/>
    <w:rsid w:val="0031699A"/>
    <w:rsid w:val="003173A8"/>
    <w:rsid w:val="003176BB"/>
    <w:rsid w:val="00320469"/>
    <w:rsid w:val="00320594"/>
    <w:rsid w:val="0032085A"/>
    <w:rsid w:val="00321E19"/>
    <w:rsid w:val="00322A83"/>
    <w:rsid w:val="00323367"/>
    <w:rsid w:val="0032365B"/>
    <w:rsid w:val="00324499"/>
    <w:rsid w:val="00326BD5"/>
    <w:rsid w:val="003279C9"/>
    <w:rsid w:val="0033055F"/>
    <w:rsid w:val="00331842"/>
    <w:rsid w:val="00335AA1"/>
    <w:rsid w:val="0033649B"/>
    <w:rsid w:val="003379C7"/>
    <w:rsid w:val="003408E7"/>
    <w:rsid w:val="00341503"/>
    <w:rsid w:val="003422C6"/>
    <w:rsid w:val="00342B42"/>
    <w:rsid w:val="00342D75"/>
    <w:rsid w:val="00344528"/>
    <w:rsid w:val="00344E15"/>
    <w:rsid w:val="0034790A"/>
    <w:rsid w:val="00347C1A"/>
    <w:rsid w:val="00347C29"/>
    <w:rsid w:val="00347FA3"/>
    <w:rsid w:val="0035017D"/>
    <w:rsid w:val="00352D0F"/>
    <w:rsid w:val="0035315F"/>
    <w:rsid w:val="0035414D"/>
    <w:rsid w:val="0035511C"/>
    <w:rsid w:val="00356124"/>
    <w:rsid w:val="00356CBA"/>
    <w:rsid w:val="00357986"/>
    <w:rsid w:val="00357A3F"/>
    <w:rsid w:val="00360268"/>
    <w:rsid w:val="00360424"/>
    <w:rsid w:val="003610A5"/>
    <w:rsid w:val="0036255F"/>
    <w:rsid w:val="00362BF2"/>
    <w:rsid w:val="003635CE"/>
    <w:rsid w:val="0036396C"/>
    <w:rsid w:val="0036607F"/>
    <w:rsid w:val="00366C8C"/>
    <w:rsid w:val="003708AB"/>
    <w:rsid w:val="0037107E"/>
    <w:rsid w:val="00371441"/>
    <w:rsid w:val="00371BD3"/>
    <w:rsid w:val="00371D21"/>
    <w:rsid w:val="003720BF"/>
    <w:rsid w:val="00372644"/>
    <w:rsid w:val="00373F84"/>
    <w:rsid w:val="00374640"/>
    <w:rsid w:val="00374BC7"/>
    <w:rsid w:val="00374D64"/>
    <w:rsid w:val="003753E9"/>
    <w:rsid w:val="003755EB"/>
    <w:rsid w:val="00375CD6"/>
    <w:rsid w:val="0037613C"/>
    <w:rsid w:val="003766D0"/>
    <w:rsid w:val="00377EAF"/>
    <w:rsid w:val="003812F0"/>
    <w:rsid w:val="00382379"/>
    <w:rsid w:val="00384468"/>
    <w:rsid w:val="00384BA4"/>
    <w:rsid w:val="00384BA8"/>
    <w:rsid w:val="003851E5"/>
    <w:rsid w:val="003877BA"/>
    <w:rsid w:val="003900B6"/>
    <w:rsid w:val="00391172"/>
    <w:rsid w:val="003914F3"/>
    <w:rsid w:val="003921FA"/>
    <w:rsid w:val="00392C41"/>
    <w:rsid w:val="00393A88"/>
    <w:rsid w:val="00393F40"/>
    <w:rsid w:val="00394268"/>
    <w:rsid w:val="00394631"/>
    <w:rsid w:val="003969DF"/>
    <w:rsid w:val="00397056"/>
    <w:rsid w:val="003A0191"/>
    <w:rsid w:val="003A0909"/>
    <w:rsid w:val="003A0E93"/>
    <w:rsid w:val="003A1DD5"/>
    <w:rsid w:val="003A5A26"/>
    <w:rsid w:val="003A63B2"/>
    <w:rsid w:val="003A67C8"/>
    <w:rsid w:val="003B2C16"/>
    <w:rsid w:val="003B3A62"/>
    <w:rsid w:val="003B3F14"/>
    <w:rsid w:val="003B4667"/>
    <w:rsid w:val="003B46F4"/>
    <w:rsid w:val="003B56C1"/>
    <w:rsid w:val="003B5D45"/>
    <w:rsid w:val="003B60D1"/>
    <w:rsid w:val="003B664B"/>
    <w:rsid w:val="003B6A3A"/>
    <w:rsid w:val="003B6DBE"/>
    <w:rsid w:val="003C045F"/>
    <w:rsid w:val="003C3843"/>
    <w:rsid w:val="003C50BC"/>
    <w:rsid w:val="003C5A39"/>
    <w:rsid w:val="003C63A6"/>
    <w:rsid w:val="003C6CC3"/>
    <w:rsid w:val="003C7E42"/>
    <w:rsid w:val="003D078A"/>
    <w:rsid w:val="003D09D4"/>
    <w:rsid w:val="003D12FD"/>
    <w:rsid w:val="003D3957"/>
    <w:rsid w:val="003D4BD6"/>
    <w:rsid w:val="003D51A3"/>
    <w:rsid w:val="003D5BF2"/>
    <w:rsid w:val="003D5F4E"/>
    <w:rsid w:val="003D71ED"/>
    <w:rsid w:val="003D7E3E"/>
    <w:rsid w:val="003E01E7"/>
    <w:rsid w:val="003E0D13"/>
    <w:rsid w:val="003E10FE"/>
    <w:rsid w:val="003E1247"/>
    <w:rsid w:val="003E1DD5"/>
    <w:rsid w:val="003E31C2"/>
    <w:rsid w:val="003E4DB5"/>
    <w:rsid w:val="003E5BC8"/>
    <w:rsid w:val="003E5C4B"/>
    <w:rsid w:val="003E6E1D"/>
    <w:rsid w:val="003F03D6"/>
    <w:rsid w:val="003F07C6"/>
    <w:rsid w:val="003F108F"/>
    <w:rsid w:val="003F1E32"/>
    <w:rsid w:val="003F1E73"/>
    <w:rsid w:val="003F2617"/>
    <w:rsid w:val="003F2B74"/>
    <w:rsid w:val="003F2CCA"/>
    <w:rsid w:val="003F348C"/>
    <w:rsid w:val="003F38CD"/>
    <w:rsid w:val="003F4D4A"/>
    <w:rsid w:val="003F54AE"/>
    <w:rsid w:val="003F6431"/>
    <w:rsid w:val="00401DDE"/>
    <w:rsid w:val="00403206"/>
    <w:rsid w:val="004043E9"/>
    <w:rsid w:val="00405688"/>
    <w:rsid w:val="004067CE"/>
    <w:rsid w:val="00406B0A"/>
    <w:rsid w:val="00407117"/>
    <w:rsid w:val="004072DD"/>
    <w:rsid w:val="00407EF9"/>
    <w:rsid w:val="00410867"/>
    <w:rsid w:val="00411723"/>
    <w:rsid w:val="0041296F"/>
    <w:rsid w:val="00412A4F"/>
    <w:rsid w:val="004130E3"/>
    <w:rsid w:val="00413A20"/>
    <w:rsid w:val="00414673"/>
    <w:rsid w:val="004148B9"/>
    <w:rsid w:val="004149E1"/>
    <w:rsid w:val="004169BD"/>
    <w:rsid w:val="00416A0A"/>
    <w:rsid w:val="00416BB0"/>
    <w:rsid w:val="004176E4"/>
    <w:rsid w:val="00417E62"/>
    <w:rsid w:val="0042081E"/>
    <w:rsid w:val="00420B83"/>
    <w:rsid w:val="0042177D"/>
    <w:rsid w:val="00421B10"/>
    <w:rsid w:val="00421E31"/>
    <w:rsid w:val="00422D63"/>
    <w:rsid w:val="004250B5"/>
    <w:rsid w:val="00426FE0"/>
    <w:rsid w:val="00427008"/>
    <w:rsid w:val="004277E9"/>
    <w:rsid w:val="00430418"/>
    <w:rsid w:val="00430630"/>
    <w:rsid w:val="00431F23"/>
    <w:rsid w:val="00432FE2"/>
    <w:rsid w:val="00433157"/>
    <w:rsid w:val="00433DAE"/>
    <w:rsid w:val="0043481A"/>
    <w:rsid w:val="00435C2E"/>
    <w:rsid w:val="00440378"/>
    <w:rsid w:val="00440A82"/>
    <w:rsid w:val="00440ECE"/>
    <w:rsid w:val="004415C1"/>
    <w:rsid w:val="00443A2F"/>
    <w:rsid w:val="00445620"/>
    <w:rsid w:val="004467AF"/>
    <w:rsid w:val="004516C8"/>
    <w:rsid w:val="00451ED7"/>
    <w:rsid w:val="00452074"/>
    <w:rsid w:val="0045525B"/>
    <w:rsid w:val="0045536B"/>
    <w:rsid w:val="00455B38"/>
    <w:rsid w:val="00456030"/>
    <w:rsid w:val="00456411"/>
    <w:rsid w:val="00456A14"/>
    <w:rsid w:val="004572AC"/>
    <w:rsid w:val="00457D08"/>
    <w:rsid w:val="0046039A"/>
    <w:rsid w:val="00460F56"/>
    <w:rsid w:val="00461077"/>
    <w:rsid w:val="004613AF"/>
    <w:rsid w:val="00461EFD"/>
    <w:rsid w:val="00465770"/>
    <w:rsid w:val="00465C51"/>
    <w:rsid w:val="00465E17"/>
    <w:rsid w:val="00465F12"/>
    <w:rsid w:val="00466D4D"/>
    <w:rsid w:val="00466DB4"/>
    <w:rsid w:val="004676D8"/>
    <w:rsid w:val="00467C40"/>
    <w:rsid w:val="00467C72"/>
    <w:rsid w:val="00470786"/>
    <w:rsid w:val="0047215B"/>
    <w:rsid w:val="00472E3D"/>
    <w:rsid w:val="00473151"/>
    <w:rsid w:val="00475203"/>
    <w:rsid w:val="004761AD"/>
    <w:rsid w:val="004771A5"/>
    <w:rsid w:val="00477547"/>
    <w:rsid w:val="00477AF4"/>
    <w:rsid w:val="00480941"/>
    <w:rsid w:val="00480FA4"/>
    <w:rsid w:val="00481170"/>
    <w:rsid w:val="0048242D"/>
    <w:rsid w:val="00482B16"/>
    <w:rsid w:val="0048311B"/>
    <w:rsid w:val="004850C2"/>
    <w:rsid w:val="00485C13"/>
    <w:rsid w:val="00485C17"/>
    <w:rsid w:val="00490A79"/>
    <w:rsid w:val="004921DC"/>
    <w:rsid w:val="00492260"/>
    <w:rsid w:val="004929AB"/>
    <w:rsid w:val="00492B9A"/>
    <w:rsid w:val="0049314A"/>
    <w:rsid w:val="00494925"/>
    <w:rsid w:val="00496232"/>
    <w:rsid w:val="004964E4"/>
    <w:rsid w:val="00496AA5"/>
    <w:rsid w:val="004A03B7"/>
    <w:rsid w:val="004A1591"/>
    <w:rsid w:val="004A179C"/>
    <w:rsid w:val="004A268D"/>
    <w:rsid w:val="004A2F29"/>
    <w:rsid w:val="004A348A"/>
    <w:rsid w:val="004A3BB9"/>
    <w:rsid w:val="004A5783"/>
    <w:rsid w:val="004B03A6"/>
    <w:rsid w:val="004B1131"/>
    <w:rsid w:val="004B299F"/>
    <w:rsid w:val="004B2DFE"/>
    <w:rsid w:val="004B2FF1"/>
    <w:rsid w:val="004B3511"/>
    <w:rsid w:val="004B3AE1"/>
    <w:rsid w:val="004B5040"/>
    <w:rsid w:val="004B5202"/>
    <w:rsid w:val="004B6647"/>
    <w:rsid w:val="004B686E"/>
    <w:rsid w:val="004B6D93"/>
    <w:rsid w:val="004B6FA2"/>
    <w:rsid w:val="004B7372"/>
    <w:rsid w:val="004C0972"/>
    <w:rsid w:val="004C11D2"/>
    <w:rsid w:val="004C1272"/>
    <w:rsid w:val="004C2591"/>
    <w:rsid w:val="004C2BFC"/>
    <w:rsid w:val="004C339F"/>
    <w:rsid w:val="004C49A7"/>
    <w:rsid w:val="004C4A4D"/>
    <w:rsid w:val="004C4D6B"/>
    <w:rsid w:val="004C51AD"/>
    <w:rsid w:val="004C5ECF"/>
    <w:rsid w:val="004D02CF"/>
    <w:rsid w:val="004D0E01"/>
    <w:rsid w:val="004D0EF5"/>
    <w:rsid w:val="004D2E08"/>
    <w:rsid w:val="004D2FDB"/>
    <w:rsid w:val="004D423C"/>
    <w:rsid w:val="004D4B27"/>
    <w:rsid w:val="004D5045"/>
    <w:rsid w:val="004D5998"/>
    <w:rsid w:val="004D64A3"/>
    <w:rsid w:val="004E0FED"/>
    <w:rsid w:val="004E1570"/>
    <w:rsid w:val="004E3752"/>
    <w:rsid w:val="004E4285"/>
    <w:rsid w:val="004E4F46"/>
    <w:rsid w:val="004E65BD"/>
    <w:rsid w:val="004E6815"/>
    <w:rsid w:val="004F02A7"/>
    <w:rsid w:val="004F06C8"/>
    <w:rsid w:val="004F223D"/>
    <w:rsid w:val="004F2287"/>
    <w:rsid w:val="004F2A16"/>
    <w:rsid w:val="004F2EFC"/>
    <w:rsid w:val="004F3B36"/>
    <w:rsid w:val="004F3FC7"/>
    <w:rsid w:val="004F4DDA"/>
    <w:rsid w:val="004F551D"/>
    <w:rsid w:val="004F69E5"/>
    <w:rsid w:val="004F69EA"/>
    <w:rsid w:val="004F6B7A"/>
    <w:rsid w:val="004F7AE1"/>
    <w:rsid w:val="005000F4"/>
    <w:rsid w:val="0050048A"/>
    <w:rsid w:val="0050066D"/>
    <w:rsid w:val="00501D03"/>
    <w:rsid w:val="00502DD0"/>
    <w:rsid w:val="0050314B"/>
    <w:rsid w:val="00503FBA"/>
    <w:rsid w:val="00504374"/>
    <w:rsid w:val="005043C7"/>
    <w:rsid w:val="005045E3"/>
    <w:rsid w:val="00504C18"/>
    <w:rsid w:val="00505395"/>
    <w:rsid w:val="00505911"/>
    <w:rsid w:val="00505BD3"/>
    <w:rsid w:val="00505C48"/>
    <w:rsid w:val="005066CC"/>
    <w:rsid w:val="00507EBC"/>
    <w:rsid w:val="00512694"/>
    <w:rsid w:val="00512716"/>
    <w:rsid w:val="00512730"/>
    <w:rsid w:val="0051364B"/>
    <w:rsid w:val="005145A3"/>
    <w:rsid w:val="00514E66"/>
    <w:rsid w:val="0051513D"/>
    <w:rsid w:val="00516EFC"/>
    <w:rsid w:val="0052024F"/>
    <w:rsid w:val="00521630"/>
    <w:rsid w:val="00521694"/>
    <w:rsid w:val="005221B8"/>
    <w:rsid w:val="0052238A"/>
    <w:rsid w:val="00522599"/>
    <w:rsid w:val="005235EA"/>
    <w:rsid w:val="00523691"/>
    <w:rsid w:val="005245A2"/>
    <w:rsid w:val="005245A9"/>
    <w:rsid w:val="00524BC5"/>
    <w:rsid w:val="005255AD"/>
    <w:rsid w:val="005316EC"/>
    <w:rsid w:val="00531DA2"/>
    <w:rsid w:val="00531DFB"/>
    <w:rsid w:val="00531FC5"/>
    <w:rsid w:val="00532DEA"/>
    <w:rsid w:val="00535E27"/>
    <w:rsid w:val="0053674A"/>
    <w:rsid w:val="00537221"/>
    <w:rsid w:val="0053766E"/>
    <w:rsid w:val="00537A0A"/>
    <w:rsid w:val="005415B9"/>
    <w:rsid w:val="005417C2"/>
    <w:rsid w:val="0054306B"/>
    <w:rsid w:val="00546015"/>
    <w:rsid w:val="00547BDE"/>
    <w:rsid w:val="00550DD7"/>
    <w:rsid w:val="00551FE7"/>
    <w:rsid w:val="00552D82"/>
    <w:rsid w:val="00555155"/>
    <w:rsid w:val="0055528D"/>
    <w:rsid w:val="00556704"/>
    <w:rsid w:val="00557AEA"/>
    <w:rsid w:val="0056048B"/>
    <w:rsid w:val="00560CEF"/>
    <w:rsid w:val="00561538"/>
    <w:rsid w:val="00561C69"/>
    <w:rsid w:val="00561E60"/>
    <w:rsid w:val="00562270"/>
    <w:rsid w:val="0056319C"/>
    <w:rsid w:val="00566082"/>
    <w:rsid w:val="0056725C"/>
    <w:rsid w:val="005702BA"/>
    <w:rsid w:val="00570DA9"/>
    <w:rsid w:val="00570DC1"/>
    <w:rsid w:val="00571268"/>
    <w:rsid w:val="00571434"/>
    <w:rsid w:val="00572874"/>
    <w:rsid w:val="00573B32"/>
    <w:rsid w:val="00574231"/>
    <w:rsid w:val="00574246"/>
    <w:rsid w:val="00575D6A"/>
    <w:rsid w:val="005800BA"/>
    <w:rsid w:val="00581AC5"/>
    <w:rsid w:val="00581E95"/>
    <w:rsid w:val="005823D0"/>
    <w:rsid w:val="00582CE6"/>
    <w:rsid w:val="00587F51"/>
    <w:rsid w:val="00592110"/>
    <w:rsid w:val="00593BF0"/>
    <w:rsid w:val="00595C2E"/>
    <w:rsid w:val="0059614F"/>
    <w:rsid w:val="00596985"/>
    <w:rsid w:val="005A296B"/>
    <w:rsid w:val="005B0095"/>
    <w:rsid w:val="005B0CE7"/>
    <w:rsid w:val="005B23A2"/>
    <w:rsid w:val="005B52F1"/>
    <w:rsid w:val="005B6C89"/>
    <w:rsid w:val="005B6CA0"/>
    <w:rsid w:val="005B6E0E"/>
    <w:rsid w:val="005B7377"/>
    <w:rsid w:val="005B7FC3"/>
    <w:rsid w:val="005C1A80"/>
    <w:rsid w:val="005C1E85"/>
    <w:rsid w:val="005C267E"/>
    <w:rsid w:val="005C26DB"/>
    <w:rsid w:val="005C299A"/>
    <w:rsid w:val="005C29B0"/>
    <w:rsid w:val="005C2F37"/>
    <w:rsid w:val="005C3445"/>
    <w:rsid w:val="005C4BF6"/>
    <w:rsid w:val="005C4CAC"/>
    <w:rsid w:val="005C6728"/>
    <w:rsid w:val="005D09D4"/>
    <w:rsid w:val="005D2636"/>
    <w:rsid w:val="005D2837"/>
    <w:rsid w:val="005D2F26"/>
    <w:rsid w:val="005D326E"/>
    <w:rsid w:val="005D5097"/>
    <w:rsid w:val="005D50D0"/>
    <w:rsid w:val="005D5942"/>
    <w:rsid w:val="005D5C5C"/>
    <w:rsid w:val="005D5E19"/>
    <w:rsid w:val="005D6A53"/>
    <w:rsid w:val="005D6C92"/>
    <w:rsid w:val="005D7390"/>
    <w:rsid w:val="005D7461"/>
    <w:rsid w:val="005E0090"/>
    <w:rsid w:val="005E0DD3"/>
    <w:rsid w:val="005E204D"/>
    <w:rsid w:val="005E30DD"/>
    <w:rsid w:val="005E32A6"/>
    <w:rsid w:val="005E345A"/>
    <w:rsid w:val="005E406B"/>
    <w:rsid w:val="005E48F9"/>
    <w:rsid w:val="005E4CA1"/>
    <w:rsid w:val="005E509F"/>
    <w:rsid w:val="005E56DA"/>
    <w:rsid w:val="005E582C"/>
    <w:rsid w:val="005E6BBB"/>
    <w:rsid w:val="005E7187"/>
    <w:rsid w:val="005E724D"/>
    <w:rsid w:val="005E75D9"/>
    <w:rsid w:val="005F2394"/>
    <w:rsid w:val="005F3883"/>
    <w:rsid w:val="005F4D01"/>
    <w:rsid w:val="005F5C64"/>
    <w:rsid w:val="005F6752"/>
    <w:rsid w:val="005F6898"/>
    <w:rsid w:val="0060091B"/>
    <w:rsid w:val="0060172B"/>
    <w:rsid w:val="006018F3"/>
    <w:rsid w:val="00603CE9"/>
    <w:rsid w:val="0060558E"/>
    <w:rsid w:val="00606BB4"/>
    <w:rsid w:val="00607298"/>
    <w:rsid w:val="00610F17"/>
    <w:rsid w:val="00611856"/>
    <w:rsid w:val="00611A4E"/>
    <w:rsid w:val="00611E57"/>
    <w:rsid w:val="00614D00"/>
    <w:rsid w:val="00614E9E"/>
    <w:rsid w:val="00620084"/>
    <w:rsid w:val="006206B3"/>
    <w:rsid w:val="00621054"/>
    <w:rsid w:val="00622702"/>
    <w:rsid w:val="00623061"/>
    <w:rsid w:val="00624391"/>
    <w:rsid w:val="0062494B"/>
    <w:rsid w:val="00625D00"/>
    <w:rsid w:val="00626AD0"/>
    <w:rsid w:val="00627884"/>
    <w:rsid w:val="00627E98"/>
    <w:rsid w:val="00630C1A"/>
    <w:rsid w:val="00631118"/>
    <w:rsid w:val="00631E38"/>
    <w:rsid w:val="00633742"/>
    <w:rsid w:val="0063375D"/>
    <w:rsid w:val="006346DA"/>
    <w:rsid w:val="00636108"/>
    <w:rsid w:val="00636CE3"/>
    <w:rsid w:val="00636E56"/>
    <w:rsid w:val="0063767A"/>
    <w:rsid w:val="00637B4C"/>
    <w:rsid w:val="0064087A"/>
    <w:rsid w:val="00640C5B"/>
    <w:rsid w:val="006414D2"/>
    <w:rsid w:val="00642431"/>
    <w:rsid w:val="00643089"/>
    <w:rsid w:val="00644BA5"/>
    <w:rsid w:val="006454A2"/>
    <w:rsid w:val="00646508"/>
    <w:rsid w:val="00647A3F"/>
    <w:rsid w:val="006506B9"/>
    <w:rsid w:val="006508A7"/>
    <w:rsid w:val="00651817"/>
    <w:rsid w:val="00651881"/>
    <w:rsid w:val="006522B0"/>
    <w:rsid w:val="00653798"/>
    <w:rsid w:val="00656482"/>
    <w:rsid w:val="0065709A"/>
    <w:rsid w:val="006573D3"/>
    <w:rsid w:val="00662F84"/>
    <w:rsid w:val="006638EE"/>
    <w:rsid w:val="00666666"/>
    <w:rsid w:val="00666E13"/>
    <w:rsid w:val="006703D0"/>
    <w:rsid w:val="006709EC"/>
    <w:rsid w:val="00670FBB"/>
    <w:rsid w:val="00671BCB"/>
    <w:rsid w:val="0067232E"/>
    <w:rsid w:val="00672AB0"/>
    <w:rsid w:val="006734BB"/>
    <w:rsid w:val="00673FBB"/>
    <w:rsid w:val="00674755"/>
    <w:rsid w:val="00675AFB"/>
    <w:rsid w:val="00677015"/>
    <w:rsid w:val="006773A2"/>
    <w:rsid w:val="00677A5C"/>
    <w:rsid w:val="006800CA"/>
    <w:rsid w:val="00682341"/>
    <w:rsid w:val="0068306D"/>
    <w:rsid w:val="006838E5"/>
    <w:rsid w:val="00683C51"/>
    <w:rsid w:val="0068417D"/>
    <w:rsid w:val="006858C5"/>
    <w:rsid w:val="006866D4"/>
    <w:rsid w:val="00686FC3"/>
    <w:rsid w:val="00690195"/>
    <w:rsid w:val="00690767"/>
    <w:rsid w:val="0069203A"/>
    <w:rsid w:val="006925CF"/>
    <w:rsid w:val="006927F0"/>
    <w:rsid w:val="00694471"/>
    <w:rsid w:val="00694B26"/>
    <w:rsid w:val="00694BE0"/>
    <w:rsid w:val="00694D2B"/>
    <w:rsid w:val="00695924"/>
    <w:rsid w:val="00696372"/>
    <w:rsid w:val="006963B5"/>
    <w:rsid w:val="00696F5D"/>
    <w:rsid w:val="006A0BA8"/>
    <w:rsid w:val="006A0F07"/>
    <w:rsid w:val="006A1437"/>
    <w:rsid w:val="006A1B56"/>
    <w:rsid w:val="006A1F77"/>
    <w:rsid w:val="006A30B0"/>
    <w:rsid w:val="006A48E4"/>
    <w:rsid w:val="006A48FD"/>
    <w:rsid w:val="006A4983"/>
    <w:rsid w:val="006A54EA"/>
    <w:rsid w:val="006B04B0"/>
    <w:rsid w:val="006B08B8"/>
    <w:rsid w:val="006B14BC"/>
    <w:rsid w:val="006B14E3"/>
    <w:rsid w:val="006B2502"/>
    <w:rsid w:val="006B3332"/>
    <w:rsid w:val="006B48E6"/>
    <w:rsid w:val="006B53B7"/>
    <w:rsid w:val="006B53F7"/>
    <w:rsid w:val="006B5D89"/>
    <w:rsid w:val="006B5E32"/>
    <w:rsid w:val="006B623C"/>
    <w:rsid w:val="006B6D2F"/>
    <w:rsid w:val="006B6D64"/>
    <w:rsid w:val="006B700A"/>
    <w:rsid w:val="006B7570"/>
    <w:rsid w:val="006B768B"/>
    <w:rsid w:val="006B77D9"/>
    <w:rsid w:val="006C049F"/>
    <w:rsid w:val="006C11F2"/>
    <w:rsid w:val="006C1274"/>
    <w:rsid w:val="006C1623"/>
    <w:rsid w:val="006C2C71"/>
    <w:rsid w:val="006C53CE"/>
    <w:rsid w:val="006C76FD"/>
    <w:rsid w:val="006C773E"/>
    <w:rsid w:val="006D08D0"/>
    <w:rsid w:val="006D08F0"/>
    <w:rsid w:val="006D0A67"/>
    <w:rsid w:val="006D15F3"/>
    <w:rsid w:val="006D2F01"/>
    <w:rsid w:val="006D361C"/>
    <w:rsid w:val="006D36A8"/>
    <w:rsid w:val="006D399B"/>
    <w:rsid w:val="006D42A1"/>
    <w:rsid w:val="006D5553"/>
    <w:rsid w:val="006D5A65"/>
    <w:rsid w:val="006D7343"/>
    <w:rsid w:val="006D7621"/>
    <w:rsid w:val="006D78FE"/>
    <w:rsid w:val="006E025A"/>
    <w:rsid w:val="006E12C6"/>
    <w:rsid w:val="006E12D3"/>
    <w:rsid w:val="006E2211"/>
    <w:rsid w:val="006E2285"/>
    <w:rsid w:val="006E27A1"/>
    <w:rsid w:val="006E2843"/>
    <w:rsid w:val="006E29F4"/>
    <w:rsid w:val="006E4911"/>
    <w:rsid w:val="006E65E6"/>
    <w:rsid w:val="006E6953"/>
    <w:rsid w:val="006E6991"/>
    <w:rsid w:val="006E6CC7"/>
    <w:rsid w:val="006F0D0E"/>
    <w:rsid w:val="006F0E62"/>
    <w:rsid w:val="006F24B0"/>
    <w:rsid w:val="006F4608"/>
    <w:rsid w:val="006F58F4"/>
    <w:rsid w:val="006F5A88"/>
    <w:rsid w:val="006F5CC1"/>
    <w:rsid w:val="006F5DE7"/>
    <w:rsid w:val="006F6803"/>
    <w:rsid w:val="006F6882"/>
    <w:rsid w:val="006F6C24"/>
    <w:rsid w:val="006F71EF"/>
    <w:rsid w:val="006F7C11"/>
    <w:rsid w:val="006F7DE1"/>
    <w:rsid w:val="007005D3"/>
    <w:rsid w:val="00701E4A"/>
    <w:rsid w:val="00703685"/>
    <w:rsid w:val="00705513"/>
    <w:rsid w:val="00705767"/>
    <w:rsid w:val="00705EB6"/>
    <w:rsid w:val="007073C0"/>
    <w:rsid w:val="007076B2"/>
    <w:rsid w:val="00707B22"/>
    <w:rsid w:val="00710BA1"/>
    <w:rsid w:val="007117F0"/>
    <w:rsid w:val="007119E5"/>
    <w:rsid w:val="00711A08"/>
    <w:rsid w:val="007136F9"/>
    <w:rsid w:val="0071372E"/>
    <w:rsid w:val="00714290"/>
    <w:rsid w:val="00714E66"/>
    <w:rsid w:val="0071769E"/>
    <w:rsid w:val="007209F9"/>
    <w:rsid w:val="00720E8E"/>
    <w:rsid w:val="0072101F"/>
    <w:rsid w:val="00721904"/>
    <w:rsid w:val="007247AA"/>
    <w:rsid w:val="007252F6"/>
    <w:rsid w:val="00725966"/>
    <w:rsid w:val="00730A64"/>
    <w:rsid w:val="00732D80"/>
    <w:rsid w:val="007339CC"/>
    <w:rsid w:val="00733A35"/>
    <w:rsid w:val="00733F11"/>
    <w:rsid w:val="00734079"/>
    <w:rsid w:val="00735128"/>
    <w:rsid w:val="00735348"/>
    <w:rsid w:val="00735558"/>
    <w:rsid w:val="00735774"/>
    <w:rsid w:val="00737228"/>
    <w:rsid w:val="0073770C"/>
    <w:rsid w:val="00740AD1"/>
    <w:rsid w:val="00741D2D"/>
    <w:rsid w:val="007442B5"/>
    <w:rsid w:val="007449D0"/>
    <w:rsid w:val="00745034"/>
    <w:rsid w:val="00746119"/>
    <w:rsid w:val="00747840"/>
    <w:rsid w:val="007506C2"/>
    <w:rsid w:val="00750A16"/>
    <w:rsid w:val="00752CC6"/>
    <w:rsid w:val="0075324B"/>
    <w:rsid w:val="00753470"/>
    <w:rsid w:val="00753D62"/>
    <w:rsid w:val="007542F2"/>
    <w:rsid w:val="0075481E"/>
    <w:rsid w:val="00754C00"/>
    <w:rsid w:val="00755F2A"/>
    <w:rsid w:val="00756783"/>
    <w:rsid w:val="0075742F"/>
    <w:rsid w:val="007574BA"/>
    <w:rsid w:val="00760545"/>
    <w:rsid w:val="00762182"/>
    <w:rsid w:val="0076227A"/>
    <w:rsid w:val="00762472"/>
    <w:rsid w:val="00763886"/>
    <w:rsid w:val="0076468F"/>
    <w:rsid w:val="00765C57"/>
    <w:rsid w:val="00771EEA"/>
    <w:rsid w:val="00772AB5"/>
    <w:rsid w:val="00773230"/>
    <w:rsid w:val="00773290"/>
    <w:rsid w:val="00773CDB"/>
    <w:rsid w:val="00774CED"/>
    <w:rsid w:val="0077507E"/>
    <w:rsid w:val="007752FE"/>
    <w:rsid w:val="007761F0"/>
    <w:rsid w:val="0077650E"/>
    <w:rsid w:val="00781BCC"/>
    <w:rsid w:val="0078399C"/>
    <w:rsid w:val="007843C8"/>
    <w:rsid w:val="00784EBA"/>
    <w:rsid w:val="007854FC"/>
    <w:rsid w:val="007866BF"/>
    <w:rsid w:val="00786A4E"/>
    <w:rsid w:val="00786BA2"/>
    <w:rsid w:val="00787454"/>
    <w:rsid w:val="00787EF3"/>
    <w:rsid w:val="007913B4"/>
    <w:rsid w:val="00791849"/>
    <w:rsid w:val="00791AC9"/>
    <w:rsid w:val="00791EAF"/>
    <w:rsid w:val="007922FE"/>
    <w:rsid w:val="00792743"/>
    <w:rsid w:val="007939F6"/>
    <w:rsid w:val="00793D16"/>
    <w:rsid w:val="00793E13"/>
    <w:rsid w:val="007957FD"/>
    <w:rsid w:val="0079654C"/>
    <w:rsid w:val="0079768F"/>
    <w:rsid w:val="007A29EA"/>
    <w:rsid w:val="007A3784"/>
    <w:rsid w:val="007A486A"/>
    <w:rsid w:val="007A4A51"/>
    <w:rsid w:val="007A524D"/>
    <w:rsid w:val="007A60A7"/>
    <w:rsid w:val="007A60AD"/>
    <w:rsid w:val="007A6D55"/>
    <w:rsid w:val="007A6DC2"/>
    <w:rsid w:val="007A70E9"/>
    <w:rsid w:val="007A7689"/>
    <w:rsid w:val="007A76BC"/>
    <w:rsid w:val="007B056E"/>
    <w:rsid w:val="007B0721"/>
    <w:rsid w:val="007B0B3E"/>
    <w:rsid w:val="007B0C5D"/>
    <w:rsid w:val="007B1539"/>
    <w:rsid w:val="007B27C0"/>
    <w:rsid w:val="007B28C3"/>
    <w:rsid w:val="007B339E"/>
    <w:rsid w:val="007B431A"/>
    <w:rsid w:val="007B5F18"/>
    <w:rsid w:val="007B7339"/>
    <w:rsid w:val="007C01C5"/>
    <w:rsid w:val="007C04A3"/>
    <w:rsid w:val="007C0AC3"/>
    <w:rsid w:val="007C220F"/>
    <w:rsid w:val="007C2733"/>
    <w:rsid w:val="007C357B"/>
    <w:rsid w:val="007C3F4E"/>
    <w:rsid w:val="007C684F"/>
    <w:rsid w:val="007C69AF"/>
    <w:rsid w:val="007C6ED9"/>
    <w:rsid w:val="007D036E"/>
    <w:rsid w:val="007D0BCC"/>
    <w:rsid w:val="007D162C"/>
    <w:rsid w:val="007D302F"/>
    <w:rsid w:val="007D4537"/>
    <w:rsid w:val="007D6444"/>
    <w:rsid w:val="007D738E"/>
    <w:rsid w:val="007E0178"/>
    <w:rsid w:val="007E05FE"/>
    <w:rsid w:val="007E0AB8"/>
    <w:rsid w:val="007E10D6"/>
    <w:rsid w:val="007E1C8E"/>
    <w:rsid w:val="007E23E4"/>
    <w:rsid w:val="007E2ABB"/>
    <w:rsid w:val="007E34C9"/>
    <w:rsid w:val="007E450F"/>
    <w:rsid w:val="007E614E"/>
    <w:rsid w:val="007E66D0"/>
    <w:rsid w:val="007E72AB"/>
    <w:rsid w:val="007E761B"/>
    <w:rsid w:val="007F25F7"/>
    <w:rsid w:val="007F2B36"/>
    <w:rsid w:val="007F2D57"/>
    <w:rsid w:val="007F391F"/>
    <w:rsid w:val="007F4313"/>
    <w:rsid w:val="007F4366"/>
    <w:rsid w:val="007F4E19"/>
    <w:rsid w:val="007F5831"/>
    <w:rsid w:val="007F6A9D"/>
    <w:rsid w:val="007F7A24"/>
    <w:rsid w:val="00805616"/>
    <w:rsid w:val="00805732"/>
    <w:rsid w:val="00807471"/>
    <w:rsid w:val="008077ED"/>
    <w:rsid w:val="00811CE7"/>
    <w:rsid w:val="0081259C"/>
    <w:rsid w:val="00813FB9"/>
    <w:rsid w:val="008142E3"/>
    <w:rsid w:val="008145E0"/>
    <w:rsid w:val="00817018"/>
    <w:rsid w:val="00820ABB"/>
    <w:rsid w:val="00822F9A"/>
    <w:rsid w:val="00824905"/>
    <w:rsid w:val="00825EE1"/>
    <w:rsid w:val="00827178"/>
    <w:rsid w:val="00827BE4"/>
    <w:rsid w:val="0083014E"/>
    <w:rsid w:val="00830E4F"/>
    <w:rsid w:val="00830F88"/>
    <w:rsid w:val="00832C8A"/>
    <w:rsid w:val="00832F0D"/>
    <w:rsid w:val="008333D7"/>
    <w:rsid w:val="00833993"/>
    <w:rsid w:val="008345A5"/>
    <w:rsid w:val="00834F56"/>
    <w:rsid w:val="00836046"/>
    <w:rsid w:val="0084065E"/>
    <w:rsid w:val="0084086F"/>
    <w:rsid w:val="00840E32"/>
    <w:rsid w:val="00841234"/>
    <w:rsid w:val="00841E80"/>
    <w:rsid w:val="008457E8"/>
    <w:rsid w:val="0084697E"/>
    <w:rsid w:val="0084733E"/>
    <w:rsid w:val="008477EB"/>
    <w:rsid w:val="00850185"/>
    <w:rsid w:val="0085117B"/>
    <w:rsid w:val="008537D8"/>
    <w:rsid w:val="00855A64"/>
    <w:rsid w:val="008560EF"/>
    <w:rsid w:val="008564C4"/>
    <w:rsid w:val="00856B11"/>
    <w:rsid w:val="00857503"/>
    <w:rsid w:val="008576BD"/>
    <w:rsid w:val="00857FF0"/>
    <w:rsid w:val="00861147"/>
    <w:rsid w:val="008619A2"/>
    <w:rsid w:val="00861AE0"/>
    <w:rsid w:val="00861D14"/>
    <w:rsid w:val="00861E8F"/>
    <w:rsid w:val="00862FAF"/>
    <w:rsid w:val="00863225"/>
    <w:rsid w:val="008642D9"/>
    <w:rsid w:val="0086451B"/>
    <w:rsid w:val="0086615F"/>
    <w:rsid w:val="00866618"/>
    <w:rsid w:val="008713C6"/>
    <w:rsid w:val="00872389"/>
    <w:rsid w:val="0087366D"/>
    <w:rsid w:val="00873DAE"/>
    <w:rsid w:val="00874664"/>
    <w:rsid w:val="00874C2C"/>
    <w:rsid w:val="00875D15"/>
    <w:rsid w:val="00875FAB"/>
    <w:rsid w:val="00876E64"/>
    <w:rsid w:val="008770D8"/>
    <w:rsid w:val="00877E1F"/>
    <w:rsid w:val="008805AD"/>
    <w:rsid w:val="00880BA3"/>
    <w:rsid w:val="008812D3"/>
    <w:rsid w:val="00881C35"/>
    <w:rsid w:val="00882181"/>
    <w:rsid w:val="00882827"/>
    <w:rsid w:val="00883CDA"/>
    <w:rsid w:val="00884E0F"/>
    <w:rsid w:val="00885F30"/>
    <w:rsid w:val="0088604B"/>
    <w:rsid w:val="00886996"/>
    <w:rsid w:val="00886F87"/>
    <w:rsid w:val="00891353"/>
    <w:rsid w:val="00891E85"/>
    <w:rsid w:val="0089321A"/>
    <w:rsid w:val="008951B6"/>
    <w:rsid w:val="0089578B"/>
    <w:rsid w:val="00895DD1"/>
    <w:rsid w:val="0089684A"/>
    <w:rsid w:val="008974F4"/>
    <w:rsid w:val="008A01AD"/>
    <w:rsid w:val="008A09B8"/>
    <w:rsid w:val="008A17D5"/>
    <w:rsid w:val="008A1B48"/>
    <w:rsid w:val="008A26A3"/>
    <w:rsid w:val="008A2FDC"/>
    <w:rsid w:val="008A363F"/>
    <w:rsid w:val="008A4C0D"/>
    <w:rsid w:val="008A5748"/>
    <w:rsid w:val="008A65D5"/>
    <w:rsid w:val="008B1166"/>
    <w:rsid w:val="008B2AC0"/>
    <w:rsid w:val="008B2B58"/>
    <w:rsid w:val="008B2BB6"/>
    <w:rsid w:val="008B2E4A"/>
    <w:rsid w:val="008B2FCE"/>
    <w:rsid w:val="008B55E8"/>
    <w:rsid w:val="008B5851"/>
    <w:rsid w:val="008B6104"/>
    <w:rsid w:val="008B6AB6"/>
    <w:rsid w:val="008C2A8A"/>
    <w:rsid w:val="008C38C5"/>
    <w:rsid w:val="008C3C62"/>
    <w:rsid w:val="008C3D2F"/>
    <w:rsid w:val="008C45CE"/>
    <w:rsid w:val="008C49CE"/>
    <w:rsid w:val="008C4C8A"/>
    <w:rsid w:val="008C4DC1"/>
    <w:rsid w:val="008C5C6F"/>
    <w:rsid w:val="008C6766"/>
    <w:rsid w:val="008C6777"/>
    <w:rsid w:val="008D036B"/>
    <w:rsid w:val="008D0CFE"/>
    <w:rsid w:val="008D1AEF"/>
    <w:rsid w:val="008D1F95"/>
    <w:rsid w:val="008D39F3"/>
    <w:rsid w:val="008D3DCC"/>
    <w:rsid w:val="008D4145"/>
    <w:rsid w:val="008D5A9D"/>
    <w:rsid w:val="008D741D"/>
    <w:rsid w:val="008D7684"/>
    <w:rsid w:val="008D7959"/>
    <w:rsid w:val="008D7E1C"/>
    <w:rsid w:val="008E3038"/>
    <w:rsid w:val="008E5403"/>
    <w:rsid w:val="008E677A"/>
    <w:rsid w:val="008E6B70"/>
    <w:rsid w:val="008E7D03"/>
    <w:rsid w:val="008F08F0"/>
    <w:rsid w:val="008F10DD"/>
    <w:rsid w:val="008F1166"/>
    <w:rsid w:val="008F1B3C"/>
    <w:rsid w:val="008F2172"/>
    <w:rsid w:val="008F3D13"/>
    <w:rsid w:val="008F3D26"/>
    <w:rsid w:val="008F5534"/>
    <w:rsid w:val="008F7291"/>
    <w:rsid w:val="009003D8"/>
    <w:rsid w:val="00902E12"/>
    <w:rsid w:val="0090492F"/>
    <w:rsid w:val="00906C4B"/>
    <w:rsid w:val="00906F02"/>
    <w:rsid w:val="00907754"/>
    <w:rsid w:val="009079EB"/>
    <w:rsid w:val="00910280"/>
    <w:rsid w:val="009107C3"/>
    <w:rsid w:val="00911B2F"/>
    <w:rsid w:val="009125C0"/>
    <w:rsid w:val="0091287B"/>
    <w:rsid w:val="00912DD0"/>
    <w:rsid w:val="009134C5"/>
    <w:rsid w:val="00915F6B"/>
    <w:rsid w:val="00916173"/>
    <w:rsid w:val="00916266"/>
    <w:rsid w:val="00916483"/>
    <w:rsid w:val="009175F8"/>
    <w:rsid w:val="009178B9"/>
    <w:rsid w:val="009204FC"/>
    <w:rsid w:val="009212DC"/>
    <w:rsid w:val="00922A0A"/>
    <w:rsid w:val="00922DC6"/>
    <w:rsid w:val="009238B9"/>
    <w:rsid w:val="00923AE0"/>
    <w:rsid w:val="00923E2B"/>
    <w:rsid w:val="00924105"/>
    <w:rsid w:val="0092623A"/>
    <w:rsid w:val="0093190B"/>
    <w:rsid w:val="00932710"/>
    <w:rsid w:val="00932E99"/>
    <w:rsid w:val="00933BB6"/>
    <w:rsid w:val="00934AFE"/>
    <w:rsid w:val="00934B41"/>
    <w:rsid w:val="0093507B"/>
    <w:rsid w:val="009356B8"/>
    <w:rsid w:val="00935BEE"/>
    <w:rsid w:val="00935D9E"/>
    <w:rsid w:val="00935ED3"/>
    <w:rsid w:val="009361B3"/>
    <w:rsid w:val="009376CB"/>
    <w:rsid w:val="00937BEB"/>
    <w:rsid w:val="00937FD7"/>
    <w:rsid w:val="00940FF7"/>
    <w:rsid w:val="00942561"/>
    <w:rsid w:val="00942856"/>
    <w:rsid w:val="0094740C"/>
    <w:rsid w:val="00947545"/>
    <w:rsid w:val="009506A2"/>
    <w:rsid w:val="00950817"/>
    <w:rsid w:val="009510F4"/>
    <w:rsid w:val="00952222"/>
    <w:rsid w:val="009531C5"/>
    <w:rsid w:val="00954ACA"/>
    <w:rsid w:val="00955411"/>
    <w:rsid w:val="00961A53"/>
    <w:rsid w:val="00963917"/>
    <w:rsid w:val="00964AA9"/>
    <w:rsid w:val="00965AA7"/>
    <w:rsid w:val="00965D42"/>
    <w:rsid w:val="00966043"/>
    <w:rsid w:val="00966514"/>
    <w:rsid w:val="00966E69"/>
    <w:rsid w:val="00967EF0"/>
    <w:rsid w:val="009702AF"/>
    <w:rsid w:val="009705E5"/>
    <w:rsid w:val="0097192B"/>
    <w:rsid w:val="00971DC5"/>
    <w:rsid w:val="009733B4"/>
    <w:rsid w:val="00973B37"/>
    <w:rsid w:val="00974786"/>
    <w:rsid w:val="00974938"/>
    <w:rsid w:val="00975047"/>
    <w:rsid w:val="009752B5"/>
    <w:rsid w:val="009757E1"/>
    <w:rsid w:val="00975F60"/>
    <w:rsid w:val="00976E43"/>
    <w:rsid w:val="00980419"/>
    <w:rsid w:val="009811A2"/>
    <w:rsid w:val="0098196E"/>
    <w:rsid w:val="00981B88"/>
    <w:rsid w:val="009830B4"/>
    <w:rsid w:val="009830F4"/>
    <w:rsid w:val="0098365B"/>
    <w:rsid w:val="009845FA"/>
    <w:rsid w:val="0098768E"/>
    <w:rsid w:val="00987A3F"/>
    <w:rsid w:val="00987CFD"/>
    <w:rsid w:val="009920A1"/>
    <w:rsid w:val="00993D6A"/>
    <w:rsid w:val="00993E4E"/>
    <w:rsid w:val="00994301"/>
    <w:rsid w:val="00994B0A"/>
    <w:rsid w:val="009952A9"/>
    <w:rsid w:val="00995A33"/>
    <w:rsid w:val="00996006"/>
    <w:rsid w:val="00997358"/>
    <w:rsid w:val="00997586"/>
    <w:rsid w:val="00997E05"/>
    <w:rsid w:val="009A0C3C"/>
    <w:rsid w:val="009A1D5B"/>
    <w:rsid w:val="009A1F65"/>
    <w:rsid w:val="009A3782"/>
    <w:rsid w:val="009A4569"/>
    <w:rsid w:val="009A567A"/>
    <w:rsid w:val="009A5AE4"/>
    <w:rsid w:val="009A6582"/>
    <w:rsid w:val="009B0B44"/>
    <w:rsid w:val="009B1DD7"/>
    <w:rsid w:val="009B59F9"/>
    <w:rsid w:val="009B5B71"/>
    <w:rsid w:val="009B65D8"/>
    <w:rsid w:val="009B6619"/>
    <w:rsid w:val="009B6990"/>
    <w:rsid w:val="009B6A18"/>
    <w:rsid w:val="009B6EC2"/>
    <w:rsid w:val="009B759C"/>
    <w:rsid w:val="009C0B2D"/>
    <w:rsid w:val="009C0EC0"/>
    <w:rsid w:val="009C1229"/>
    <w:rsid w:val="009C22DD"/>
    <w:rsid w:val="009C342D"/>
    <w:rsid w:val="009C3E0E"/>
    <w:rsid w:val="009C41AF"/>
    <w:rsid w:val="009C47D0"/>
    <w:rsid w:val="009C6C17"/>
    <w:rsid w:val="009C6F4D"/>
    <w:rsid w:val="009C724C"/>
    <w:rsid w:val="009C7ACF"/>
    <w:rsid w:val="009D0F72"/>
    <w:rsid w:val="009D11B3"/>
    <w:rsid w:val="009D31D7"/>
    <w:rsid w:val="009D661E"/>
    <w:rsid w:val="009D6B45"/>
    <w:rsid w:val="009D7759"/>
    <w:rsid w:val="009E057D"/>
    <w:rsid w:val="009E07F6"/>
    <w:rsid w:val="009E0A56"/>
    <w:rsid w:val="009E0C60"/>
    <w:rsid w:val="009E155D"/>
    <w:rsid w:val="009E214E"/>
    <w:rsid w:val="009E358B"/>
    <w:rsid w:val="009E4B36"/>
    <w:rsid w:val="009E4B39"/>
    <w:rsid w:val="009E5FA0"/>
    <w:rsid w:val="009E6274"/>
    <w:rsid w:val="009E652E"/>
    <w:rsid w:val="009E7000"/>
    <w:rsid w:val="009E7189"/>
    <w:rsid w:val="009E71F5"/>
    <w:rsid w:val="009E7B5B"/>
    <w:rsid w:val="009E7CFE"/>
    <w:rsid w:val="009F0A19"/>
    <w:rsid w:val="009F1336"/>
    <w:rsid w:val="009F1C48"/>
    <w:rsid w:val="009F274F"/>
    <w:rsid w:val="009F2822"/>
    <w:rsid w:val="009F3678"/>
    <w:rsid w:val="009F37B2"/>
    <w:rsid w:val="009F4A16"/>
    <w:rsid w:val="009F4B18"/>
    <w:rsid w:val="009F4EAE"/>
    <w:rsid w:val="009F557D"/>
    <w:rsid w:val="009F613E"/>
    <w:rsid w:val="009F683C"/>
    <w:rsid w:val="009F6977"/>
    <w:rsid w:val="009F7F8D"/>
    <w:rsid w:val="00A00A21"/>
    <w:rsid w:val="00A015E1"/>
    <w:rsid w:val="00A0209C"/>
    <w:rsid w:val="00A03231"/>
    <w:rsid w:val="00A04435"/>
    <w:rsid w:val="00A06011"/>
    <w:rsid w:val="00A066DE"/>
    <w:rsid w:val="00A07CB5"/>
    <w:rsid w:val="00A11616"/>
    <w:rsid w:val="00A12041"/>
    <w:rsid w:val="00A126D8"/>
    <w:rsid w:val="00A13573"/>
    <w:rsid w:val="00A13D8E"/>
    <w:rsid w:val="00A164FF"/>
    <w:rsid w:val="00A16BCF"/>
    <w:rsid w:val="00A16F18"/>
    <w:rsid w:val="00A17C64"/>
    <w:rsid w:val="00A20674"/>
    <w:rsid w:val="00A210F6"/>
    <w:rsid w:val="00A229F9"/>
    <w:rsid w:val="00A22CC4"/>
    <w:rsid w:val="00A23114"/>
    <w:rsid w:val="00A23263"/>
    <w:rsid w:val="00A26E65"/>
    <w:rsid w:val="00A276A4"/>
    <w:rsid w:val="00A304F2"/>
    <w:rsid w:val="00A3155A"/>
    <w:rsid w:val="00A31E53"/>
    <w:rsid w:val="00A32779"/>
    <w:rsid w:val="00A32F4A"/>
    <w:rsid w:val="00A35186"/>
    <w:rsid w:val="00A3539E"/>
    <w:rsid w:val="00A356C4"/>
    <w:rsid w:val="00A37D32"/>
    <w:rsid w:val="00A402DC"/>
    <w:rsid w:val="00A40FBE"/>
    <w:rsid w:val="00A434F9"/>
    <w:rsid w:val="00A4350F"/>
    <w:rsid w:val="00A43B11"/>
    <w:rsid w:val="00A451F5"/>
    <w:rsid w:val="00A45519"/>
    <w:rsid w:val="00A45C22"/>
    <w:rsid w:val="00A46F25"/>
    <w:rsid w:val="00A47ED8"/>
    <w:rsid w:val="00A5006C"/>
    <w:rsid w:val="00A500D0"/>
    <w:rsid w:val="00A50220"/>
    <w:rsid w:val="00A50698"/>
    <w:rsid w:val="00A50871"/>
    <w:rsid w:val="00A518A0"/>
    <w:rsid w:val="00A521AD"/>
    <w:rsid w:val="00A52BE0"/>
    <w:rsid w:val="00A54283"/>
    <w:rsid w:val="00A54810"/>
    <w:rsid w:val="00A54C54"/>
    <w:rsid w:val="00A554D8"/>
    <w:rsid w:val="00A55A17"/>
    <w:rsid w:val="00A561A5"/>
    <w:rsid w:val="00A61886"/>
    <w:rsid w:val="00A61FA0"/>
    <w:rsid w:val="00A63B02"/>
    <w:rsid w:val="00A63B0D"/>
    <w:rsid w:val="00A6530D"/>
    <w:rsid w:val="00A65BA1"/>
    <w:rsid w:val="00A6707E"/>
    <w:rsid w:val="00A7253C"/>
    <w:rsid w:val="00A72A9A"/>
    <w:rsid w:val="00A74160"/>
    <w:rsid w:val="00A7443F"/>
    <w:rsid w:val="00A758E8"/>
    <w:rsid w:val="00A768A1"/>
    <w:rsid w:val="00A778E7"/>
    <w:rsid w:val="00A77F0E"/>
    <w:rsid w:val="00A77F72"/>
    <w:rsid w:val="00A8104E"/>
    <w:rsid w:val="00A81182"/>
    <w:rsid w:val="00A83B59"/>
    <w:rsid w:val="00A854B8"/>
    <w:rsid w:val="00A877AA"/>
    <w:rsid w:val="00A87963"/>
    <w:rsid w:val="00A909F2"/>
    <w:rsid w:val="00A91380"/>
    <w:rsid w:val="00A92496"/>
    <w:rsid w:val="00A93155"/>
    <w:rsid w:val="00A93501"/>
    <w:rsid w:val="00A95F09"/>
    <w:rsid w:val="00A9736B"/>
    <w:rsid w:val="00A97E1A"/>
    <w:rsid w:val="00A97FC4"/>
    <w:rsid w:val="00AA01CE"/>
    <w:rsid w:val="00AA0C9A"/>
    <w:rsid w:val="00AA1AE7"/>
    <w:rsid w:val="00AA2916"/>
    <w:rsid w:val="00AA2FBC"/>
    <w:rsid w:val="00AA3718"/>
    <w:rsid w:val="00AA3B81"/>
    <w:rsid w:val="00AA3BD2"/>
    <w:rsid w:val="00AA4173"/>
    <w:rsid w:val="00AA4CA3"/>
    <w:rsid w:val="00AA6BF6"/>
    <w:rsid w:val="00AA7037"/>
    <w:rsid w:val="00AB1138"/>
    <w:rsid w:val="00AB1556"/>
    <w:rsid w:val="00AB27AC"/>
    <w:rsid w:val="00AB3572"/>
    <w:rsid w:val="00AB3A15"/>
    <w:rsid w:val="00AB450A"/>
    <w:rsid w:val="00AB5E00"/>
    <w:rsid w:val="00AB668C"/>
    <w:rsid w:val="00AC1F40"/>
    <w:rsid w:val="00AC4213"/>
    <w:rsid w:val="00AC4B80"/>
    <w:rsid w:val="00AC5A3B"/>
    <w:rsid w:val="00AC62EF"/>
    <w:rsid w:val="00AC6CE8"/>
    <w:rsid w:val="00AC6E6F"/>
    <w:rsid w:val="00AC6FDD"/>
    <w:rsid w:val="00AC7CF2"/>
    <w:rsid w:val="00AD052D"/>
    <w:rsid w:val="00AD0895"/>
    <w:rsid w:val="00AD0B04"/>
    <w:rsid w:val="00AD2218"/>
    <w:rsid w:val="00AD33B1"/>
    <w:rsid w:val="00AD39E0"/>
    <w:rsid w:val="00AD5F10"/>
    <w:rsid w:val="00AE0FFD"/>
    <w:rsid w:val="00AE132C"/>
    <w:rsid w:val="00AE2B14"/>
    <w:rsid w:val="00AE2BF1"/>
    <w:rsid w:val="00AE3475"/>
    <w:rsid w:val="00AE3A2D"/>
    <w:rsid w:val="00AE5536"/>
    <w:rsid w:val="00AE5893"/>
    <w:rsid w:val="00AE6C8E"/>
    <w:rsid w:val="00AE6E8A"/>
    <w:rsid w:val="00AE71D5"/>
    <w:rsid w:val="00AE742B"/>
    <w:rsid w:val="00AE74C2"/>
    <w:rsid w:val="00AE7E11"/>
    <w:rsid w:val="00AF31FF"/>
    <w:rsid w:val="00AF354B"/>
    <w:rsid w:val="00AF3F46"/>
    <w:rsid w:val="00AF3FB2"/>
    <w:rsid w:val="00AF47C2"/>
    <w:rsid w:val="00AF5F0D"/>
    <w:rsid w:val="00AF62E2"/>
    <w:rsid w:val="00AF7302"/>
    <w:rsid w:val="00AF7751"/>
    <w:rsid w:val="00B02F12"/>
    <w:rsid w:val="00B0388A"/>
    <w:rsid w:val="00B03FCF"/>
    <w:rsid w:val="00B04D66"/>
    <w:rsid w:val="00B0585C"/>
    <w:rsid w:val="00B064D2"/>
    <w:rsid w:val="00B07159"/>
    <w:rsid w:val="00B10D73"/>
    <w:rsid w:val="00B113AC"/>
    <w:rsid w:val="00B11AE1"/>
    <w:rsid w:val="00B11E55"/>
    <w:rsid w:val="00B12385"/>
    <w:rsid w:val="00B142DF"/>
    <w:rsid w:val="00B1433D"/>
    <w:rsid w:val="00B17F54"/>
    <w:rsid w:val="00B2030F"/>
    <w:rsid w:val="00B20D21"/>
    <w:rsid w:val="00B23DF6"/>
    <w:rsid w:val="00B246D7"/>
    <w:rsid w:val="00B24E8E"/>
    <w:rsid w:val="00B27C97"/>
    <w:rsid w:val="00B27CE5"/>
    <w:rsid w:val="00B30936"/>
    <w:rsid w:val="00B30C6C"/>
    <w:rsid w:val="00B330A8"/>
    <w:rsid w:val="00B33962"/>
    <w:rsid w:val="00B34862"/>
    <w:rsid w:val="00B35590"/>
    <w:rsid w:val="00B35A3E"/>
    <w:rsid w:val="00B411C9"/>
    <w:rsid w:val="00B411F8"/>
    <w:rsid w:val="00B41EE2"/>
    <w:rsid w:val="00B4280F"/>
    <w:rsid w:val="00B43F51"/>
    <w:rsid w:val="00B44565"/>
    <w:rsid w:val="00B453F2"/>
    <w:rsid w:val="00B45A42"/>
    <w:rsid w:val="00B46A53"/>
    <w:rsid w:val="00B46FD4"/>
    <w:rsid w:val="00B47017"/>
    <w:rsid w:val="00B47558"/>
    <w:rsid w:val="00B47AE9"/>
    <w:rsid w:val="00B506F9"/>
    <w:rsid w:val="00B509C9"/>
    <w:rsid w:val="00B50D99"/>
    <w:rsid w:val="00B51573"/>
    <w:rsid w:val="00B5217E"/>
    <w:rsid w:val="00B524AC"/>
    <w:rsid w:val="00B52AE3"/>
    <w:rsid w:val="00B53117"/>
    <w:rsid w:val="00B5605C"/>
    <w:rsid w:val="00B57795"/>
    <w:rsid w:val="00B57E03"/>
    <w:rsid w:val="00B609A6"/>
    <w:rsid w:val="00B60A21"/>
    <w:rsid w:val="00B62062"/>
    <w:rsid w:val="00B63844"/>
    <w:rsid w:val="00B64F51"/>
    <w:rsid w:val="00B64F97"/>
    <w:rsid w:val="00B65170"/>
    <w:rsid w:val="00B658B7"/>
    <w:rsid w:val="00B663C8"/>
    <w:rsid w:val="00B66666"/>
    <w:rsid w:val="00B66C35"/>
    <w:rsid w:val="00B675E3"/>
    <w:rsid w:val="00B67A48"/>
    <w:rsid w:val="00B7047B"/>
    <w:rsid w:val="00B7411D"/>
    <w:rsid w:val="00B756B8"/>
    <w:rsid w:val="00B777D7"/>
    <w:rsid w:val="00B81BCD"/>
    <w:rsid w:val="00B82C9F"/>
    <w:rsid w:val="00B83488"/>
    <w:rsid w:val="00B85192"/>
    <w:rsid w:val="00B86166"/>
    <w:rsid w:val="00B86877"/>
    <w:rsid w:val="00B873C0"/>
    <w:rsid w:val="00B87A2E"/>
    <w:rsid w:val="00B91495"/>
    <w:rsid w:val="00B935E7"/>
    <w:rsid w:val="00B9495B"/>
    <w:rsid w:val="00B95B3A"/>
    <w:rsid w:val="00B962F3"/>
    <w:rsid w:val="00B969FD"/>
    <w:rsid w:val="00B975EF"/>
    <w:rsid w:val="00B97B0C"/>
    <w:rsid w:val="00BA07D3"/>
    <w:rsid w:val="00BA08D0"/>
    <w:rsid w:val="00BA0BDB"/>
    <w:rsid w:val="00BA1315"/>
    <w:rsid w:val="00BA33E4"/>
    <w:rsid w:val="00BA3901"/>
    <w:rsid w:val="00BA5A1D"/>
    <w:rsid w:val="00BA68D8"/>
    <w:rsid w:val="00BA6B5F"/>
    <w:rsid w:val="00BA6DDA"/>
    <w:rsid w:val="00BA784A"/>
    <w:rsid w:val="00BA7F06"/>
    <w:rsid w:val="00BA7FB8"/>
    <w:rsid w:val="00BB0584"/>
    <w:rsid w:val="00BB07CE"/>
    <w:rsid w:val="00BB0CE4"/>
    <w:rsid w:val="00BB1187"/>
    <w:rsid w:val="00BB138E"/>
    <w:rsid w:val="00BB1E74"/>
    <w:rsid w:val="00BB3B5A"/>
    <w:rsid w:val="00BB5280"/>
    <w:rsid w:val="00BB599B"/>
    <w:rsid w:val="00BB7278"/>
    <w:rsid w:val="00BB7A7B"/>
    <w:rsid w:val="00BC075F"/>
    <w:rsid w:val="00BC19A2"/>
    <w:rsid w:val="00BC1EC4"/>
    <w:rsid w:val="00BC2093"/>
    <w:rsid w:val="00BC3F8F"/>
    <w:rsid w:val="00BC79C3"/>
    <w:rsid w:val="00BC7F9E"/>
    <w:rsid w:val="00BD20A5"/>
    <w:rsid w:val="00BD2DCD"/>
    <w:rsid w:val="00BD40C5"/>
    <w:rsid w:val="00BD4733"/>
    <w:rsid w:val="00BD5DE1"/>
    <w:rsid w:val="00BD5E48"/>
    <w:rsid w:val="00BD5E62"/>
    <w:rsid w:val="00BD661C"/>
    <w:rsid w:val="00BD6641"/>
    <w:rsid w:val="00BE1FCF"/>
    <w:rsid w:val="00BE2406"/>
    <w:rsid w:val="00BE4520"/>
    <w:rsid w:val="00BE5334"/>
    <w:rsid w:val="00BE534F"/>
    <w:rsid w:val="00BE53AC"/>
    <w:rsid w:val="00BE54C6"/>
    <w:rsid w:val="00BE57FC"/>
    <w:rsid w:val="00BE5959"/>
    <w:rsid w:val="00BE65E8"/>
    <w:rsid w:val="00BE7215"/>
    <w:rsid w:val="00BE7AC7"/>
    <w:rsid w:val="00BF01AD"/>
    <w:rsid w:val="00BF0537"/>
    <w:rsid w:val="00BF0D53"/>
    <w:rsid w:val="00BF0FA4"/>
    <w:rsid w:val="00BF2438"/>
    <w:rsid w:val="00BF3228"/>
    <w:rsid w:val="00BF35C0"/>
    <w:rsid w:val="00BF3F72"/>
    <w:rsid w:val="00BF40D7"/>
    <w:rsid w:val="00BF4174"/>
    <w:rsid w:val="00BF41D2"/>
    <w:rsid w:val="00BF44F0"/>
    <w:rsid w:val="00BF610D"/>
    <w:rsid w:val="00BF73A5"/>
    <w:rsid w:val="00C004D1"/>
    <w:rsid w:val="00C00F32"/>
    <w:rsid w:val="00C011FD"/>
    <w:rsid w:val="00C064FF"/>
    <w:rsid w:val="00C07425"/>
    <w:rsid w:val="00C07BB9"/>
    <w:rsid w:val="00C07DED"/>
    <w:rsid w:val="00C108D5"/>
    <w:rsid w:val="00C11449"/>
    <w:rsid w:val="00C1177E"/>
    <w:rsid w:val="00C11ABA"/>
    <w:rsid w:val="00C12418"/>
    <w:rsid w:val="00C1331A"/>
    <w:rsid w:val="00C14C1E"/>
    <w:rsid w:val="00C15862"/>
    <w:rsid w:val="00C167E0"/>
    <w:rsid w:val="00C21B15"/>
    <w:rsid w:val="00C230E5"/>
    <w:rsid w:val="00C23ABB"/>
    <w:rsid w:val="00C26356"/>
    <w:rsid w:val="00C27E55"/>
    <w:rsid w:val="00C27F82"/>
    <w:rsid w:val="00C30BB8"/>
    <w:rsid w:val="00C31F18"/>
    <w:rsid w:val="00C32857"/>
    <w:rsid w:val="00C34645"/>
    <w:rsid w:val="00C3502A"/>
    <w:rsid w:val="00C352D9"/>
    <w:rsid w:val="00C37C17"/>
    <w:rsid w:val="00C43F63"/>
    <w:rsid w:val="00C44443"/>
    <w:rsid w:val="00C44BCC"/>
    <w:rsid w:val="00C44F55"/>
    <w:rsid w:val="00C453C4"/>
    <w:rsid w:val="00C459CD"/>
    <w:rsid w:val="00C468EA"/>
    <w:rsid w:val="00C472B3"/>
    <w:rsid w:val="00C474F8"/>
    <w:rsid w:val="00C4755F"/>
    <w:rsid w:val="00C47CB6"/>
    <w:rsid w:val="00C47D5D"/>
    <w:rsid w:val="00C5068E"/>
    <w:rsid w:val="00C508AF"/>
    <w:rsid w:val="00C5177B"/>
    <w:rsid w:val="00C52751"/>
    <w:rsid w:val="00C52B66"/>
    <w:rsid w:val="00C537D0"/>
    <w:rsid w:val="00C53A0C"/>
    <w:rsid w:val="00C56308"/>
    <w:rsid w:val="00C56A2F"/>
    <w:rsid w:val="00C56DC5"/>
    <w:rsid w:val="00C56DC7"/>
    <w:rsid w:val="00C577C0"/>
    <w:rsid w:val="00C57F6F"/>
    <w:rsid w:val="00C60F01"/>
    <w:rsid w:val="00C61A7E"/>
    <w:rsid w:val="00C655B8"/>
    <w:rsid w:val="00C65C65"/>
    <w:rsid w:val="00C661A1"/>
    <w:rsid w:val="00C679DE"/>
    <w:rsid w:val="00C703C2"/>
    <w:rsid w:val="00C7094B"/>
    <w:rsid w:val="00C71161"/>
    <w:rsid w:val="00C71A2B"/>
    <w:rsid w:val="00C71FFD"/>
    <w:rsid w:val="00C72054"/>
    <w:rsid w:val="00C72D2A"/>
    <w:rsid w:val="00C73E50"/>
    <w:rsid w:val="00C73FA7"/>
    <w:rsid w:val="00C74834"/>
    <w:rsid w:val="00C74EE5"/>
    <w:rsid w:val="00C755BA"/>
    <w:rsid w:val="00C75E1D"/>
    <w:rsid w:val="00C76638"/>
    <w:rsid w:val="00C76E32"/>
    <w:rsid w:val="00C775AA"/>
    <w:rsid w:val="00C77CA8"/>
    <w:rsid w:val="00C80744"/>
    <w:rsid w:val="00C81887"/>
    <w:rsid w:val="00C81B3D"/>
    <w:rsid w:val="00C839AB"/>
    <w:rsid w:val="00C8557E"/>
    <w:rsid w:val="00C86080"/>
    <w:rsid w:val="00C86574"/>
    <w:rsid w:val="00C866E1"/>
    <w:rsid w:val="00C87700"/>
    <w:rsid w:val="00C90394"/>
    <w:rsid w:val="00C91A62"/>
    <w:rsid w:val="00C91BAF"/>
    <w:rsid w:val="00C92F79"/>
    <w:rsid w:val="00C9351E"/>
    <w:rsid w:val="00C95EE7"/>
    <w:rsid w:val="00C96415"/>
    <w:rsid w:val="00C9722B"/>
    <w:rsid w:val="00CA05A6"/>
    <w:rsid w:val="00CA073F"/>
    <w:rsid w:val="00CA19B0"/>
    <w:rsid w:val="00CA1F76"/>
    <w:rsid w:val="00CA26B7"/>
    <w:rsid w:val="00CA3D39"/>
    <w:rsid w:val="00CA45E5"/>
    <w:rsid w:val="00CA58BE"/>
    <w:rsid w:val="00CA620E"/>
    <w:rsid w:val="00CA6713"/>
    <w:rsid w:val="00CA7787"/>
    <w:rsid w:val="00CA7A42"/>
    <w:rsid w:val="00CB135E"/>
    <w:rsid w:val="00CB171B"/>
    <w:rsid w:val="00CB3E16"/>
    <w:rsid w:val="00CB488A"/>
    <w:rsid w:val="00CB4F3A"/>
    <w:rsid w:val="00CB769C"/>
    <w:rsid w:val="00CC05DF"/>
    <w:rsid w:val="00CC1081"/>
    <w:rsid w:val="00CC128B"/>
    <w:rsid w:val="00CC19DC"/>
    <w:rsid w:val="00CC1B47"/>
    <w:rsid w:val="00CC2964"/>
    <w:rsid w:val="00CC397B"/>
    <w:rsid w:val="00CC3A68"/>
    <w:rsid w:val="00CC434E"/>
    <w:rsid w:val="00CC5131"/>
    <w:rsid w:val="00CC792A"/>
    <w:rsid w:val="00CD1B9E"/>
    <w:rsid w:val="00CD20D2"/>
    <w:rsid w:val="00CD2677"/>
    <w:rsid w:val="00CD26BB"/>
    <w:rsid w:val="00CD2702"/>
    <w:rsid w:val="00CD2B9B"/>
    <w:rsid w:val="00CD2F58"/>
    <w:rsid w:val="00CD329B"/>
    <w:rsid w:val="00CD3F37"/>
    <w:rsid w:val="00CD47AE"/>
    <w:rsid w:val="00CD57D6"/>
    <w:rsid w:val="00CD6DEE"/>
    <w:rsid w:val="00CD7CB9"/>
    <w:rsid w:val="00CE064E"/>
    <w:rsid w:val="00CE1C19"/>
    <w:rsid w:val="00CE207E"/>
    <w:rsid w:val="00CE2119"/>
    <w:rsid w:val="00CE28A0"/>
    <w:rsid w:val="00CE2B4F"/>
    <w:rsid w:val="00CE31FC"/>
    <w:rsid w:val="00CE440A"/>
    <w:rsid w:val="00CE5F2C"/>
    <w:rsid w:val="00CE776D"/>
    <w:rsid w:val="00CF2700"/>
    <w:rsid w:val="00CF29B7"/>
    <w:rsid w:val="00CF2BE2"/>
    <w:rsid w:val="00CF3011"/>
    <w:rsid w:val="00CF3365"/>
    <w:rsid w:val="00CF4375"/>
    <w:rsid w:val="00CF49F1"/>
    <w:rsid w:val="00CF4FFA"/>
    <w:rsid w:val="00D0024E"/>
    <w:rsid w:val="00D008E1"/>
    <w:rsid w:val="00D01D97"/>
    <w:rsid w:val="00D03167"/>
    <w:rsid w:val="00D042E8"/>
    <w:rsid w:val="00D054A9"/>
    <w:rsid w:val="00D07814"/>
    <w:rsid w:val="00D11994"/>
    <w:rsid w:val="00D11CE2"/>
    <w:rsid w:val="00D12DC4"/>
    <w:rsid w:val="00D14274"/>
    <w:rsid w:val="00D16079"/>
    <w:rsid w:val="00D16CC0"/>
    <w:rsid w:val="00D16D16"/>
    <w:rsid w:val="00D16F9F"/>
    <w:rsid w:val="00D17BE5"/>
    <w:rsid w:val="00D22999"/>
    <w:rsid w:val="00D22E12"/>
    <w:rsid w:val="00D230A9"/>
    <w:rsid w:val="00D2323D"/>
    <w:rsid w:val="00D25122"/>
    <w:rsid w:val="00D2695F"/>
    <w:rsid w:val="00D30A46"/>
    <w:rsid w:val="00D30D98"/>
    <w:rsid w:val="00D31EB5"/>
    <w:rsid w:val="00D32185"/>
    <w:rsid w:val="00D32908"/>
    <w:rsid w:val="00D32DC6"/>
    <w:rsid w:val="00D3375D"/>
    <w:rsid w:val="00D35909"/>
    <w:rsid w:val="00D36056"/>
    <w:rsid w:val="00D36344"/>
    <w:rsid w:val="00D36D57"/>
    <w:rsid w:val="00D37815"/>
    <w:rsid w:val="00D41BC8"/>
    <w:rsid w:val="00D43BCC"/>
    <w:rsid w:val="00D44FC0"/>
    <w:rsid w:val="00D46B9D"/>
    <w:rsid w:val="00D475EC"/>
    <w:rsid w:val="00D501F8"/>
    <w:rsid w:val="00D5057B"/>
    <w:rsid w:val="00D52C02"/>
    <w:rsid w:val="00D52C3D"/>
    <w:rsid w:val="00D52DCC"/>
    <w:rsid w:val="00D539B8"/>
    <w:rsid w:val="00D54271"/>
    <w:rsid w:val="00D54BE0"/>
    <w:rsid w:val="00D54E3E"/>
    <w:rsid w:val="00D558D0"/>
    <w:rsid w:val="00D559FE"/>
    <w:rsid w:val="00D5601B"/>
    <w:rsid w:val="00D56369"/>
    <w:rsid w:val="00D56B79"/>
    <w:rsid w:val="00D56DC6"/>
    <w:rsid w:val="00D60255"/>
    <w:rsid w:val="00D605ED"/>
    <w:rsid w:val="00D6093F"/>
    <w:rsid w:val="00D61A39"/>
    <w:rsid w:val="00D63C0B"/>
    <w:rsid w:val="00D63DE8"/>
    <w:rsid w:val="00D647BE"/>
    <w:rsid w:val="00D659CC"/>
    <w:rsid w:val="00D65F88"/>
    <w:rsid w:val="00D662CD"/>
    <w:rsid w:val="00D71B54"/>
    <w:rsid w:val="00D72C50"/>
    <w:rsid w:val="00D72C85"/>
    <w:rsid w:val="00D74B41"/>
    <w:rsid w:val="00D75004"/>
    <w:rsid w:val="00D75526"/>
    <w:rsid w:val="00D756D6"/>
    <w:rsid w:val="00D7671C"/>
    <w:rsid w:val="00D76890"/>
    <w:rsid w:val="00D7796C"/>
    <w:rsid w:val="00D80A8F"/>
    <w:rsid w:val="00D80B9A"/>
    <w:rsid w:val="00D80C40"/>
    <w:rsid w:val="00D81070"/>
    <w:rsid w:val="00D812A2"/>
    <w:rsid w:val="00D81D17"/>
    <w:rsid w:val="00D82A91"/>
    <w:rsid w:val="00D82B0E"/>
    <w:rsid w:val="00D82B94"/>
    <w:rsid w:val="00D8427A"/>
    <w:rsid w:val="00D860AF"/>
    <w:rsid w:val="00D86C5D"/>
    <w:rsid w:val="00D90F47"/>
    <w:rsid w:val="00D914F0"/>
    <w:rsid w:val="00D920C2"/>
    <w:rsid w:val="00D92636"/>
    <w:rsid w:val="00D92924"/>
    <w:rsid w:val="00D92B0D"/>
    <w:rsid w:val="00D9400A"/>
    <w:rsid w:val="00D94D15"/>
    <w:rsid w:val="00D95153"/>
    <w:rsid w:val="00D9693E"/>
    <w:rsid w:val="00DA01BB"/>
    <w:rsid w:val="00DA0447"/>
    <w:rsid w:val="00DA1260"/>
    <w:rsid w:val="00DA16F8"/>
    <w:rsid w:val="00DA16FF"/>
    <w:rsid w:val="00DA227B"/>
    <w:rsid w:val="00DA4F65"/>
    <w:rsid w:val="00DA52E9"/>
    <w:rsid w:val="00DA586E"/>
    <w:rsid w:val="00DB013F"/>
    <w:rsid w:val="00DB182C"/>
    <w:rsid w:val="00DB196A"/>
    <w:rsid w:val="00DB2859"/>
    <w:rsid w:val="00DB4146"/>
    <w:rsid w:val="00DB4A6C"/>
    <w:rsid w:val="00DB6A35"/>
    <w:rsid w:val="00DB70C1"/>
    <w:rsid w:val="00DB7138"/>
    <w:rsid w:val="00DB75BC"/>
    <w:rsid w:val="00DB7B24"/>
    <w:rsid w:val="00DC010E"/>
    <w:rsid w:val="00DC0A67"/>
    <w:rsid w:val="00DC0C70"/>
    <w:rsid w:val="00DC0CCC"/>
    <w:rsid w:val="00DC1E32"/>
    <w:rsid w:val="00DC222A"/>
    <w:rsid w:val="00DC22E7"/>
    <w:rsid w:val="00DC2BCC"/>
    <w:rsid w:val="00DC32D4"/>
    <w:rsid w:val="00DC640E"/>
    <w:rsid w:val="00DC6922"/>
    <w:rsid w:val="00DC6BA7"/>
    <w:rsid w:val="00DC6FE7"/>
    <w:rsid w:val="00DD0656"/>
    <w:rsid w:val="00DD08D7"/>
    <w:rsid w:val="00DD0CF0"/>
    <w:rsid w:val="00DD12C0"/>
    <w:rsid w:val="00DD2694"/>
    <w:rsid w:val="00DD4250"/>
    <w:rsid w:val="00DD5824"/>
    <w:rsid w:val="00DD61EB"/>
    <w:rsid w:val="00DD6DC7"/>
    <w:rsid w:val="00DD71BA"/>
    <w:rsid w:val="00DD736B"/>
    <w:rsid w:val="00DE1484"/>
    <w:rsid w:val="00DE32A9"/>
    <w:rsid w:val="00DE4AE0"/>
    <w:rsid w:val="00DE59C4"/>
    <w:rsid w:val="00DE7E8A"/>
    <w:rsid w:val="00DF04E0"/>
    <w:rsid w:val="00DF0A9F"/>
    <w:rsid w:val="00DF22B5"/>
    <w:rsid w:val="00DF258A"/>
    <w:rsid w:val="00DF2CBC"/>
    <w:rsid w:val="00DF42D5"/>
    <w:rsid w:val="00DF46BB"/>
    <w:rsid w:val="00DF5C7B"/>
    <w:rsid w:val="00E0020C"/>
    <w:rsid w:val="00E00B44"/>
    <w:rsid w:val="00E00CCD"/>
    <w:rsid w:val="00E01C12"/>
    <w:rsid w:val="00E01E3D"/>
    <w:rsid w:val="00E0200B"/>
    <w:rsid w:val="00E02B3E"/>
    <w:rsid w:val="00E053CC"/>
    <w:rsid w:val="00E05CC5"/>
    <w:rsid w:val="00E05F33"/>
    <w:rsid w:val="00E07DB3"/>
    <w:rsid w:val="00E1038D"/>
    <w:rsid w:val="00E11237"/>
    <w:rsid w:val="00E121A0"/>
    <w:rsid w:val="00E1253A"/>
    <w:rsid w:val="00E1472F"/>
    <w:rsid w:val="00E14D6E"/>
    <w:rsid w:val="00E14F22"/>
    <w:rsid w:val="00E15CE9"/>
    <w:rsid w:val="00E16ED3"/>
    <w:rsid w:val="00E173F1"/>
    <w:rsid w:val="00E17500"/>
    <w:rsid w:val="00E17DF4"/>
    <w:rsid w:val="00E2044A"/>
    <w:rsid w:val="00E2052B"/>
    <w:rsid w:val="00E213DF"/>
    <w:rsid w:val="00E21849"/>
    <w:rsid w:val="00E22675"/>
    <w:rsid w:val="00E23388"/>
    <w:rsid w:val="00E246F1"/>
    <w:rsid w:val="00E258BC"/>
    <w:rsid w:val="00E25F9D"/>
    <w:rsid w:val="00E25FDF"/>
    <w:rsid w:val="00E2641A"/>
    <w:rsid w:val="00E27053"/>
    <w:rsid w:val="00E272DD"/>
    <w:rsid w:val="00E276F2"/>
    <w:rsid w:val="00E318B3"/>
    <w:rsid w:val="00E3283C"/>
    <w:rsid w:val="00E330C7"/>
    <w:rsid w:val="00E35953"/>
    <w:rsid w:val="00E36453"/>
    <w:rsid w:val="00E37586"/>
    <w:rsid w:val="00E400C9"/>
    <w:rsid w:val="00E41055"/>
    <w:rsid w:val="00E416A8"/>
    <w:rsid w:val="00E41C59"/>
    <w:rsid w:val="00E421EE"/>
    <w:rsid w:val="00E429E6"/>
    <w:rsid w:val="00E43BD9"/>
    <w:rsid w:val="00E44E94"/>
    <w:rsid w:val="00E45BF1"/>
    <w:rsid w:val="00E467A7"/>
    <w:rsid w:val="00E4725A"/>
    <w:rsid w:val="00E516B3"/>
    <w:rsid w:val="00E516F2"/>
    <w:rsid w:val="00E52B3E"/>
    <w:rsid w:val="00E53801"/>
    <w:rsid w:val="00E5385D"/>
    <w:rsid w:val="00E54D67"/>
    <w:rsid w:val="00E55C71"/>
    <w:rsid w:val="00E55D09"/>
    <w:rsid w:val="00E56F68"/>
    <w:rsid w:val="00E57D23"/>
    <w:rsid w:val="00E63042"/>
    <w:rsid w:val="00E65540"/>
    <w:rsid w:val="00E67481"/>
    <w:rsid w:val="00E6784C"/>
    <w:rsid w:val="00E70937"/>
    <w:rsid w:val="00E70AD8"/>
    <w:rsid w:val="00E71EFE"/>
    <w:rsid w:val="00E71FB4"/>
    <w:rsid w:val="00E727C7"/>
    <w:rsid w:val="00E72AAE"/>
    <w:rsid w:val="00E72F0C"/>
    <w:rsid w:val="00E73A57"/>
    <w:rsid w:val="00E73E99"/>
    <w:rsid w:val="00E7428A"/>
    <w:rsid w:val="00E74A9D"/>
    <w:rsid w:val="00E74DC4"/>
    <w:rsid w:val="00E75377"/>
    <w:rsid w:val="00E7761D"/>
    <w:rsid w:val="00E81845"/>
    <w:rsid w:val="00E84695"/>
    <w:rsid w:val="00E85224"/>
    <w:rsid w:val="00E86AC7"/>
    <w:rsid w:val="00E904C4"/>
    <w:rsid w:val="00E90B5C"/>
    <w:rsid w:val="00E91767"/>
    <w:rsid w:val="00E91C17"/>
    <w:rsid w:val="00E92134"/>
    <w:rsid w:val="00E925F9"/>
    <w:rsid w:val="00E92689"/>
    <w:rsid w:val="00E930F7"/>
    <w:rsid w:val="00E93482"/>
    <w:rsid w:val="00E93CA9"/>
    <w:rsid w:val="00E94D5B"/>
    <w:rsid w:val="00E9616F"/>
    <w:rsid w:val="00E97975"/>
    <w:rsid w:val="00EA08D7"/>
    <w:rsid w:val="00EA22C5"/>
    <w:rsid w:val="00EA2BBE"/>
    <w:rsid w:val="00EA5167"/>
    <w:rsid w:val="00EA6220"/>
    <w:rsid w:val="00EA678F"/>
    <w:rsid w:val="00EA7215"/>
    <w:rsid w:val="00EA7904"/>
    <w:rsid w:val="00EA7940"/>
    <w:rsid w:val="00EB080D"/>
    <w:rsid w:val="00EB1192"/>
    <w:rsid w:val="00EB16BF"/>
    <w:rsid w:val="00EB19FB"/>
    <w:rsid w:val="00EB20C4"/>
    <w:rsid w:val="00EB24B0"/>
    <w:rsid w:val="00EB2F30"/>
    <w:rsid w:val="00EB2F33"/>
    <w:rsid w:val="00EB4628"/>
    <w:rsid w:val="00EB5670"/>
    <w:rsid w:val="00EB58B7"/>
    <w:rsid w:val="00EB6165"/>
    <w:rsid w:val="00EC017E"/>
    <w:rsid w:val="00EC086B"/>
    <w:rsid w:val="00EC1653"/>
    <w:rsid w:val="00EC1B1F"/>
    <w:rsid w:val="00EC2A99"/>
    <w:rsid w:val="00EC61BC"/>
    <w:rsid w:val="00EC6BFD"/>
    <w:rsid w:val="00EC6E6B"/>
    <w:rsid w:val="00EC78F4"/>
    <w:rsid w:val="00ED051B"/>
    <w:rsid w:val="00ED07AB"/>
    <w:rsid w:val="00ED0C77"/>
    <w:rsid w:val="00ED0EF5"/>
    <w:rsid w:val="00ED123F"/>
    <w:rsid w:val="00ED12FE"/>
    <w:rsid w:val="00ED13FA"/>
    <w:rsid w:val="00ED19CF"/>
    <w:rsid w:val="00ED2841"/>
    <w:rsid w:val="00ED39C1"/>
    <w:rsid w:val="00ED5AA6"/>
    <w:rsid w:val="00ED5F8B"/>
    <w:rsid w:val="00ED68D2"/>
    <w:rsid w:val="00EE0252"/>
    <w:rsid w:val="00EE0821"/>
    <w:rsid w:val="00EE08FA"/>
    <w:rsid w:val="00EE0D4D"/>
    <w:rsid w:val="00EE1534"/>
    <w:rsid w:val="00EE2A66"/>
    <w:rsid w:val="00EE4261"/>
    <w:rsid w:val="00EE5D74"/>
    <w:rsid w:val="00EE6363"/>
    <w:rsid w:val="00EE74B5"/>
    <w:rsid w:val="00EE7A73"/>
    <w:rsid w:val="00EF24D5"/>
    <w:rsid w:val="00EF3F2F"/>
    <w:rsid w:val="00EF45E0"/>
    <w:rsid w:val="00F0048C"/>
    <w:rsid w:val="00F011BD"/>
    <w:rsid w:val="00F0143E"/>
    <w:rsid w:val="00F0205F"/>
    <w:rsid w:val="00F03CD6"/>
    <w:rsid w:val="00F05104"/>
    <w:rsid w:val="00F05673"/>
    <w:rsid w:val="00F05E39"/>
    <w:rsid w:val="00F062C0"/>
    <w:rsid w:val="00F0699E"/>
    <w:rsid w:val="00F11456"/>
    <w:rsid w:val="00F14941"/>
    <w:rsid w:val="00F1538C"/>
    <w:rsid w:val="00F15828"/>
    <w:rsid w:val="00F1602F"/>
    <w:rsid w:val="00F16260"/>
    <w:rsid w:val="00F16A74"/>
    <w:rsid w:val="00F16FAB"/>
    <w:rsid w:val="00F17E67"/>
    <w:rsid w:val="00F20169"/>
    <w:rsid w:val="00F201B4"/>
    <w:rsid w:val="00F21D4A"/>
    <w:rsid w:val="00F21D84"/>
    <w:rsid w:val="00F23F86"/>
    <w:rsid w:val="00F24D84"/>
    <w:rsid w:val="00F253BB"/>
    <w:rsid w:val="00F26B3D"/>
    <w:rsid w:val="00F3100B"/>
    <w:rsid w:val="00F316E5"/>
    <w:rsid w:val="00F32E9E"/>
    <w:rsid w:val="00F347F3"/>
    <w:rsid w:val="00F36EA4"/>
    <w:rsid w:val="00F4117B"/>
    <w:rsid w:val="00F418FB"/>
    <w:rsid w:val="00F428EA"/>
    <w:rsid w:val="00F42A40"/>
    <w:rsid w:val="00F4396A"/>
    <w:rsid w:val="00F4409C"/>
    <w:rsid w:val="00F466A6"/>
    <w:rsid w:val="00F46722"/>
    <w:rsid w:val="00F46E27"/>
    <w:rsid w:val="00F4749B"/>
    <w:rsid w:val="00F47F79"/>
    <w:rsid w:val="00F51592"/>
    <w:rsid w:val="00F523A7"/>
    <w:rsid w:val="00F532CF"/>
    <w:rsid w:val="00F53368"/>
    <w:rsid w:val="00F54F12"/>
    <w:rsid w:val="00F56F5A"/>
    <w:rsid w:val="00F576A7"/>
    <w:rsid w:val="00F615EC"/>
    <w:rsid w:val="00F62162"/>
    <w:rsid w:val="00F62C21"/>
    <w:rsid w:val="00F62C31"/>
    <w:rsid w:val="00F62C7E"/>
    <w:rsid w:val="00F630BB"/>
    <w:rsid w:val="00F632E5"/>
    <w:rsid w:val="00F63914"/>
    <w:rsid w:val="00F64DCA"/>
    <w:rsid w:val="00F70ACA"/>
    <w:rsid w:val="00F71D3A"/>
    <w:rsid w:val="00F7234E"/>
    <w:rsid w:val="00F733AE"/>
    <w:rsid w:val="00F7378B"/>
    <w:rsid w:val="00F75184"/>
    <w:rsid w:val="00F77D16"/>
    <w:rsid w:val="00F8001B"/>
    <w:rsid w:val="00F807A4"/>
    <w:rsid w:val="00F80C87"/>
    <w:rsid w:val="00F82BF0"/>
    <w:rsid w:val="00F83084"/>
    <w:rsid w:val="00F860B1"/>
    <w:rsid w:val="00F86A31"/>
    <w:rsid w:val="00F8768F"/>
    <w:rsid w:val="00F905AC"/>
    <w:rsid w:val="00F91455"/>
    <w:rsid w:val="00F915E7"/>
    <w:rsid w:val="00F93229"/>
    <w:rsid w:val="00F93422"/>
    <w:rsid w:val="00F942ED"/>
    <w:rsid w:val="00F9542E"/>
    <w:rsid w:val="00F9546B"/>
    <w:rsid w:val="00F95C88"/>
    <w:rsid w:val="00F9651B"/>
    <w:rsid w:val="00F96B3F"/>
    <w:rsid w:val="00F96DAB"/>
    <w:rsid w:val="00FA00B2"/>
    <w:rsid w:val="00FA04C6"/>
    <w:rsid w:val="00FA299B"/>
    <w:rsid w:val="00FA3C6C"/>
    <w:rsid w:val="00FA57B0"/>
    <w:rsid w:val="00FA5C8E"/>
    <w:rsid w:val="00FA6098"/>
    <w:rsid w:val="00FA7234"/>
    <w:rsid w:val="00FA7E65"/>
    <w:rsid w:val="00FB0233"/>
    <w:rsid w:val="00FB18E2"/>
    <w:rsid w:val="00FB2016"/>
    <w:rsid w:val="00FB23CA"/>
    <w:rsid w:val="00FB23F8"/>
    <w:rsid w:val="00FB2A92"/>
    <w:rsid w:val="00FB2FDA"/>
    <w:rsid w:val="00FB313E"/>
    <w:rsid w:val="00FB3426"/>
    <w:rsid w:val="00FB37B6"/>
    <w:rsid w:val="00FB4876"/>
    <w:rsid w:val="00FB5191"/>
    <w:rsid w:val="00FB5DED"/>
    <w:rsid w:val="00FB66CF"/>
    <w:rsid w:val="00FB6DF4"/>
    <w:rsid w:val="00FC1D25"/>
    <w:rsid w:val="00FC2A4B"/>
    <w:rsid w:val="00FC300F"/>
    <w:rsid w:val="00FC49E4"/>
    <w:rsid w:val="00FC6A53"/>
    <w:rsid w:val="00FC6C37"/>
    <w:rsid w:val="00FC6FBE"/>
    <w:rsid w:val="00FC7FC0"/>
    <w:rsid w:val="00FD00C1"/>
    <w:rsid w:val="00FD2EFA"/>
    <w:rsid w:val="00FD2F34"/>
    <w:rsid w:val="00FD31E0"/>
    <w:rsid w:val="00FD3DD3"/>
    <w:rsid w:val="00FD7A4A"/>
    <w:rsid w:val="00FD7C54"/>
    <w:rsid w:val="00FE142F"/>
    <w:rsid w:val="00FE1B03"/>
    <w:rsid w:val="00FE1FBF"/>
    <w:rsid w:val="00FE35EA"/>
    <w:rsid w:val="00FE442F"/>
    <w:rsid w:val="00FE4781"/>
    <w:rsid w:val="00FE49DD"/>
    <w:rsid w:val="00FE4CFE"/>
    <w:rsid w:val="00FE5BA1"/>
    <w:rsid w:val="00FE5E48"/>
    <w:rsid w:val="00FE630A"/>
    <w:rsid w:val="00FE7B71"/>
    <w:rsid w:val="00FE7EFC"/>
    <w:rsid w:val="00FF01C8"/>
    <w:rsid w:val="00FF01D3"/>
    <w:rsid w:val="00FF3F8C"/>
    <w:rsid w:val="00FF42F7"/>
    <w:rsid w:val="00FF4406"/>
    <w:rsid w:val="00FF4810"/>
    <w:rsid w:val="00FF5170"/>
    <w:rsid w:val="00FF541F"/>
    <w:rsid w:val="00FF607C"/>
    <w:rsid w:val="00FF6941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03931B-1633-46B8-8714-CE3E06E8D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172"/>
    <w:pPr>
      <w:ind w:left="720"/>
      <w:contextualSpacing/>
    </w:pPr>
  </w:style>
  <w:style w:type="table" w:styleId="TableGrid">
    <w:name w:val="Table Grid"/>
    <w:basedOn w:val="TableNormal"/>
    <w:uiPriority w:val="59"/>
    <w:rsid w:val="00BF32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D7C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7CB8"/>
  </w:style>
  <w:style w:type="paragraph" w:styleId="Footer">
    <w:name w:val="footer"/>
    <w:basedOn w:val="Normal"/>
    <w:link w:val="FooterChar"/>
    <w:uiPriority w:val="99"/>
    <w:semiHidden/>
    <w:unhideWhenUsed/>
    <w:rsid w:val="000D7C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7CB8"/>
  </w:style>
  <w:style w:type="paragraph" w:styleId="BalloonText">
    <w:name w:val="Balloon Text"/>
    <w:basedOn w:val="Normal"/>
    <w:link w:val="BalloonTextChar"/>
    <w:uiPriority w:val="99"/>
    <w:semiHidden/>
    <w:unhideWhenUsed/>
    <w:rsid w:val="00CB1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E2B9C8F1</Template>
  <TotalTime>37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Jahnke; Anna Frost</dc:creator>
  <cp:lastModifiedBy>Katie Jahnke</cp:lastModifiedBy>
  <cp:revision>3</cp:revision>
  <cp:lastPrinted>2013-11-21T00:15:00Z</cp:lastPrinted>
  <dcterms:created xsi:type="dcterms:W3CDTF">2014-02-20T00:22:00Z</dcterms:created>
  <dcterms:modified xsi:type="dcterms:W3CDTF">2015-07-30T04:14:00Z</dcterms:modified>
</cp:coreProperties>
</file>