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356" w:rsidRDefault="0048007B">
      <w:r>
        <w:rPr>
          <w:noProof/>
          <w:lang w:eastAsia="en-NZ"/>
        </w:rPr>
        <w:drawing>
          <wp:inline distT="0" distB="0" distL="0" distR="0">
            <wp:extent cx="5731510" cy="2230513"/>
            <wp:effectExtent l="0" t="0" r="2540" b="0"/>
            <wp:docPr id="1" name="Picture 1" descr="http://www.smokefree.org.nz/files/images/SMOKEFREE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mokefree.org.nz/files/images/SMOKEFREE_RG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30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07B" w:rsidRDefault="0048007B"/>
    <w:p w:rsidR="0048007B" w:rsidRDefault="0048007B">
      <w:r>
        <w:rPr>
          <w:noProof/>
          <w:lang w:eastAsia="en-NZ"/>
        </w:rPr>
        <w:drawing>
          <wp:inline distT="0" distB="0" distL="0" distR="0">
            <wp:extent cx="5731510" cy="4747601"/>
            <wp:effectExtent l="0" t="0" r="2540" b="0"/>
            <wp:docPr id="2" name="Picture 2" descr="Image result for Smokefree 2025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mokefree 2025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74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00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7B"/>
    <w:rsid w:val="0048007B"/>
    <w:rsid w:val="00E1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AEDA2-1B0D-49AC-8620-B3FF2924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80F4DC89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PHO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Carty</dc:creator>
  <cp:keywords/>
  <dc:description/>
  <cp:lastModifiedBy>Sophie Carty</cp:lastModifiedBy>
  <cp:revision>1</cp:revision>
  <dcterms:created xsi:type="dcterms:W3CDTF">2017-08-27T22:02:00Z</dcterms:created>
  <dcterms:modified xsi:type="dcterms:W3CDTF">2017-08-27T22:03:00Z</dcterms:modified>
</cp:coreProperties>
</file>